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9EF" w:rsidRPr="00193D18" w:rsidRDefault="007839EF" w:rsidP="00103295">
      <w:pPr>
        <w:pStyle w:val="BodyTextIndent"/>
        <w:shd w:val="clear" w:color="auto" w:fill="FFFFFF"/>
        <w:tabs>
          <w:tab w:val="left" w:pos="5529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РОССИЙСКАЯ ФЕДЕРАЦИЯ</w:t>
      </w:r>
    </w:p>
    <w:p w:rsidR="007839EF" w:rsidRPr="00193D18" w:rsidRDefault="007839EF" w:rsidP="00103295">
      <w:pPr>
        <w:pStyle w:val="BodyTextIndent"/>
        <w:shd w:val="clear" w:color="auto" w:fill="FFFFFF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КРАСНОЯРСКИЙ </w:t>
      </w:r>
      <w:r w:rsidRPr="00193D18">
        <w:rPr>
          <w:b/>
          <w:sz w:val="40"/>
          <w:szCs w:val="40"/>
        </w:rPr>
        <w:t>КРАЙ</w:t>
      </w:r>
    </w:p>
    <w:p w:rsidR="007839EF" w:rsidRDefault="007839EF" w:rsidP="00103295">
      <w:pPr>
        <w:pStyle w:val="BodyTextIndent"/>
        <w:shd w:val="clear" w:color="auto" w:fill="FFFFFF"/>
        <w:jc w:val="center"/>
        <w:rPr>
          <w:b/>
          <w:sz w:val="36"/>
          <w:szCs w:val="36"/>
        </w:rPr>
      </w:pPr>
    </w:p>
    <w:p w:rsidR="007839EF" w:rsidRPr="00F5095E" w:rsidRDefault="007839EF" w:rsidP="00103295">
      <w:pPr>
        <w:pStyle w:val="BodyTextIndent"/>
        <w:shd w:val="clear" w:color="auto" w:fill="FFFFFF"/>
        <w:jc w:val="center"/>
        <w:rPr>
          <w:b/>
          <w:sz w:val="36"/>
          <w:szCs w:val="36"/>
        </w:rPr>
      </w:pPr>
      <w:r w:rsidRPr="00F5095E">
        <w:rPr>
          <w:b/>
          <w:sz w:val="36"/>
          <w:szCs w:val="36"/>
        </w:rPr>
        <w:t>НОВОС</w:t>
      </w:r>
      <w:r>
        <w:rPr>
          <w:b/>
          <w:sz w:val="36"/>
          <w:szCs w:val="36"/>
        </w:rPr>
        <w:t xml:space="preserve">ЕЛОВСКИЙ </w:t>
      </w:r>
      <w:r w:rsidRPr="00F5095E">
        <w:rPr>
          <w:b/>
          <w:sz w:val="36"/>
          <w:szCs w:val="36"/>
        </w:rPr>
        <w:t>РАЙОН</w:t>
      </w:r>
    </w:p>
    <w:p w:rsidR="007839EF" w:rsidRPr="00E20B8B" w:rsidRDefault="007839EF" w:rsidP="00103295">
      <w:pPr>
        <w:pStyle w:val="BodyTextIndent"/>
        <w:shd w:val="clear" w:color="auto" w:fill="FFFFFF"/>
        <w:jc w:val="center"/>
        <w:rPr>
          <w:b/>
          <w:sz w:val="36"/>
        </w:rPr>
      </w:pPr>
      <w:r>
        <w:rPr>
          <w:b/>
          <w:sz w:val="36"/>
        </w:rPr>
        <w:t xml:space="preserve">РАЙОННЫЙ СОВЕТ </w:t>
      </w:r>
      <w:r w:rsidRPr="00E20B8B">
        <w:rPr>
          <w:b/>
          <w:sz w:val="36"/>
        </w:rPr>
        <w:t>ДЕПУТАТОВ</w:t>
      </w:r>
    </w:p>
    <w:p w:rsidR="007839EF" w:rsidRPr="006E6ED0" w:rsidRDefault="007839EF" w:rsidP="00103295">
      <w:pPr>
        <w:pStyle w:val="BodyTextIndent"/>
        <w:shd w:val="clear" w:color="auto" w:fill="FFFFFF"/>
        <w:jc w:val="center"/>
        <w:rPr>
          <w:b/>
          <w:sz w:val="36"/>
          <w:szCs w:val="36"/>
        </w:rPr>
      </w:pPr>
    </w:p>
    <w:p w:rsidR="007839EF" w:rsidRDefault="007839EF" w:rsidP="00103295">
      <w:pPr>
        <w:pStyle w:val="BodyTextIndent"/>
        <w:shd w:val="clear" w:color="auto" w:fill="FFFFFF"/>
        <w:jc w:val="center"/>
        <w:rPr>
          <w:b/>
          <w:sz w:val="44"/>
        </w:rPr>
      </w:pPr>
      <w:r>
        <w:rPr>
          <w:b/>
          <w:sz w:val="44"/>
        </w:rPr>
        <w:t>РЕШЕНИЕ</w:t>
      </w:r>
    </w:p>
    <w:p w:rsidR="007839EF" w:rsidRPr="0068138C" w:rsidRDefault="007839EF" w:rsidP="00103295">
      <w:pPr>
        <w:pStyle w:val="BodyTextIndent"/>
        <w:shd w:val="clear" w:color="auto" w:fill="FFFFFF"/>
        <w:jc w:val="center"/>
        <w:rPr>
          <w:b/>
          <w:sz w:val="28"/>
          <w:szCs w:val="28"/>
        </w:rPr>
      </w:pPr>
    </w:p>
    <w:p w:rsidR="007839EF" w:rsidRDefault="007839EF" w:rsidP="0068138C">
      <w:pPr>
        <w:shd w:val="clear" w:color="auto" w:fill="FFFFFF"/>
      </w:pPr>
      <w:r>
        <w:t xml:space="preserve">29 апреля 2020 года                     с. Новоселово                               № 73-407-22р   </w:t>
      </w:r>
    </w:p>
    <w:p w:rsidR="007839EF" w:rsidRPr="00A87945" w:rsidRDefault="007839EF" w:rsidP="00103295">
      <w:pPr>
        <w:pStyle w:val="BodyTextIndent"/>
        <w:shd w:val="clear" w:color="auto" w:fill="FFFFFF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37"/>
      </w:tblGrid>
      <w:tr w:rsidR="007839EF" w:rsidRPr="00A87945" w:rsidTr="0005364C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7839EF" w:rsidRPr="00A87945" w:rsidRDefault="007839EF" w:rsidP="000536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</w:t>
            </w:r>
            <w:r w:rsidRPr="00A87945">
              <w:rPr>
                <w:rFonts w:ascii="Times New Roman" w:hAnsi="Times New Roman" w:cs="Times New Roman"/>
                <w:sz w:val="28"/>
                <w:szCs w:val="28"/>
              </w:rPr>
              <w:t>утверждении схемы одномандатных избирательных округов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проведения выборов депутатов Новоселовского районного Совета депутатов</w:t>
            </w:r>
            <w:r w:rsidRPr="00A87945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муниципального образования Новоселовский район Красноярского края </w:t>
            </w:r>
          </w:p>
        </w:tc>
      </w:tr>
    </w:tbl>
    <w:p w:rsidR="007839EF" w:rsidRDefault="007839EF" w:rsidP="00103295">
      <w:pPr>
        <w:autoSpaceDE w:val="0"/>
        <w:autoSpaceDN w:val="0"/>
        <w:adjustRightInd w:val="0"/>
        <w:ind w:firstLine="851"/>
        <w:jc w:val="both"/>
        <w:rPr>
          <w:szCs w:val="28"/>
        </w:rPr>
      </w:pPr>
    </w:p>
    <w:p w:rsidR="007839EF" w:rsidRPr="00A87945" w:rsidRDefault="007839EF" w:rsidP="00103295">
      <w:pPr>
        <w:autoSpaceDE w:val="0"/>
        <w:autoSpaceDN w:val="0"/>
        <w:adjustRightInd w:val="0"/>
        <w:ind w:firstLine="851"/>
        <w:jc w:val="both"/>
        <w:rPr>
          <w:szCs w:val="28"/>
        </w:rPr>
      </w:pPr>
      <w:r w:rsidRPr="00A87945">
        <w:rPr>
          <w:szCs w:val="28"/>
        </w:rPr>
        <w:t>В целях проведения выборов депутатов Новоселовского районного Совета депутатов, в соответствии с Федеральным законом  от  06.10.2003 №131-ФЗ «Об общих принципах организации местного самоуправления в Российской Федерации»,  Федеральным законом от 12.06.2002 № 67-ФЗ «Об основных гарантиях избирательных прав и права на участие в референдуме граждан Российской Федерации», Законом Красноярского края от 02.10.2003 № 8-1411«О выборах в органы местного самоуправления в Красноярском крае», руководствуясь пунктом 2 статьи 19, статьями 23,</w:t>
      </w:r>
      <w:r>
        <w:rPr>
          <w:szCs w:val="28"/>
        </w:rPr>
        <w:t xml:space="preserve"> </w:t>
      </w:r>
      <w:r w:rsidRPr="00A87945">
        <w:rPr>
          <w:szCs w:val="28"/>
        </w:rPr>
        <w:t>27 Устава Новоселовского района Красноярского края,</w:t>
      </w:r>
    </w:p>
    <w:p w:rsidR="007839EF" w:rsidRPr="0068138C" w:rsidRDefault="007839EF" w:rsidP="0010329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39EF" w:rsidRDefault="007839EF" w:rsidP="0010329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7945">
        <w:rPr>
          <w:rFonts w:ascii="Times New Roman" w:hAnsi="Times New Roman" w:cs="Times New Roman"/>
          <w:b/>
          <w:sz w:val="28"/>
          <w:szCs w:val="28"/>
        </w:rPr>
        <w:t xml:space="preserve">Новоселовский районный Совет депутатов РЕШИЛ: </w:t>
      </w:r>
    </w:p>
    <w:p w:rsidR="007839EF" w:rsidRPr="0068138C" w:rsidRDefault="007839EF" w:rsidP="0010329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39EF" w:rsidRPr="00171B19" w:rsidRDefault="007839EF" w:rsidP="00103295">
      <w:pPr>
        <w:ind w:firstLine="851"/>
        <w:jc w:val="both"/>
        <w:rPr>
          <w:i/>
          <w:szCs w:val="28"/>
        </w:rPr>
      </w:pPr>
      <w:r>
        <w:rPr>
          <w:szCs w:val="28"/>
        </w:rPr>
        <w:t>1</w:t>
      </w:r>
      <w:r w:rsidRPr="00A87945">
        <w:rPr>
          <w:szCs w:val="28"/>
        </w:rPr>
        <w:t>. Утвердить схему одномандатных избирательных округов на территории муниципального образования Новоселовский райо</w:t>
      </w:r>
      <w:r>
        <w:rPr>
          <w:szCs w:val="28"/>
        </w:rPr>
        <w:t>н Красноярского края, согласно приложению.</w:t>
      </w:r>
    </w:p>
    <w:p w:rsidR="007839EF" w:rsidRDefault="007839EF" w:rsidP="00103295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 w:rsidRPr="00D5026D">
        <w:rPr>
          <w:rFonts w:ascii="Times New Roman" w:hAnsi="Times New Roman"/>
          <w:sz w:val="28"/>
          <w:szCs w:val="28"/>
        </w:rPr>
        <w:t>2. Направить копию настоящего решения в Избирательную комиссию Красноярского края и избирательную комиссию муниципального образования Новоселовский район.</w:t>
      </w:r>
    </w:p>
    <w:p w:rsidR="007839EF" w:rsidRPr="00A87945" w:rsidRDefault="007839EF" w:rsidP="00103295">
      <w:pPr>
        <w:pStyle w:val="NoSpacing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</w:t>
      </w:r>
      <w:r w:rsidRPr="00A87945">
        <w:rPr>
          <w:rFonts w:ascii="Times New Roman" w:hAnsi="Times New Roman"/>
          <w:sz w:val="28"/>
          <w:szCs w:val="28"/>
        </w:rPr>
        <w:t xml:space="preserve">. Контроль за исполнением решения возложить на постоянную комиссию Новоселовского районного Совета депутатов по </w:t>
      </w:r>
      <w:r w:rsidRPr="00A87945">
        <w:rPr>
          <w:rFonts w:ascii="Times New Roman" w:hAnsi="Times New Roman"/>
          <w:sz w:val="28"/>
          <w:szCs w:val="28"/>
          <w:lang w:eastAsia="ru-RU"/>
        </w:rPr>
        <w:t>социальной политике и развитию местного самоуправления (О.В. Горбунов).</w:t>
      </w:r>
    </w:p>
    <w:p w:rsidR="007839EF" w:rsidRDefault="007839EF" w:rsidP="00103295">
      <w:pPr>
        <w:ind w:firstLine="851"/>
        <w:jc w:val="both"/>
        <w:rPr>
          <w:szCs w:val="28"/>
        </w:rPr>
      </w:pPr>
      <w:r>
        <w:rPr>
          <w:szCs w:val="28"/>
        </w:rPr>
        <w:t>4</w:t>
      </w:r>
      <w:r w:rsidRPr="00A87945">
        <w:rPr>
          <w:szCs w:val="28"/>
        </w:rPr>
        <w:t xml:space="preserve">. Решение вступает в силу после его официального опубликования в периодическом печатном издании «Официальный вестник Новоселовского района».  </w:t>
      </w:r>
    </w:p>
    <w:p w:rsidR="007839EF" w:rsidRPr="00A87945" w:rsidRDefault="007839EF" w:rsidP="00103295">
      <w:pPr>
        <w:ind w:firstLine="851"/>
        <w:jc w:val="both"/>
        <w:rPr>
          <w:szCs w:val="28"/>
        </w:rPr>
      </w:pPr>
    </w:p>
    <w:p w:rsidR="007839EF" w:rsidRPr="00A87945" w:rsidRDefault="007839EF" w:rsidP="00103295">
      <w:pPr>
        <w:jc w:val="both"/>
        <w:rPr>
          <w:szCs w:val="28"/>
        </w:rPr>
      </w:pPr>
      <w:r w:rsidRPr="00A87945">
        <w:rPr>
          <w:szCs w:val="28"/>
        </w:rPr>
        <w:t xml:space="preserve">Председатель Новоселовского                              Глава Новоселовского района    </w:t>
      </w:r>
    </w:p>
    <w:p w:rsidR="007839EF" w:rsidRDefault="007839EF" w:rsidP="00103295">
      <w:pPr>
        <w:jc w:val="both"/>
        <w:rPr>
          <w:szCs w:val="28"/>
        </w:rPr>
      </w:pPr>
      <w:r w:rsidRPr="00A87945">
        <w:rPr>
          <w:szCs w:val="28"/>
        </w:rPr>
        <w:t>районного Совета депутатов</w:t>
      </w:r>
    </w:p>
    <w:p w:rsidR="007839EF" w:rsidRPr="00A87945" w:rsidRDefault="007839EF" w:rsidP="00103295">
      <w:pPr>
        <w:jc w:val="both"/>
        <w:rPr>
          <w:szCs w:val="28"/>
        </w:rPr>
      </w:pPr>
    </w:p>
    <w:p w:rsidR="007839EF" w:rsidRPr="00A87945" w:rsidRDefault="007839EF" w:rsidP="00103295">
      <w:pPr>
        <w:jc w:val="both"/>
        <w:rPr>
          <w:szCs w:val="28"/>
        </w:rPr>
      </w:pPr>
      <w:r w:rsidRPr="00A87945">
        <w:rPr>
          <w:szCs w:val="28"/>
        </w:rPr>
        <w:t>______________ Л.Ю. Толстикова                       ______________  А.В. Гергарт</w:t>
      </w:r>
    </w:p>
    <w:p w:rsidR="007839EF" w:rsidRPr="00A87945" w:rsidRDefault="007839EF" w:rsidP="00103295">
      <w:pPr>
        <w:jc w:val="both"/>
        <w:rPr>
          <w:szCs w:val="28"/>
        </w:rPr>
      </w:pPr>
    </w:p>
    <w:p w:rsidR="007839EF" w:rsidRDefault="007839EF" w:rsidP="00103295">
      <w:pPr>
        <w:sectPr w:rsidR="007839EF" w:rsidSect="00D5026D">
          <w:headerReference w:type="even" r:id="rId6"/>
          <w:pgSz w:w="11906" w:h="16838"/>
          <w:pgMar w:top="567" w:right="851" w:bottom="284" w:left="1701" w:header="709" w:footer="709" w:gutter="0"/>
          <w:cols w:space="708"/>
          <w:titlePg/>
          <w:docGrid w:linePitch="360"/>
        </w:sectPr>
      </w:pPr>
    </w:p>
    <w:tbl>
      <w:tblPr>
        <w:tblW w:w="14628" w:type="dxa"/>
        <w:tblLook w:val="01E0"/>
      </w:tblPr>
      <w:tblGrid>
        <w:gridCol w:w="9889"/>
        <w:gridCol w:w="4739"/>
      </w:tblGrid>
      <w:tr w:rsidR="007839EF" w:rsidRPr="001465E1" w:rsidTr="0005364C">
        <w:tc>
          <w:tcPr>
            <w:tcW w:w="9889" w:type="dxa"/>
          </w:tcPr>
          <w:p w:rsidR="007839EF" w:rsidRPr="001465E1" w:rsidRDefault="007839EF" w:rsidP="0005364C"/>
        </w:tc>
        <w:tc>
          <w:tcPr>
            <w:tcW w:w="4739" w:type="dxa"/>
          </w:tcPr>
          <w:p w:rsidR="007839EF" w:rsidRPr="00426098" w:rsidRDefault="007839EF" w:rsidP="0005364C">
            <w:pPr>
              <w:rPr>
                <w:sz w:val="24"/>
                <w:szCs w:val="24"/>
              </w:rPr>
            </w:pPr>
            <w:r w:rsidRPr="00426098">
              <w:rPr>
                <w:sz w:val="24"/>
                <w:szCs w:val="24"/>
              </w:rPr>
              <w:t xml:space="preserve">Приложение к решению Новоселовского районного Совета депутатов </w:t>
            </w:r>
          </w:p>
          <w:p w:rsidR="007839EF" w:rsidRPr="001465E1" w:rsidRDefault="007839EF" w:rsidP="0005364C">
            <w:r>
              <w:rPr>
                <w:sz w:val="24"/>
                <w:szCs w:val="24"/>
              </w:rPr>
              <w:t>от  29.04.2020</w:t>
            </w:r>
            <w:r w:rsidRPr="00426098">
              <w:rPr>
                <w:sz w:val="24"/>
                <w:szCs w:val="24"/>
              </w:rPr>
              <w:t xml:space="preserve">  № </w:t>
            </w:r>
            <w:r>
              <w:rPr>
                <w:sz w:val="24"/>
                <w:szCs w:val="24"/>
              </w:rPr>
              <w:t>73-407-22р</w:t>
            </w:r>
          </w:p>
        </w:tc>
      </w:tr>
    </w:tbl>
    <w:p w:rsidR="007839EF" w:rsidRDefault="007839EF" w:rsidP="00103295">
      <w:pPr>
        <w:jc w:val="both"/>
        <w:rPr>
          <w:szCs w:val="28"/>
        </w:rPr>
      </w:pPr>
    </w:p>
    <w:p w:rsidR="007839EF" w:rsidRDefault="007839EF" w:rsidP="00103295">
      <w:pPr>
        <w:jc w:val="center"/>
        <w:rPr>
          <w:szCs w:val="28"/>
        </w:rPr>
      </w:pPr>
      <w:r>
        <w:rPr>
          <w:szCs w:val="28"/>
        </w:rPr>
        <w:t>Схема одномандатных избирательных округов</w:t>
      </w:r>
    </w:p>
    <w:p w:rsidR="007839EF" w:rsidRDefault="007839EF" w:rsidP="00103295">
      <w:pPr>
        <w:jc w:val="center"/>
        <w:rPr>
          <w:szCs w:val="28"/>
        </w:rPr>
      </w:pPr>
      <w:r>
        <w:rPr>
          <w:szCs w:val="28"/>
        </w:rPr>
        <w:t>для проведения выборов депутатов Новоселовского районного Совета депутатов</w:t>
      </w:r>
    </w:p>
    <w:p w:rsidR="007839EF" w:rsidRDefault="007839EF" w:rsidP="00103295">
      <w:pPr>
        <w:jc w:val="center"/>
        <w:rPr>
          <w:szCs w:val="28"/>
        </w:rPr>
      </w:pPr>
      <w:r>
        <w:rPr>
          <w:szCs w:val="28"/>
        </w:rPr>
        <w:t>на территории муниципального образования Новоселовский район Красноярского края</w:t>
      </w:r>
    </w:p>
    <w:p w:rsidR="007839EF" w:rsidRDefault="007839EF" w:rsidP="00103295">
      <w:pPr>
        <w:jc w:val="center"/>
        <w:rPr>
          <w:szCs w:val="28"/>
        </w:rPr>
      </w:pPr>
    </w:p>
    <w:p w:rsidR="007839EF" w:rsidRDefault="007839EF" w:rsidP="00103295">
      <w:pPr>
        <w:jc w:val="center"/>
        <w:rPr>
          <w:szCs w:val="28"/>
        </w:rPr>
      </w:pPr>
      <w:r>
        <w:rPr>
          <w:szCs w:val="28"/>
        </w:rPr>
        <w:t>Раздел 1. Схема одномандатных избирательных округов</w:t>
      </w:r>
    </w:p>
    <w:p w:rsidR="007839EF" w:rsidRDefault="007839EF" w:rsidP="00103295">
      <w:pPr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81"/>
        <w:gridCol w:w="9342"/>
        <w:gridCol w:w="4563"/>
      </w:tblGrid>
      <w:tr w:rsidR="007839EF" w:rsidTr="0005364C"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7839EF" w:rsidRPr="00902968" w:rsidRDefault="007839EF" w:rsidP="0005364C">
            <w:pPr>
              <w:jc w:val="center"/>
              <w:rPr>
                <w:szCs w:val="28"/>
              </w:rPr>
            </w:pPr>
            <w:r w:rsidRPr="00902968">
              <w:rPr>
                <w:szCs w:val="28"/>
              </w:rPr>
              <w:t>1.1.</w:t>
            </w:r>
          </w:p>
        </w:tc>
        <w:tc>
          <w:tcPr>
            <w:tcW w:w="9705" w:type="dxa"/>
            <w:tcBorders>
              <w:top w:val="nil"/>
              <w:left w:val="nil"/>
              <w:bottom w:val="nil"/>
              <w:right w:val="nil"/>
            </w:tcBorders>
          </w:tcPr>
          <w:p w:rsidR="007839EF" w:rsidRPr="00902968" w:rsidRDefault="007839EF" w:rsidP="0005364C">
            <w:pPr>
              <w:jc w:val="both"/>
              <w:rPr>
                <w:szCs w:val="28"/>
              </w:rPr>
            </w:pPr>
            <w:r w:rsidRPr="00902968">
              <w:rPr>
                <w:szCs w:val="28"/>
              </w:rPr>
              <w:t>Численность избирателей муниципального образования Новоселовский район Красноярского края по состоянию на 1 января 2020 года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</w:tcPr>
          <w:p w:rsidR="007839EF" w:rsidRPr="00902968" w:rsidRDefault="007839EF" w:rsidP="0005364C">
            <w:pPr>
              <w:rPr>
                <w:szCs w:val="28"/>
              </w:rPr>
            </w:pPr>
            <w:r w:rsidRPr="00902968">
              <w:rPr>
                <w:szCs w:val="28"/>
              </w:rPr>
              <w:t>- 10075</w:t>
            </w:r>
          </w:p>
        </w:tc>
      </w:tr>
      <w:tr w:rsidR="007839EF" w:rsidTr="0005364C"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7839EF" w:rsidRPr="00902968" w:rsidRDefault="007839EF" w:rsidP="0005364C">
            <w:pPr>
              <w:jc w:val="center"/>
              <w:rPr>
                <w:szCs w:val="28"/>
              </w:rPr>
            </w:pPr>
            <w:r w:rsidRPr="00902968">
              <w:rPr>
                <w:szCs w:val="28"/>
              </w:rPr>
              <w:t xml:space="preserve">1.2. </w:t>
            </w:r>
          </w:p>
        </w:tc>
        <w:tc>
          <w:tcPr>
            <w:tcW w:w="9705" w:type="dxa"/>
            <w:tcBorders>
              <w:top w:val="nil"/>
              <w:left w:val="nil"/>
              <w:bottom w:val="nil"/>
              <w:right w:val="nil"/>
            </w:tcBorders>
          </w:tcPr>
          <w:p w:rsidR="007839EF" w:rsidRPr="00902968" w:rsidRDefault="007839EF" w:rsidP="0005364C">
            <w:pPr>
              <w:jc w:val="both"/>
              <w:rPr>
                <w:szCs w:val="28"/>
              </w:rPr>
            </w:pPr>
            <w:r w:rsidRPr="00902968">
              <w:rPr>
                <w:szCs w:val="28"/>
              </w:rPr>
              <w:t>Количество замещаемых мандатов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</w:tcPr>
          <w:p w:rsidR="007839EF" w:rsidRPr="00902968" w:rsidRDefault="007839EF" w:rsidP="0005364C">
            <w:pPr>
              <w:rPr>
                <w:szCs w:val="28"/>
              </w:rPr>
            </w:pPr>
            <w:r w:rsidRPr="00902968">
              <w:rPr>
                <w:szCs w:val="28"/>
              </w:rPr>
              <w:t>- 12</w:t>
            </w:r>
          </w:p>
        </w:tc>
      </w:tr>
      <w:tr w:rsidR="007839EF" w:rsidTr="0005364C"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7839EF" w:rsidRPr="00902968" w:rsidRDefault="007839EF" w:rsidP="0005364C">
            <w:pPr>
              <w:jc w:val="center"/>
              <w:rPr>
                <w:szCs w:val="28"/>
              </w:rPr>
            </w:pPr>
            <w:r w:rsidRPr="00902968">
              <w:rPr>
                <w:szCs w:val="28"/>
              </w:rPr>
              <w:t>1.3.</w:t>
            </w:r>
          </w:p>
        </w:tc>
        <w:tc>
          <w:tcPr>
            <w:tcW w:w="9705" w:type="dxa"/>
            <w:tcBorders>
              <w:top w:val="nil"/>
              <w:left w:val="nil"/>
              <w:bottom w:val="nil"/>
              <w:right w:val="nil"/>
            </w:tcBorders>
          </w:tcPr>
          <w:p w:rsidR="007839EF" w:rsidRPr="00902968" w:rsidRDefault="007839EF" w:rsidP="0005364C">
            <w:pPr>
              <w:jc w:val="both"/>
              <w:rPr>
                <w:szCs w:val="28"/>
              </w:rPr>
            </w:pPr>
            <w:r w:rsidRPr="00902968">
              <w:rPr>
                <w:szCs w:val="28"/>
              </w:rPr>
              <w:t>Средняя норма представительства на один депутатский мандат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</w:tcPr>
          <w:p w:rsidR="007839EF" w:rsidRPr="00902968" w:rsidRDefault="007839EF" w:rsidP="0005364C">
            <w:pPr>
              <w:rPr>
                <w:szCs w:val="28"/>
              </w:rPr>
            </w:pPr>
            <w:r w:rsidRPr="00902968">
              <w:rPr>
                <w:szCs w:val="28"/>
              </w:rPr>
              <w:t>- 840</w:t>
            </w:r>
          </w:p>
        </w:tc>
      </w:tr>
      <w:tr w:rsidR="007839EF" w:rsidTr="0005364C"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7839EF" w:rsidRPr="00902968" w:rsidRDefault="007839EF" w:rsidP="0005364C">
            <w:pPr>
              <w:jc w:val="center"/>
              <w:rPr>
                <w:szCs w:val="28"/>
              </w:rPr>
            </w:pPr>
            <w:r w:rsidRPr="00902968">
              <w:rPr>
                <w:szCs w:val="28"/>
              </w:rPr>
              <w:t>1.4.</w:t>
            </w:r>
          </w:p>
        </w:tc>
        <w:tc>
          <w:tcPr>
            <w:tcW w:w="9705" w:type="dxa"/>
            <w:tcBorders>
              <w:top w:val="nil"/>
              <w:left w:val="nil"/>
              <w:bottom w:val="nil"/>
              <w:right w:val="nil"/>
            </w:tcBorders>
          </w:tcPr>
          <w:p w:rsidR="007839EF" w:rsidRPr="00902968" w:rsidRDefault="007839EF" w:rsidP="0005364C">
            <w:pPr>
              <w:jc w:val="both"/>
              <w:rPr>
                <w:szCs w:val="28"/>
              </w:rPr>
            </w:pPr>
            <w:r w:rsidRPr="00902968">
              <w:rPr>
                <w:szCs w:val="28"/>
              </w:rPr>
              <w:t>Верхняя граница численности избирателей в избирательном округе:</w:t>
            </w:r>
          </w:p>
          <w:p w:rsidR="007839EF" w:rsidRPr="00902968" w:rsidRDefault="007839EF" w:rsidP="0005364C">
            <w:pPr>
              <w:jc w:val="both"/>
              <w:rPr>
                <w:szCs w:val="28"/>
              </w:rPr>
            </w:pPr>
            <w:r w:rsidRPr="00902968">
              <w:rPr>
                <w:szCs w:val="28"/>
              </w:rPr>
              <w:t>-с учетом допустимого отклонения от средней нормы представительства в 20 процентов (округа № 1,3)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</w:tcPr>
          <w:p w:rsidR="007839EF" w:rsidRPr="00902968" w:rsidRDefault="007839EF" w:rsidP="0005364C">
            <w:pPr>
              <w:rPr>
                <w:szCs w:val="28"/>
              </w:rPr>
            </w:pPr>
            <w:r w:rsidRPr="00902968">
              <w:rPr>
                <w:szCs w:val="28"/>
              </w:rPr>
              <w:t>- 1008</w:t>
            </w:r>
          </w:p>
        </w:tc>
      </w:tr>
      <w:tr w:rsidR="007839EF" w:rsidTr="0005364C"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:rsidR="007839EF" w:rsidRPr="00902968" w:rsidRDefault="007839EF" w:rsidP="0005364C">
            <w:pPr>
              <w:jc w:val="center"/>
              <w:rPr>
                <w:szCs w:val="28"/>
              </w:rPr>
            </w:pPr>
            <w:r w:rsidRPr="00902968">
              <w:rPr>
                <w:szCs w:val="28"/>
              </w:rPr>
              <w:t>1.5.</w:t>
            </w:r>
          </w:p>
        </w:tc>
        <w:tc>
          <w:tcPr>
            <w:tcW w:w="9705" w:type="dxa"/>
            <w:tcBorders>
              <w:top w:val="nil"/>
              <w:left w:val="nil"/>
              <w:bottom w:val="nil"/>
              <w:right w:val="nil"/>
            </w:tcBorders>
          </w:tcPr>
          <w:p w:rsidR="007839EF" w:rsidRPr="00902968" w:rsidRDefault="007839EF" w:rsidP="0005364C">
            <w:pPr>
              <w:jc w:val="both"/>
              <w:rPr>
                <w:szCs w:val="28"/>
              </w:rPr>
            </w:pPr>
            <w:r w:rsidRPr="00902968">
              <w:rPr>
                <w:szCs w:val="28"/>
              </w:rPr>
              <w:t>Нижняя граница численности избирателей в избирательном округе:</w:t>
            </w:r>
          </w:p>
          <w:p w:rsidR="007839EF" w:rsidRPr="00902968" w:rsidRDefault="007839EF" w:rsidP="0005364C">
            <w:pPr>
              <w:jc w:val="both"/>
              <w:rPr>
                <w:szCs w:val="28"/>
              </w:rPr>
            </w:pPr>
            <w:r w:rsidRPr="00902968">
              <w:rPr>
                <w:szCs w:val="28"/>
              </w:rPr>
              <w:t>-с учетом допустимого отклонения от средней нормы представительства в 20 процентов</w:t>
            </w: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</w:tcPr>
          <w:p w:rsidR="007839EF" w:rsidRPr="00902968" w:rsidRDefault="007839EF" w:rsidP="0005364C">
            <w:pPr>
              <w:rPr>
                <w:szCs w:val="28"/>
              </w:rPr>
            </w:pPr>
            <w:r w:rsidRPr="00902968">
              <w:rPr>
                <w:szCs w:val="28"/>
              </w:rPr>
              <w:t>- 672</w:t>
            </w:r>
          </w:p>
        </w:tc>
      </w:tr>
    </w:tbl>
    <w:p w:rsidR="007839EF" w:rsidRDefault="007839EF" w:rsidP="00103295">
      <w:pPr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7"/>
        <w:gridCol w:w="4117"/>
        <w:gridCol w:w="5244"/>
        <w:gridCol w:w="2694"/>
      </w:tblGrid>
      <w:tr w:rsidR="007839EF" w:rsidRPr="00514BC1" w:rsidTr="0005364C">
        <w:tc>
          <w:tcPr>
            <w:tcW w:w="2087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Номер избирательного округа</w:t>
            </w:r>
          </w:p>
        </w:tc>
        <w:tc>
          <w:tcPr>
            <w:tcW w:w="4117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Перечень населенных пунктов, входящих в избирательный округ</w:t>
            </w:r>
          </w:p>
        </w:tc>
        <w:tc>
          <w:tcPr>
            <w:tcW w:w="5244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Границы избирательного округа</w:t>
            </w:r>
          </w:p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(улицы)</w:t>
            </w:r>
          </w:p>
        </w:tc>
        <w:tc>
          <w:tcPr>
            <w:tcW w:w="2694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 xml:space="preserve">Число избирателей </w:t>
            </w:r>
          </w:p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в округе</w:t>
            </w:r>
          </w:p>
        </w:tc>
      </w:tr>
      <w:tr w:rsidR="007839EF" w:rsidRPr="00514BC1" w:rsidTr="0005364C">
        <w:tc>
          <w:tcPr>
            <w:tcW w:w="2087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1</w:t>
            </w:r>
          </w:p>
        </w:tc>
        <w:tc>
          <w:tcPr>
            <w:tcW w:w="4117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п. Анаш, д. Куллог, п. Тальцы, п. Тесь,</w:t>
            </w:r>
          </w:p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п. Табажак, п. Приморский, п. Зеленоборск</w:t>
            </w:r>
          </w:p>
        </w:tc>
        <w:tc>
          <w:tcPr>
            <w:tcW w:w="5244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Анашенский сельсовет в установленных границах</w:t>
            </w:r>
          </w:p>
        </w:tc>
        <w:tc>
          <w:tcPr>
            <w:tcW w:w="2694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936</w:t>
            </w:r>
          </w:p>
        </w:tc>
      </w:tr>
      <w:tr w:rsidR="007839EF" w:rsidRPr="00514BC1" w:rsidTr="0005364C">
        <w:tc>
          <w:tcPr>
            <w:tcW w:w="2087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2</w:t>
            </w:r>
          </w:p>
        </w:tc>
        <w:tc>
          <w:tcPr>
            <w:tcW w:w="4117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п. Кома, д. Черная Кома, п. Енисей,</w:t>
            </w:r>
          </w:p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 xml:space="preserve"> д. Бескиш, д. Кульчек</w:t>
            </w:r>
          </w:p>
        </w:tc>
        <w:tc>
          <w:tcPr>
            <w:tcW w:w="5244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Комский сельсовет в установленных границах</w:t>
            </w:r>
          </w:p>
        </w:tc>
        <w:tc>
          <w:tcPr>
            <w:tcW w:w="2694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832</w:t>
            </w:r>
          </w:p>
        </w:tc>
      </w:tr>
      <w:tr w:rsidR="007839EF" w:rsidRPr="00514BC1" w:rsidTr="0005364C">
        <w:tc>
          <w:tcPr>
            <w:tcW w:w="2087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3</w:t>
            </w:r>
          </w:p>
        </w:tc>
        <w:tc>
          <w:tcPr>
            <w:tcW w:w="4117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 xml:space="preserve">п. Березовый, п. Курганы, п. Дивный, </w:t>
            </w:r>
          </w:p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п. Куртак, п. Чесноки, п. Чулым</w:t>
            </w:r>
          </w:p>
        </w:tc>
        <w:tc>
          <w:tcPr>
            <w:tcW w:w="5244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Чулымский сельсовет в установленных границах</w:t>
            </w:r>
          </w:p>
        </w:tc>
        <w:tc>
          <w:tcPr>
            <w:tcW w:w="2694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987</w:t>
            </w:r>
          </w:p>
        </w:tc>
      </w:tr>
      <w:tr w:rsidR="007839EF" w:rsidRPr="00514BC1" w:rsidTr="0005364C">
        <w:tc>
          <w:tcPr>
            <w:tcW w:w="2087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4</w:t>
            </w:r>
          </w:p>
        </w:tc>
        <w:tc>
          <w:tcPr>
            <w:tcW w:w="4117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 xml:space="preserve">с. Легостаево, д. Увалы, с. Бараит, </w:t>
            </w:r>
          </w:p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д. Качатка, д. Старая</w:t>
            </w:r>
          </w:p>
        </w:tc>
        <w:tc>
          <w:tcPr>
            <w:tcW w:w="5244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Легостаевский сельсовет в установленных границах</w:t>
            </w:r>
          </w:p>
        </w:tc>
        <w:tc>
          <w:tcPr>
            <w:tcW w:w="2694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855</w:t>
            </w:r>
          </w:p>
        </w:tc>
      </w:tr>
      <w:tr w:rsidR="007839EF" w:rsidRPr="00514BC1" w:rsidTr="0005364C">
        <w:tc>
          <w:tcPr>
            <w:tcW w:w="2087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5</w:t>
            </w:r>
          </w:p>
        </w:tc>
        <w:tc>
          <w:tcPr>
            <w:tcW w:w="4117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с. Светлолобово, д. Николаевка,</w:t>
            </w:r>
          </w:p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 xml:space="preserve"> д. Карелено</w:t>
            </w:r>
          </w:p>
        </w:tc>
        <w:tc>
          <w:tcPr>
            <w:tcW w:w="5244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 xml:space="preserve">Светлолобовский сельсовет в установленных границах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94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905</w:t>
            </w:r>
          </w:p>
        </w:tc>
      </w:tr>
      <w:tr w:rsidR="007839EF" w:rsidRPr="00514BC1" w:rsidTr="0005364C">
        <w:tc>
          <w:tcPr>
            <w:tcW w:w="2087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6</w:t>
            </w:r>
          </w:p>
        </w:tc>
        <w:tc>
          <w:tcPr>
            <w:tcW w:w="4117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п. Толстый Мыс, п. Аешка, п. Интикуль</w:t>
            </w:r>
          </w:p>
        </w:tc>
        <w:tc>
          <w:tcPr>
            <w:tcW w:w="5244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 xml:space="preserve">Толстомысенский сельсовет в  установленных границах </w:t>
            </w:r>
          </w:p>
        </w:tc>
        <w:tc>
          <w:tcPr>
            <w:tcW w:w="2694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817</w:t>
            </w:r>
          </w:p>
        </w:tc>
      </w:tr>
      <w:tr w:rsidR="007839EF" w:rsidRPr="00514BC1" w:rsidTr="0005364C">
        <w:tc>
          <w:tcPr>
            <w:tcW w:w="2087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7</w:t>
            </w:r>
          </w:p>
        </w:tc>
        <w:tc>
          <w:tcPr>
            <w:tcW w:w="4117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с. Новоселово</w:t>
            </w:r>
          </w:p>
        </w:tc>
        <w:tc>
          <w:tcPr>
            <w:tcW w:w="5244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Улицы:  Буденного, Енисейская, Кооперативная, Молодежная, Октябрьская, Садовая</w:t>
            </w:r>
          </w:p>
        </w:tc>
        <w:tc>
          <w:tcPr>
            <w:tcW w:w="2694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801</w:t>
            </w:r>
          </w:p>
        </w:tc>
      </w:tr>
      <w:tr w:rsidR="007839EF" w:rsidRPr="00514BC1" w:rsidTr="0005364C">
        <w:tc>
          <w:tcPr>
            <w:tcW w:w="2087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8</w:t>
            </w:r>
          </w:p>
        </w:tc>
        <w:tc>
          <w:tcPr>
            <w:tcW w:w="4117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с. Новоселово</w:t>
            </w:r>
          </w:p>
        </w:tc>
        <w:tc>
          <w:tcPr>
            <w:tcW w:w="5244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 xml:space="preserve">Солнечный переулок, улицы: Береговая, Зеленая, Калинина, Кокоревская, Коробова, Лесная, Маршала Жукова, Маяковского, Набережная, Поповича, Почтовая, Романтиков, Русинова, Толстикова, Урицкого, Южная, </w:t>
            </w:r>
          </w:p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90 лет Новоселовского района</w:t>
            </w:r>
          </w:p>
        </w:tc>
        <w:tc>
          <w:tcPr>
            <w:tcW w:w="2694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848</w:t>
            </w:r>
          </w:p>
        </w:tc>
      </w:tr>
      <w:tr w:rsidR="007839EF" w:rsidRPr="00514BC1" w:rsidTr="0005364C">
        <w:tc>
          <w:tcPr>
            <w:tcW w:w="2087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9</w:t>
            </w:r>
          </w:p>
        </w:tc>
        <w:tc>
          <w:tcPr>
            <w:tcW w:w="4117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с. Новоселово</w:t>
            </w:r>
          </w:p>
        </w:tc>
        <w:tc>
          <w:tcPr>
            <w:tcW w:w="5244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Улицы: Анашкина, Горького, Кривошеинская, Мелиораторов, Свердлова, Северная, Советская, Театральная, Трифоновская, Улазская</w:t>
            </w:r>
          </w:p>
        </w:tc>
        <w:tc>
          <w:tcPr>
            <w:tcW w:w="2694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770</w:t>
            </w:r>
          </w:p>
        </w:tc>
      </w:tr>
      <w:tr w:rsidR="007839EF" w:rsidRPr="00514BC1" w:rsidTr="0005364C">
        <w:tc>
          <w:tcPr>
            <w:tcW w:w="2087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10</w:t>
            </w:r>
          </w:p>
        </w:tc>
        <w:tc>
          <w:tcPr>
            <w:tcW w:w="4117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с. Новоселово</w:t>
            </w:r>
          </w:p>
        </w:tc>
        <w:tc>
          <w:tcPr>
            <w:tcW w:w="5244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Улицы: Ленина, Гагарина, Юшкова</w:t>
            </w:r>
          </w:p>
        </w:tc>
        <w:tc>
          <w:tcPr>
            <w:tcW w:w="2694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772</w:t>
            </w:r>
          </w:p>
        </w:tc>
      </w:tr>
      <w:tr w:rsidR="007839EF" w:rsidRPr="00514BC1" w:rsidTr="0005364C">
        <w:tc>
          <w:tcPr>
            <w:tcW w:w="2087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11</w:t>
            </w:r>
          </w:p>
        </w:tc>
        <w:tc>
          <w:tcPr>
            <w:tcW w:w="4117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с. Новоселово</w:t>
            </w:r>
          </w:p>
        </w:tc>
        <w:tc>
          <w:tcPr>
            <w:tcW w:w="5244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Улицы: Большетесинская, Возрождения, Королева, Крупской, Мира, Партизанская, Первомайская, Фрунзе, Школьная</w:t>
            </w:r>
          </w:p>
        </w:tc>
        <w:tc>
          <w:tcPr>
            <w:tcW w:w="2694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761</w:t>
            </w:r>
          </w:p>
        </w:tc>
      </w:tr>
      <w:tr w:rsidR="007839EF" w:rsidRPr="00514BC1" w:rsidTr="0005364C">
        <w:tc>
          <w:tcPr>
            <w:tcW w:w="2087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12</w:t>
            </w:r>
          </w:p>
        </w:tc>
        <w:tc>
          <w:tcPr>
            <w:tcW w:w="4117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с. Новоселово</w:t>
            </w:r>
          </w:p>
        </w:tc>
        <w:tc>
          <w:tcPr>
            <w:tcW w:w="5244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Западный переулок, Строительный переулок, улицы: Карла Маркса, Комсомольская, Космонавтов, Кравченко, Промышленная, Совхозная, Степная, Щетинкина, Яновская</w:t>
            </w:r>
          </w:p>
        </w:tc>
        <w:tc>
          <w:tcPr>
            <w:tcW w:w="2694" w:type="dxa"/>
          </w:tcPr>
          <w:p w:rsidR="007839EF" w:rsidRPr="00902968" w:rsidRDefault="007839EF" w:rsidP="0005364C">
            <w:pPr>
              <w:jc w:val="center"/>
              <w:rPr>
                <w:sz w:val="24"/>
                <w:szCs w:val="24"/>
              </w:rPr>
            </w:pPr>
            <w:r w:rsidRPr="00902968">
              <w:rPr>
                <w:sz w:val="24"/>
                <w:szCs w:val="24"/>
              </w:rPr>
              <w:t>793</w:t>
            </w:r>
          </w:p>
        </w:tc>
      </w:tr>
    </w:tbl>
    <w:p w:rsidR="007839EF" w:rsidRDefault="007839EF" w:rsidP="00103295">
      <w:pPr>
        <w:jc w:val="center"/>
        <w:rPr>
          <w:szCs w:val="28"/>
        </w:rPr>
      </w:pPr>
    </w:p>
    <w:p w:rsidR="007839EF" w:rsidRDefault="007839EF" w:rsidP="00103295">
      <w:pPr>
        <w:jc w:val="center"/>
        <w:rPr>
          <w:szCs w:val="28"/>
        </w:rPr>
      </w:pPr>
    </w:p>
    <w:p w:rsidR="007839EF" w:rsidRDefault="007839EF" w:rsidP="00103295">
      <w:pPr>
        <w:jc w:val="center"/>
        <w:rPr>
          <w:szCs w:val="28"/>
        </w:rPr>
      </w:pPr>
    </w:p>
    <w:p w:rsidR="007839EF" w:rsidRDefault="007839EF" w:rsidP="00103295">
      <w:pPr>
        <w:jc w:val="center"/>
        <w:rPr>
          <w:szCs w:val="28"/>
        </w:rPr>
      </w:pPr>
    </w:p>
    <w:p w:rsidR="007839EF" w:rsidRDefault="007839EF" w:rsidP="00103295">
      <w:pPr>
        <w:rPr>
          <w:szCs w:val="28"/>
        </w:rPr>
      </w:pPr>
    </w:p>
    <w:p w:rsidR="007839EF" w:rsidRPr="00A87945" w:rsidRDefault="007839EF" w:rsidP="00103295">
      <w:pPr>
        <w:jc w:val="center"/>
        <w:rPr>
          <w:szCs w:val="28"/>
        </w:rPr>
      </w:pPr>
      <w:r>
        <w:rPr>
          <w:szCs w:val="28"/>
        </w:rPr>
        <w:t>Раздел 2. Графическое изображение схемы одномандатных избирательных округов</w:t>
      </w:r>
    </w:p>
    <w:p w:rsidR="007839EF" w:rsidRPr="00A87945" w:rsidRDefault="007839EF" w:rsidP="00103295">
      <w:pPr>
        <w:rPr>
          <w:szCs w:val="28"/>
        </w:rPr>
      </w:pPr>
    </w:p>
    <w:p w:rsidR="007839EF" w:rsidRPr="00A87945" w:rsidRDefault="007839EF" w:rsidP="00103295">
      <w:pPr>
        <w:rPr>
          <w:szCs w:val="28"/>
        </w:rPr>
      </w:pPr>
    </w:p>
    <w:p w:rsidR="007839EF" w:rsidRPr="00A87945" w:rsidRDefault="007839EF" w:rsidP="00103295">
      <w:pPr>
        <w:rPr>
          <w:szCs w:val="28"/>
        </w:rPr>
      </w:pPr>
    </w:p>
    <w:p w:rsidR="007839EF" w:rsidRDefault="007839EF" w:rsidP="00103295">
      <w:pPr>
        <w:ind w:firstLine="708"/>
        <w:jc w:val="both"/>
        <w:rPr>
          <w:szCs w:val="28"/>
        </w:rPr>
      </w:pPr>
      <w:r>
        <w:rPr>
          <w:szCs w:val="28"/>
        </w:rPr>
        <w:t>1. Всего на территории муниципального образования Новоселовский район Красноярского края образовано 12 одномандатных избирательных округов.</w:t>
      </w:r>
    </w:p>
    <w:p w:rsidR="007839EF" w:rsidRDefault="007839EF" w:rsidP="00103295">
      <w:pPr>
        <w:ind w:firstLine="708"/>
        <w:jc w:val="both"/>
        <w:rPr>
          <w:szCs w:val="28"/>
        </w:rPr>
      </w:pPr>
      <w:r>
        <w:rPr>
          <w:szCs w:val="28"/>
        </w:rPr>
        <w:t>2. Численность избирателей зарегистрированных по 12 одномандатным округам по состоянию на 01.01.2020 составила 10075.</w:t>
      </w:r>
      <w:bookmarkStart w:id="0" w:name="_GoBack"/>
      <w:bookmarkEnd w:id="0"/>
    </w:p>
    <w:p w:rsidR="007839EF" w:rsidRPr="00924FA4" w:rsidRDefault="007839EF" w:rsidP="00103295">
      <w:pPr>
        <w:ind w:firstLine="708"/>
        <w:jc w:val="both"/>
        <w:rPr>
          <w:szCs w:val="28"/>
        </w:rPr>
      </w:pPr>
      <w:r>
        <w:rPr>
          <w:szCs w:val="28"/>
        </w:rPr>
        <w:t>3. Избирательная комиссия муниципального образования Новоселовский район Красноярского края, на которую возложены полномочия окружной избирательной комиссии, расположена по адресу: Красноярский край, Новоселовский район, с. Новоселово, ул. Ленина, д. 9, здание администрации Новоселовского района Красноярского края, 3-й этаж, тел. 8(39147)91451.</w:t>
      </w:r>
    </w:p>
    <w:p w:rsidR="007839EF" w:rsidRDefault="007839EF" w:rsidP="00103295">
      <w:pPr>
        <w:rPr>
          <w:szCs w:val="28"/>
        </w:rPr>
      </w:pPr>
    </w:p>
    <w:p w:rsidR="007839EF" w:rsidRDefault="007839EF" w:rsidP="00103295">
      <w:pPr>
        <w:rPr>
          <w:szCs w:val="28"/>
        </w:rPr>
      </w:pPr>
    </w:p>
    <w:p w:rsidR="007839EF" w:rsidRDefault="007839EF" w:rsidP="00103295">
      <w:pPr>
        <w:rPr>
          <w:szCs w:val="28"/>
        </w:rPr>
      </w:pPr>
    </w:p>
    <w:p w:rsidR="007839EF" w:rsidRDefault="007839EF" w:rsidP="00103295"/>
    <w:p w:rsidR="007839EF" w:rsidRPr="00103295" w:rsidRDefault="007839EF" w:rsidP="00103295"/>
    <w:sectPr w:rsidR="007839EF" w:rsidRPr="00103295" w:rsidSect="00F77887">
      <w:headerReference w:type="even" r:id="rId7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9EF" w:rsidRDefault="007839EF">
      <w:r>
        <w:separator/>
      </w:r>
    </w:p>
  </w:endnote>
  <w:endnote w:type="continuationSeparator" w:id="0">
    <w:p w:rsidR="007839EF" w:rsidRDefault="007839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9EF" w:rsidRDefault="007839EF">
      <w:r>
        <w:separator/>
      </w:r>
    </w:p>
  </w:footnote>
  <w:footnote w:type="continuationSeparator" w:id="0">
    <w:p w:rsidR="007839EF" w:rsidRDefault="007839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9EF" w:rsidRDefault="007839EF" w:rsidP="003B216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839EF" w:rsidRDefault="007839E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9EF" w:rsidRDefault="007839EF" w:rsidP="003B216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839EF" w:rsidRDefault="007839E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7887"/>
    <w:rsid w:val="0005364C"/>
    <w:rsid w:val="00103295"/>
    <w:rsid w:val="001465E1"/>
    <w:rsid w:val="00171B19"/>
    <w:rsid w:val="00184380"/>
    <w:rsid w:val="00193D18"/>
    <w:rsid w:val="00342794"/>
    <w:rsid w:val="003B2163"/>
    <w:rsid w:val="00426098"/>
    <w:rsid w:val="00445E49"/>
    <w:rsid w:val="00514BC1"/>
    <w:rsid w:val="005420EC"/>
    <w:rsid w:val="005D2E23"/>
    <w:rsid w:val="00611ABC"/>
    <w:rsid w:val="0068138C"/>
    <w:rsid w:val="006E6ED0"/>
    <w:rsid w:val="007839EF"/>
    <w:rsid w:val="00796C9C"/>
    <w:rsid w:val="00824BDE"/>
    <w:rsid w:val="00854638"/>
    <w:rsid w:val="00857755"/>
    <w:rsid w:val="008831A5"/>
    <w:rsid w:val="00902968"/>
    <w:rsid w:val="00924FA4"/>
    <w:rsid w:val="00942869"/>
    <w:rsid w:val="009747D0"/>
    <w:rsid w:val="00975CF0"/>
    <w:rsid w:val="00A36144"/>
    <w:rsid w:val="00A87945"/>
    <w:rsid w:val="00B45D75"/>
    <w:rsid w:val="00BD5CFC"/>
    <w:rsid w:val="00BF6A53"/>
    <w:rsid w:val="00C52A81"/>
    <w:rsid w:val="00CD598D"/>
    <w:rsid w:val="00CE03B7"/>
    <w:rsid w:val="00D5026D"/>
    <w:rsid w:val="00DE76CF"/>
    <w:rsid w:val="00E20B8B"/>
    <w:rsid w:val="00F145B8"/>
    <w:rsid w:val="00F5095E"/>
    <w:rsid w:val="00F77887"/>
    <w:rsid w:val="00FD2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887"/>
    <w:rPr>
      <w:rFonts w:ascii="Times New Roman" w:eastAsia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F77887"/>
    <w:rPr>
      <w:sz w:val="32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77887"/>
    <w:rPr>
      <w:rFonts w:ascii="Times New Roman" w:hAnsi="Times New Roman" w:cs="Times New Roman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F77887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7788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77887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F77887"/>
    <w:rPr>
      <w:rFonts w:cs="Times New Roman"/>
    </w:rPr>
  </w:style>
  <w:style w:type="paragraph" w:customStyle="1" w:styleId="ConsPlusNormal">
    <w:name w:val="ConsPlusNormal"/>
    <w:uiPriority w:val="99"/>
    <w:rsid w:val="00F77887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NoSpacing">
    <w:name w:val="No Spacing"/>
    <w:uiPriority w:val="99"/>
    <w:qFormat/>
    <w:rsid w:val="00F77887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044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96</TotalTime>
  <Pages>4</Pages>
  <Words>2991</Words>
  <Characters>17052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puma</cp:lastModifiedBy>
  <cp:revision>10</cp:revision>
  <cp:lastPrinted>2020-04-07T04:09:00Z</cp:lastPrinted>
  <dcterms:created xsi:type="dcterms:W3CDTF">2020-04-09T02:50:00Z</dcterms:created>
  <dcterms:modified xsi:type="dcterms:W3CDTF">2020-04-29T02:50:00Z</dcterms:modified>
</cp:coreProperties>
</file>