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4EF" w:rsidRDefault="00FE64EF" w:rsidP="00CB766B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 О С С И Й С К А Я   Ф Е Д Е Р А Ц И Я</w:t>
      </w:r>
    </w:p>
    <w:p w:rsidR="00FE64EF" w:rsidRDefault="00FE64EF" w:rsidP="00CB766B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  КРАЙ</w:t>
      </w:r>
    </w:p>
    <w:p w:rsidR="00FE64EF" w:rsidRDefault="00FE64EF" w:rsidP="00CB766B">
      <w:pPr>
        <w:pStyle w:val="BodyTextIndent"/>
        <w:shd w:val="clear" w:color="auto" w:fill="FFFFFF"/>
        <w:jc w:val="center"/>
        <w:rPr>
          <w:b/>
          <w:sz w:val="40"/>
        </w:rPr>
      </w:pPr>
    </w:p>
    <w:p w:rsidR="00FE64EF" w:rsidRDefault="00FE64EF" w:rsidP="00CB766B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 xml:space="preserve">НОВОСЕЛОВСКИЙ  </w:t>
      </w:r>
    </w:p>
    <w:p w:rsidR="00FE64EF" w:rsidRDefault="00FE64EF" w:rsidP="00CB766B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РАЙОННЫЙ  СОВЕТ  ДЕПУТАТОВ</w:t>
      </w:r>
    </w:p>
    <w:p w:rsidR="00FE64EF" w:rsidRDefault="00FE64EF" w:rsidP="00CB766B">
      <w:pPr>
        <w:pStyle w:val="BodyTextIndent"/>
        <w:shd w:val="clear" w:color="auto" w:fill="FFFFFF"/>
        <w:jc w:val="center"/>
        <w:rPr>
          <w:b/>
          <w:sz w:val="44"/>
        </w:rPr>
      </w:pPr>
    </w:p>
    <w:p w:rsidR="00FE64EF" w:rsidRDefault="00FE64EF" w:rsidP="00CB766B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FE64EF" w:rsidRDefault="00FE64EF" w:rsidP="00BE4A46">
      <w:pPr>
        <w:pStyle w:val="BodyTextIndent"/>
        <w:shd w:val="clear" w:color="auto" w:fill="FFFFFF"/>
        <w:rPr>
          <w:sz w:val="20"/>
        </w:rPr>
      </w:pPr>
    </w:p>
    <w:p w:rsidR="00FE64EF" w:rsidRPr="005E1656" w:rsidRDefault="00FE64EF" w:rsidP="00BE4A46">
      <w:pPr>
        <w:pStyle w:val="BodyTextIndent"/>
        <w:shd w:val="clear" w:color="auto" w:fill="FFFFFF"/>
        <w:rPr>
          <w:sz w:val="28"/>
          <w:szCs w:val="28"/>
        </w:rPr>
      </w:pPr>
      <w:r w:rsidRPr="005E1656">
        <w:rPr>
          <w:sz w:val="28"/>
          <w:szCs w:val="28"/>
        </w:rPr>
        <w:t>12 сентября 2016 года                 с. Новоселово                                 № 17-84-56р</w:t>
      </w:r>
    </w:p>
    <w:p w:rsidR="00FE64EF" w:rsidRPr="005E1656" w:rsidRDefault="00FE64EF" w:rsidP="00BE4A46">
      <w:pPr>
        <w:pStyle w:val="ConsPlusNormal"/>
        <w:jc w:val="both"/>
      </w:pPr>
    </w:p>
    <w:p w:rsidR="00FE64EF" w:rsidRPr="005E1656" w:rsidRDefault="00FE64EF" w:rsidP="00BE4A46">
      <w:pPr>
        <w:pStyle w:val="ConsPlusNormal"/>
        <w:jc w:val="both"/>
      </w:pPr>
    </w:p>
    <w:p w:rsidR="00FE64EF" w:rsidRPr="005E1656" w:rsidRDefault="00FE64EF" w:rsidP="00954180">
      <w:pPr>
        <w:rPr>
          <w:sz w:val="28"/>
          <w:szCs w:val="28"/>
        </w:rPr>
      </w:pPr>
      <w:r w:rsidRPr="005E1656">
        <w:rPr>
          <w:sz w:val="28"/>
          <w:szCs w:val="28"/>
        </w:rPr>
        <w:t>О признании утратившим силу</w:t>
      </w:r>
    </w:p>
    <w:p w:rsidR="00FE64EF" w:rsidRPr="005E1656" w:rsidRDefault="00FE64EF" w:rsidP="00954180">
      <w:pPr>
        <w:rPr>
          <w:sz w:val="28"/>
          <w:szCs w:val="28"/>
        </w:rPr>
      </w:pPr>
      <w:r w:rsidRPr="005E1656">
        <w:rPr>
          <w:sz w:val="28"/>
          <w:szCs w:val="28"/>
        </w:rPr>
        <w:t>решения Новоселовского районного</w:t>
      </w:r>
    </w:p>
    <w:p w:rsidR="00FE64EF" w:rsidRPr="005E1656" w:rsidRDefault="00FE64EF" w:rsidP="00954180">
      <w:pPr>
        <w:rPr>
          <w:sz w:val="28"/>
          <w:szCs w:val="28"/>
        </w:rPr>
      </w:pPr>
      <w:r w:rsidRPr="005E1656">
        <w:rPr>
          <w:sz w:val="28"/>
          <w:szCs w:val="28"/>
        </w:rPr>
        <w:t>Совета депутатов от 29.06.2016 № 13-71-43р</w:t>
      </w:r>
    </w:p>
    <w:p w:rsidR="00FE64EF" w:rsidRPr="005E1656" w:rsidRDefault="00FE64EF" w:rsidP="00954180">
      <w:pPr>
        <w:rPr>
          <w:sz w:val="28"/>
          <w:szCs w:val="28"/>
        </w:rPr>
      </w:pPr>
      <w:r w:rsidRPr="005E1656">
        <w:rPr>
          <w:sz w:val="28"/>
          <w:szCs w:val="28"/>
        </w:rPr>
        <w:t xml:space="preserve">«Об утверждении Устава Новоселовского района </w:t>
      </w:r>
    </w:p>
    <w:p w:rsidR="00FE64EF" w:rsidRPr="005E1656" w:rsidRDefault="00FE64EF" w:rsidP="00954180">
      <w:pPr>
        <w:rPr>
          <w:sz w:val="28"/>
          <w:szCs w:val="28"/>
        </w:rPr>
      </w:pPr>
      <w:r w:rsidRPr="005E1656">
        <w:rPr>
          <w:sz w:val="28"/>
          <w:szCs w:val="28"/>
        </w:rPr>
        <w:t>Красноярского края в новой редакции»</w:t>
      </w:r>
    </w:p>
    <w:p w:rsidR="00FE64EF" w:rsidRPr="005E1656" w:rsidRDefault="00FE64EF" w:rsidP="00BE4A46">
      <w:pPr>
        <w:pStyle w:val="ConsPlusNormal"/>
        <w:ind w:firstLine="540"/>
        <w:jc w:val="both"/>
      </w:pPr>
    </w:p>
    <w:p w:rsidR="00FE64EF" w:rsidRPr="005E1656" w:rsidRDefault="00FE64EF" w:rsidP="00BE4A46">
      <w:pPr>
        <w:pStyle w:val="ConsPlusNormal"/>
        <w:ind w:firstLine="540"/>
        <w:jc w:val="both"/>
      </w:pPr>
    </w:p>
    <w:p w:rsidR="00FE64EF" w:rsidRPr="005E1656" w:rsidRDefault="00FE64EF" w:rsidP="00BE4A46">
      <w:pPr>
        <w:jc w:val="both"/>
        <w:rPr>
          <w:sz w:val="28"/>
          <w:szCs w:val="28"/>
        </w:rPr>
      </w:pPr>
      <w:r w:rsidRPr="005E1656">
        <w:rPr>
          <w:sz w:val="28"/>
          <w:szCs w:val="28"/>
        </w:rPr>
        <w:t xml:space="preserve">              В</w:t>
      </w:r>
      <w:r w:rsidRPr="005E1656">
        <w:rPr>
          <w:color w:val="000000"/>
          <w:sz w:val="28"/>
          <w:szCs w:val="28"/>
        </w:rPr>
        <w:t xml:space="preserve">  соответствии со статьей 48 Федерального закона от 06.10.2003 № 131-ФЗ «Об общих принципах организации местного самоуправления в Российской Федерации», руководствуясь статьями 18, 22 Устава Новоселовского района</w:t>
      </w:r>
      <w:r w:rsidRPr="005E1656">
        <w:rPr>
          <w:sz w:val="28"/>
          <w:szCs w:val="28"/>
        </w:rPr>
        <w:t xml:space="preserve">, </w:t>
      </w:r>
    </w:p>
    <w:p w:rsidR="00FE64EF" w:rsidRPr="005E1656" w:rsidRDefault="00FE64EF" w:rsidP="00BE4A46">
      <w:pPr>
        <w:pStyle w:val="ConsPlusNormal"/>
        <w:ind w:firstLine="540"/>
        <w:jc w:val="center"/>
        <w:rPr>
          <w:b/>
        </w:rPr>
      </w:pPr>
    </w:p>
    <w:p w:rsidR="00FE64EF" w:rsidRPr="005E1656" w:rsidRDefault="00FE64EF" w:rsidP="00BE4A46">
      <w:pPr>
        <w:pStyle w:val="ConsPlusNormal"/>
        <w:ind w:firstLine="540"/>
        <w:jc w:val="center"/>
        <w:rPr>
          <w:b/>
        </w:rPr>
      </w:pPr>
      <w:r w:rsidRPr="005E1656">
        <w:rPr>
          <w:b/>
        </w:rPr>
        <w:t xml:space="preserve">Новоселовский районный Совет депутатов РЕШИЛ: </w:t>
      </w:r>
    </w:p>
    <w:p w:rsidR="00FE64EF" w:rsidRPr="005E1656" w:rsidRDefault="00FE64EF" w:rsidP="00253458">
      <w:pPr>
        <w:jc w:val="both"/>
        <w:rPr>
          <w:sz w:val="28"/>
          <w:szCs w:val="28"/>
        </w:rPr>
      </w:pPr>
    </w:p>
    <w:p w:rsidR="00FE64EF" w:rsidRPr="005E1656" w:rsidRDefault="00FE64EF" w:rsidP="00B83A53">
      <w:pPr>
        <w:ind w:firstLine="851"/>
        <w:jc w:val="both"/>
        <w:rPr>
          <w:sz w:val="28"/>
          <w:szCs w:val="28"/>
          <w:shd w:val="clear" w:color="auto" w:fill="FFFFFF"/>
        </w:rPr>
      </w:pPr>
      <w:r w:rsidRPr="005E1656">
        <w:rPr>
          <w:sz w:val="28"/>
          <w:szCs w:val="28"/>
        </w:rPr>
        <w:t>1. Признать утратившим силу решение Новоселовского районного Совета депутатов от 29.06.2016 № 13-71-43р «Об утверждении Устава Новоселовского района Красноярского края в новой редакции».</w:t>
      </w:r>
    </w:p>
    <w:p w:rsidR="00FE64EF" w:rsidRPr="005E1656" w:rsidRDefault="00FE64EF" w:rsidP="00B83A53">
      <w:pPr>
        <w:ind w:firstLine="851"/>
        <w:jc w:val="both"/>
        <w:rPr>
          <w:sz w:val="28"/>
          <w:szCs w:val="28"/>
        </w:rPr>
      </w:pPr>
      <w:r w:rsidRPr="005E1656">
        <w:rPr>
          <w:sz w:val="28"/>
          <w:szCs w:val="28"/>
        </w:rPr>
        <w:t>2. Решение вступает в силу со дня его подписания и подлежит официальному опубликованию в периодическом печатном издании «Официальный вестник Новоселовского района».</w:t>
      </w:r>
    </w:p>
    <w:p w:rsidR="00FE64EF" w:rsidRPr="005E1656" w:rsidRDefault="00FE64EF" w:rsidP="00253458">
      <w:pPr>
        <w:ind w:firstLine="851"/>
        <w:jc w:val="both"/>
        <w:rPr>
          <w:sz w:val="28"/>
          <w:szCs w:val="28"/>
        </w:rPr>
      </w:pPr>
    </w:p>
    <w:p w:rsidR="00FE64EF" w:rsidRPr="005E1656" w:rsidRDefault="00FE64EF" w:rsidP="00BE4A46">
      <w:pPr>
        <w:tabs>
          <w:tab w:val="left" w:pos="567"/>
        </w:tabs>
        <w:jc w:val="both"/>
        <w:rPr>
          <w:sz w:val="28"/>
          <w:szCs w:val="28"/>
        </w:rPr>
      </w:pPr>
      <w:r w:rsidRPr="005E1656">
        <w:rPr>
          <w:sz w:val="28"/>
          <w:szCs w:val="28"/>
        </w:rPr>
        <w:t xml:space="preserve">                 </w:t>
      </w:r>
    </w:p>
    <w:p w:rsidR="00FE64EF" w:rsidRPr="005E1656" w:rsidRDefault="00FE64EF" w:rsidP="00BE4A46">
      <w:pPr>
        <w:tabs>
          <w:tab w:val="left" w:pos="567"/>
        </w:tabs>
        <w:jc w:val="both"/>
        <w:rPr>
          <w:sz w:val="28"/>
          <w:szCs w:val="28"/>
        </w:rPr>
      </w:pPr>
      <w:r w:rsidRPr="005E1656">
        <w:rPr>
          <w:sz w:val="28"/>
          <w:szCs w:val="28"/>
        </w:rPr>
        <w:t xml:space="preserve">                             </w:t>
      </w:r>
    </w:p>
    <w:p w:rsidR="00FE64EF" w:rsidRPr="005E1656" w:rsidRDefault="00FE64EF" w:rsidP="00BE4A46">
      <w:pPr>
        <w:jc w:val="both"/>
        <w:rPr>
          <w:sz w:val="28"/>
          <w:szCs w:val="28"/>
        </w:rPr>
      </w:pPr>
    </w:p>
    <w:p w:rsidR="00FE64EF" w:rsidRPr="005E1656" w:rsidRDefault="00FE64EF" w:rsidP="00BE4A46">
      <w:pPr>
        <w:jc w:val="both"/>
        <w:rPr>
          <w:sz w:val="28"/>
          <w:szCs w:val="28"/>
        </w:rPr>
      </w:pPr>
      <w:r w:rsidRPr="005E1656">
        <w:rPr>
          <w:sz w:val="28"/>
          <w:szCs w:val="28"/>
        </w:rPr>
        <w:t xml:space="preserve">Председатель Новоселовского                              Глава Новоселовского района    </w:t>
      </w:r>
    </w:p>
    <w:p w:rsidR="00FE64EF" w:rsidRPr="005E1656" w:rsidRDefault="00FE64EF" w:rsidP="00BE4A46">
      <w:pPr>
        <w:jc w:val="both"/>
        <w:rPr>
          <w:sz w:val="28"/>
          <w:szCs w:val="28"/>
        </w:rPr>
      </w:pPr>
      <w:r w:rsidRPr="005E1656">
        <w:rPr>
          <w:sz w:val="28"/>
          <w:szCs w:val="28"/>
        </w:rPr>
        <w:t>районного Совета депутатов</w:t>
      </w:r>
    </w:p>
    <w:p w:rsidR="00FE64EF" w:rsidRPr="005E1656" w:rsidRDefault="00FE64EF" w:rsidP="00BE4A46">
      <w:pPr>
        <w:jc w:val="both"/>
        <w:rPr>
          <w:sz w:val="28"/>
          <w:szCs w:val="28"/>
        </w:rPr>
      </w:pPr>
    </w:p>
    <w:p w:rsidR="00FE64EF" w:rsidRPr="005E1656" w:rsidRDefault="00FE64EF" w:rsidP="00BE4A46">
      <w:pPr>
        <w:jc w:val="both"/>
        <w:rPr>
          <w:sz w:val="28"/>
          <w:szCs w:val="28"/>
        </w:rPr>
      </w:pPr>
      <w:r w:rsidRPr="005E1656">
        <w:rPr>
          <w:sz w:val="28"/>
          <w:szCs w:val="28"/>
        </w:rPr>
        <w:t>______________Л.Ю. Толстикова                         ______________ А.В. Гергарт</w:t>
      </w:r>
    </w:p>
    <w:sectPr w:rsidR="00FE64EF" w:rsidRPr="005E1656" w:rsidSect="00E87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77350"/>
    <w:multiLevelType w:val="hybridMultilevel"/>
    <w:tmpl w:val="FE1653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A46"/>
    <w:rsid w:val="00253458"/>
    <w:rsid w:val="00265C0D"/>
    <w:rsid w:val="002C4326"/>
    <w:rsid w:val="00322E64"/>
    <w:rsid w:val="00405A9A"/>
    <w:rsid w:val="00417A37"/>
    <w:rsid w:val="00487313"/>
    <w:rsid w:val="004B072E"/>
    <w:rsid w:val="0057549F"/>
    <w:rsid w:val="005E1656"/>
    <w:rsid w:val="00735B9F"/>
    <w:rsid w:val="008627BD"/>
    <w:rsid w:val="0087328D"/>
    <w:rsid w:val="00954180"/>
    <w:rsid w:val="00957348"/>
    <w:rsid w:val="00967035"/>
    <w:rsid w:val="00B026A7"/>
    <w:rsid w:val="00B83A53"/>
    <w:rsid w:val="00BE4A46"/>
    <w:rsid w:val="00C46522"/>
    <w:rsid w:val="00CB766B"/>
    <w:rsid w:val="00CF2279"/>
    <w:rsid w:val="00D21A69"/>
    <w:rsid w:val="00DF6FD3"/>
    <w:rsid w:val="00E87A2E"/>
    <w:rsid w:val="00F731B5"/>
    <w:rsid w:val="00FC1793"/>
    <w:rsid w:val="00FE6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A4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E4A46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BE4A46"/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E4A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BE4A4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E4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4A4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191</Words>
  <Characters>1090</Characters>
  <Application>Microsoft Office Outlook</Application>
  <DocSecurity>0</DocSecurity>
  <Lines>0</Lines>
  <Paragraphs>0</Paragraphs>
  <ScaleCrop>false</ScaleCrop>
  <Company>StartSoft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совета</dc:creator>
  <cp:keywords/>
  <dc:description/>
  <cp:lastModifiedBy>puma</cp:lastModifiedBy>
  <cp:revision>12</cp:revision>
  <cp:lastPrinted>2016-09-12T04:37:00Z</cp:lastPrinted>
  <dcterms:created xsi:type="dcterms:W3CDTF">2016-06-21T07:56:00Z</dcterms:created>
  <dcterms:modified xsi:type="dcterms:W3CDTF">2016-09-12T04:38:00Z</dcterms:modified>
</cp:coreProperties>
</file>