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6E0" w:rsidRPr="00193D18" w:rsidRDefault="00DE46E0" w:rsidP="003B2A2C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РОССИЙСКАЯ ФЕДЕРАЦИЯ</w:t>
      </w:r>
    </w:p>
    <w:p w:rsidR="00DE46E0" w:rsidRPr="00193D18" w:rsidRDefault="00DE46E0" w:rsidP="003B2A2C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КРАСНОЯРСКИЙ КРАЙ</w:t>
      </w:r>
    </w:p>
    <w:p w:rsidR="00DE46E0" w:rsidRDefault="00DE46E0" w:rsidP="003B2A2C">
      <w:pPr>
        <w:pStyle w:val="BodyTextIndent"/>
        <w:shd w:val="clear" w:color="auto" w:fill="FFFFFF"/>
        <w:jc w:val="center"/>
        <w:rPr>
          <w:b/>
          <w:sz w:val="36"/>
        </w:rPr>
      </w:pPr>
    </w:p>
    <w:p w:rsidR="00DE46E0" w:rsidRPr="00E20B8B" w:rsidRDefault="00DE46E0" w:rsidP="003B2A2C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</w:t>
      </w:r>
      <w:r w:rsidRPr="00E20B8B">
        <w:rPr>
          <w:b/>
          <w:sz w:val="36"/>
        </w:rPr>
        <w:t xml:space="preserve">ЛОВСКИЙ </w:t>
      </w:r>
    </w:p>
    <w:p w:rsidR="00DE46E0" w:rsidRDefault="00DE46E0" w:rsidP="003B2A2C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 xml:space="preserve">РАЙОННЫЙ СОВЕТ </w:t>
      </w:r>
      <w:r w:rsidRPr="00E20B8B">
        <w:rPr>
          <w:b/>
          <w:sz w:val="36"/>
        </w:rPr>
        <w:t>ДЕПУТАТОВ</w:t>
      </w:r>
    </w:p>
    <w:p w:rsidR="00DE46E0" w:rsidRPr="00011BC5" w:rsidRDefault="00DE46E0" w:rsidP="003B2A2C">
      <w:pPr>
        <w:pStyle w:val="BodyTextIndent"/>
        <w:shd w:val="clear" w:color="auto" w:fill="FFFFFF"/>
        <w:jc w:val="center"/>
        <w:rPr>
          <w:b/>
          <w:sz w:val="36"/>
        </w:rPr>
      </w:pPr>
    </w:p>
    <w:p w:rsidR="00DE46E0" w:rsidRDefault="00DE46E0" w:rsidP="003B2A2C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DE46E0" w:rsidRDefault="00DE46E0" w:rsidP="00147380">
      <w:pPr>
        <w:pStyle w:val="BodyTextIndent"/>
        <w:shd w:val="clear" w:color="auto" w:fill="FFFFFF"/>
        <w:jc w:val="center"/>
        <w:rPr>
          <w:b/>
          <w:sz w:val="36"/>
        </w:rPr>
      </w:pPr>
    </w:p>
    <w:p w:rsidR="00DE46E0" w:rsidRPr="003D7887" w:rsidRDefault="00DE46E0" w:rsidP="00C720CE">
      <w:pPr>
        <w:rPr>
          <w:sz w:val="28"/>
          <w:szCs w:val="28"/>
        </w:rPr>
      </w:pPr>
      <w:r>
        <w:rPr>
          <w:bCs/>
          <w:iCs/>
          <w:sz w:val="28"/>
          <w:szCs w:val="28"/>
        </w:rPr>
        <w:t>04 марта 2022 года</w:t>
      </w:r>
      <w:r w:rsidRPr="00C722CA">
        <w:rPr>
          <w:bCs/>
          <w:iCs/>
          <w:sz w:val="28"/>
          <w:szCs w:val="28"/>
        </w:rPr>
        <w:t xml:space="preserve">                  </w:t>
      </w:r>
      <w:r>
        <w:rPr>
          <w:bCs/>
          <w:iCs/>
          <w:sz w:val="28"/>
          <w:szCs w:val="28"/>
        </w:rPr>
        <w:t xml:space="preserve">  </w:t>
      </w:r>
      <w:r w:rsidRPr="00C722CA">
        <w:rPr>
          <w:bCs/>
          <w:iCs/>
          <w:sz w:val="28"/>
          <w:szCs w:val="28"/>
        </w:rPr>
        <w:t xml:space="preserve">  с. Новоселово        </w:t>
      </w:r>
      <w:r>
        <w:rPr>
          <w:bCs/>
          <w:iCs/>
          <w:sz w:val="28"/>
          <w:szCs w:val="28"/>
        </w:rPr>
        <w:t xml:space="preserve"> </w:t>
      </w:r>
      <w:r w:rsidRPr="00C722CA">
        <w:rPr>
          <w:bCs/>
          <w:iCs/>
          <w:sz w:val="28"/>
          <w:szCs w:val="28"/>
        </w:rPr>
        <w:t xml:space="preserve">                        </w:t>
      </w:r>
      <w:r>
        <w:rPr>
          <w:bCs/>
          <w:iCs/>
          <w:sz w:val="28"/>
          <w:szCs w:val="28"/>
        </w:rPr>
        <w:t>№ 21-124-9р</w:t>
      </w:r>
    </w:p>
    <w:p w:rsidR="00DE46E0" w:rsidRDefault="00DE46E0" w:rsidP="0031637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8"/>
      </w:tblGrid>
      <w:tr w:rsidR="00DE46E0" w:rsidRPr="00504834" w:rsidTr="0000128F"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DE46E0" w:rsidRPr="00C720CE" w:rsidRDefault="00DE46E0" w:rsidP="0000128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04834">
              <w:rPr>
                <w:bCs/>
                <w:color w:val="000000"/>
                <w:sz w:val="28"/>
                <w:szCs w:val="28"/>
              </w:rPr>
              <w:t xml:space="preserve">О присвоении муниципальному бюджетному образовательному учреждению </w:t>
            </w:r>
            <w:r>
              <w:rPr>
                <w:bCs/>
                <w:color w:val="000000"/>
                <w:sz w:val="28"/>
                <w:szCs w:val="28"/>
              </w:rPr>
              <w:t>Игрышенской</w:t>
            </w:r>
            <w:r w:rsidRPr="00504834">
              <w:rPr>
                <w:bCs/>
                <w:color w:val="000000"/>
                <w:sz w:val="28"/>
                <w:szCs w:val="28"/>
              </w:rPr>
              <w:t xml:space="preserve"> сре</w:t>
            </w:r>
            <w:r>
              <w:rPr>
                <w:bCs/>
                <w:color w:val="000000"/>
                <w:sz w:val="28"/>
                <w:szCs w:val="28"/>
              </w:rPr>
              <w:t xml:space="preserve">дней общеобразовательной </w:t>
            </w:r>
            <w:r w:rsidRPr="00504834">
              <w:rPr>
                <w:bCs/>
                <w:color w:val="000000"/>
                <w:sz w:val="28"/>
                <w:szCs w:val="28"/>
              </w:rPr>
              <w:t xml:space="preserve">школе № 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504834">
              <w:rPr>
                <w:bCs/>
                <w:color w:val="000000"/>
                <w:sz w:val="28"/>
                <w:szCs w:val="28"/>
              </w:rPr>
              <w:t xml:space="preserve"> имени Героя Советского </w:t>
            </w:r>
            <w:r w:rsidRPr="00BA40CF">
              <w:rPr>
                <w:bCs/>
                <w:color w:val="000000"/>
                <w:sz w:val="28"/>
                <w:szCs w:val="28"/>
              </w:rPr>
              <w:t xml:space="preserve">Союза </w:t>
            </w:r>
            <w:r>
              <w:rPr>
                <w:sz w:val="28"/>
                <w:szCs w:val="26"/>
              </w:rPr>
              <w:t>М.Н. Коробова</w:t>
            </w:r>
          </w:p>
        </w:tc>
      </w:tr>
    </w:tbl>
    <w:p w:rsidR="00DE46E0" w:rsidRDefault="00DE46E0" w:rsidP="003B2A2C">
      <w:pPr>
        <w:shd w:val="clear" w:color="auto" w:fill="FFFFFF"/>
        <w:spacing w:line="225" w:lineRule="atLeast"/>
        <w:ind w:firstLine="851"/>
        <w:jc w:val="both"/>
        <w:rPr>
          <w:color w:val="000000"/>
          <w:sz w:val="28"/>
          <w:szCs w:val="28"/>
        </w:rPr>
      </w:pPr>
    </w:p>
    <w:p w:rsidR="00DE46E0" w:rsidRDefault="00DE46E0" w:rsidP="003B2A2C">
      <w:pPr>
        <w:shd w:val="clear" w:color="auto" w:fill="FFFFFF"/>
        <w:spacing w:line="225" w:lineRule="atLeast"/>
        <w:ind w:firstLine="851"/>
        <w:jc w:val="both"/>
        <w:rPr>
          <w:color w:val="000000"/>
          <w:sz w:val="28"/>
          <w:szCs w:val="28"/>
        </w:rPr>
      </w:pPr>
      <w:r w:rsidRPr="00FD2FC6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пунктом 32</w:t>
      </w:r>
      <w:r w:rsidRPr="00FD2FC6">
        <w:rPr>
          <w:color w:val="000000"/>
          <w:sz w:val="28"/>
          <w:szCs w:val="28"/>
        </w:rPr>
        <w:t xml:space="preserve"> </w:t>
      </w:r>
      <w:hyperlink r:id="rId5" w:history="1">
        <w:r>
          <w:rPr>
            <w:color w:val="000000"/>
            <w:sz w:val="28"/>
            <w:szCs w:val="28"/>
          </w:rPr>
          <w:t xml:space="preserve">Указа </w:t>
        </w:r>
        <w:r w:rsidRPr="00FD2FC6">
          <w:rPr>
            <w:color w:val="000000"/>
            <w:sz w:val="28"/>
            <w:szCs w:val="28"/>
          </w:rPr>
          <w:t>Президиума В</w:t>
        </w:r>
        <w:r>
          <w:rPr>
            <w:color w:val="000000"/>
            <w:sz w:val="28"/>
            <w:szCs w:val="28"/>
          </w:rPr>
          <w:t>С РСФСР от 17.08.</w:t>
        </w:r>
        <w:r w:rsidRPr="00FD2FC6">
          <w:rPr>
            <w:color w:val="000000"/>
            <w:sz w:val="28"/>
            <w:szCs w:val="28"/>
          </w:rPr>
          <w:t>1982 года «О порядке решения вопросов административно-территориального устройства РСФСР»</w:t>
        </w:r>
      </w:hyperlink>
      <w:r w:rsidRPr="00FD2FC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пунктом 1 </w:t>
      </w:r>
      <w:r w:rsidRPr="00152400">
        <w:rPr>
          <w:color w:val="000000"/>
          <w:sz w:val="28"/>
          <w:szCs w:val="28"/>
        </w:rPr>
        <w:t>Постановления Совета Министров РСФСР от 30.09.1990 № 402 «О передаче некоторых вопросов на решение Советов Министров автономных республик, крайисполкомов, облисполкомов, Московского и Ленинградского горисполкомов</w:t>
      </w:r>
      <w:r>
        <w:rPr>
          <w:color w:val="000000"/>
          <w:sz w:val="28"/>
          <w:szCs w:val="28"/>
        </w:rPr>
        <w:t>, министерств и ведомств РСФСР»</w:t>
      </w:r>
      <w:r w:rsidRPr="00FD2FC6">
        <w:rPr>
          <w:color w:val="000000"/>
          <w:sz w:val="28"/>
          <w:szCs w:val="28"/>
        </w:rPr>
        <w:t>, руководствуясь статьями 23, 27 </w:t>
      </w:r>
      <w:hyperlink r:id="rId6" w:tgtFrame="_blank" w:history="1">
        <w:r w:rsidRPr="00FD2FC6">
          <w:rPr>
            <w:rStyle w:val="Hyperlink"/>
            <w:color w:val="000000"/>
            <w:sz w:val="28"/>
            <w:szCs w:val="28"/>
            <w:u w:val="none"/>
          </w:rPr>
          <w:t>Устава</w:t>
        </w:r>
      </w:hyperlink>
      <w:r w:rsidRPr="00FD2FC6">
        <w:rPr>
          <w:color w:val="000000"/>
          <w:sz w:val="28"/>
          <w:szCs w:val="28"/>
        </w:rPr>
        <w:t> Новоселовского района</w:t>
      </w:r>
      <w:r>
        <w:rPr>
          <w:color w:val="000000"/>
          <w:sz w:val="28"/>
          <w:szCs w:val="28"/>
        </w:rPr>
        <w:t xml:space="preserve"> Красноярского края</w:t>
      </w:r>
      <w:r w:rsidRPr="00FD2FC6">
        <w:rPr>
          <w:color w:val="000000"/>
          <w:sz w:val="28"/>
          <w:szCs w:val="28"/>
        </w:rPr>
        <w:t>,</w:t>
      </w:r>
    </w:p>
    <w:p w:rsidR="00DE46E0" w:rsidRPr="003B2A2C" w:rsidRDefault="00DE46E0" w:rsidP="003B2A2C">
      <w:pPr>
        <w:shd w:val="clear" w:color="auto" w:fill="FFFFFF"/>
        <w:spacing w:line="225" w:lineRule="atLeast"/>
        <w:ind w:firstLine="851"/>
        <w:jc w:val="both"/>
        <w:rPr>
          <w:color w:val="000000"/>
        </w:rPr>
      </w:pPr>
      <w:r w:rsidRPr="003B2A2C">
        <w:rPr>
          <w:color w:val="000000"/>
        </w:rPr>
        <w:t xml:space="preserve">  </w:t>
      </w:r>
    </w:p>
    <w:p w:rsidR="00DE46E0" w:rsidRDefault="00DE46E0" w:rsidP="003B2A2C">
      <w:pPr>
        <w:pStyle w:val="ConsPlusNormal"/>
        <w:jc w:val="center"/>
        <w:rPr>
          <w:b/>
        </w:rPr>
      </w:pPr>
      <w:r>
        <w:rPr>
          <w:b/>
        </w:rPr>
        <w:t>Новоселовский районный Совет депутатов РЕШИЛ:</w:t>
      </w:r>
    </w:p>
    <w:p w:rsidR="00DE46E0" w:rsidRPr="003B2A2C" w:rsidRDefault="00DE46E0" w:rsidP="000936A1">
      <w:pPr>
        <w:ind w:firstLine="709"/>
        <w:jc w:val="both"/>
        <w:rPr>
          <w:color w:val="000000"/>
        </w:rPr>
      </w:pPr>
      <w:r w:rsidRPr="003B2A2C">
        <w:rPr>
          <w:color w:val="000000"/>
        </w:rPr>
        <w:t> </w:t>
      </w:r>
    </w:p>
    <w:p w:rsidR="00DE46E0" w:rsidRDefault="00DE46E0" w:rsidP="00AF15A4">
      <w:pPr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FD2FC6">
        <w:rPr>
          <w:color w:val="000000"/>
          <w:sz w:val="28"/>
          <w:szCs w:val="28"/>
        </w:rPr>
        <w:t>В ознаменование 7</w:t>
      </w:r>
      <w:r>
        <w:rPr>
          <w:color w:val="000000"/>
          <w:sz w:val="28"/>
          <w:szCs w:val="28"/>
        </w:rPr>
        <w:t>7</w:t>
      </w:r>
      <w:r w:rsidRPr="00FD2FC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летней</w:t>
      </w:r>
      <w:r w:rsidRPr="00FD2FC6">
        <w:rPr>
          <w:color w:val="000000"/>
          <w:sz w:val="28"/>
          <w:szCs w:val="28"/>
        </w:rPr>
        <w:t xml:space="preserve"> годовщин</w:t>
      </w:r>
      <w:r>
        <w:rPr>
          <w:color w:val="000000"/>
          <w:sz w:val="28"/>
          <w:szCs w:val="28"/>
        </w:rPr>
        <w:t>ы</w:t>
      </w:r>
      <w:r w:rsidRPr="00FD2FC6">
        <w:rPr>
          <w:color w:val="000000"/>
          <w:sz w:val="28"/>
          <w:szCs w:val="28"/>
        </w:rPr>
        <w:t xml:space="preserve"> Побе</w:t>
      </w:r>
      <w:r>
        <w:rPr>
          <w:color w:val="000000"/>
          <w:sz w:val="28"/>
          <w:szCs w:val="28"/>
        </w:rPr>
        <w:t>ды советского народа в Великой О</w:t>
      </w:r>
      <w:r w:rsidRPr="00FD2FC6">
        <w:rPr>
          <w:color w:val="000000"/>
          <w:sz w:val="28"/>
          <w:szCs w:val="28"/>
        </w:rPr>
        <w:t xml:space="preserve">течественной войне 1941-1945 годов </w:t>
      </w:r>
      <w:r>
        <w:rPr>
          <w:color w:val="000000"/>
          <w:sz w:val="28"/>
          <w:szCs w:val="28"/>
        </w:rPr>
        <w:t xml:space="preserve">и увековечения памяти участника Великой Отечественной войны, Героя Советского Союза </w:t>
      </w:r>
      <w:r>
        <w:rPr>
          <w:sz w:val="28"/>
          <w:szCs w:val="28"/>
        </w:rPr>
        <w:t>Михаи</w:t>
      </w:r>
      <w:r w:rsidRPr="00C736D7">
        <w:rPr>
          <w:sz w:val="28"/>
          <w:szCs w:val="28"/>
        </w:rPr>
        <w:t>л</w:t>
      </w:r>
      <w:r>
        <w:rPr>
          <w:sz w:val="28"/>
          <w:szCs w:val="28"/>
        </w:rPr>
        <w:t>а Никола</w:t>
      </w:r>
      <w:r w:rsidRPr="00C736D7">
        <w:rPr>
          <w:sz w:val="28"/>
          <w:szCs w:val="28"/>
        </w:rPr>
        <w:t>евич</w:t>
      </w:r>
      <w:r>
        <w:rPr>
          <w:sz w:val="28"/>
          <w:szCs w:val="28"/>
        </w:rPr>
        <w:t>а Ко</w:t>
      </w:r>
      <w:r w:rsidRPr="00C736D7">
        <w:rPr>
          <w:sz w:val="28"/>
          <w:szCs w:val="28"/>
        </w:rPr>
        <w:t>робов</w:t>
      </w:r>
      <w:r>
        <w:rPr>
          <w:sz w:val="28"/>
          <w:szCs w:val="28"/>
        </w:rPr>
        <w:t>а,</w:t>
      </w:r>
      <w:r>
        <w:rPr>
          <w:color w:val="000000"/>
          <w:sz w:val="28"/>
          <w:szCs w:val="28"/>
        </w:rPr>
        <w:t xml:space="preserve"> присвоить муниципальному бюджетному образовательному учреждению Игрышенской средней общеобразовательной школе № 3 имя Героя Советского Союза </w:t>
      </w:r>
      <w:r>
        <w:rPr>
          <w:sz w:val="28"/>
          <w:szCs w:val="26"/>
        </w:rPr>
        <w:t>М.Н. Коробова</w:t>
      </w:r>
      <w:r>
        <w:rPr>
          <w:color w:val="000000"/>
          <w:sz w:val="28"/>
          <w:szCs w:val="28"/>
        </w:rPr>
        <w:t>.</w:t>
      </w:r>
    </w:p>
    <w:p w:rsidR="00DE46E0" w:rsidRPr="00FD2FC6" w:rsidRDefault="00DE46E0" w:rsidP="00AF15A4">
      <w:pPr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FD2FC6">
        <w:rPr>
          <w:sz w:val="28"/>
          <w:szCs w:val="28"/>
        </w:rPr>
        <w:t>Контроль за исполнением настоящего решения возложить на постоянную комиссию Новоселовского</w:t>
      </w:r>
      <w:r>
        <w:rPr>
          <w:sz w:val="28"/>
          <w:szCs w:val="28"/>
        </w:rPr>
        <w:t xml:space="preserve"> районного</w:t>
      </w:r>
      <w:r w:rsidRPr="00FD2FC6">
        <w:rPr>
          <w:sz w:val="28"/>
          <w:szCs w:val="28"/>
        </w:rPr>
        <w:t xml:space="preserve"> Совета депутатов по социальной политике и развитию местного самоуправления (</w:t>
      </w:r>
      <w:r>
        <w:rPr>
          <w:sz w:val="28"/>
          <w:szCs w:val="28"/>
        </w:rPr>
        <w:t>В.В. Вараксин</w:t>
      </w:r>
      <w:r w:rsidRPr="00FD2FC6">
        <w:rPr>
          <w:sz w:val="28"/>
          <w:szCs w:val="28"/>
        </w:rPr>
        <w:t>).</w:t>
      </w:r>
    </w:p>
    <w:p w:rsidR="00DE46E0" w:rsidRPr="005A3797" w:rsidRDefault="00DE46E0" w:rsidP="00AF15A4">
      <w:pPr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Решение вступает в силу после </w:t>
      </w:r>
      <w:r w:rsidRPr="0053724B">
        <w:rPr>
          <w:sz w:val="28"/>
          <w:szCs w:val="28"/>
        </w:rPr>
        <w:t xml:space="preserve">официального опубликования в периодическом </w:t>
      </w:r>
      <w:r>
        <w:rPr>
          <w:sz w:val="28"/>
          <w:szCs w:val="28"/>
        </w:rPr>
        <w:t xml:space="preserve">печатном </w:t>
      </w:r>
      <w:r w:rsidRPr="0053724B">
        <w:rPr>
          <w:sz w:val="28"/>
          <w:szCs w:val="28"/>
        </w:rPr>
        <w:t>издании «Официальный вестник Новоселовского района».</w:t>
      </w:r>
    </w:p>
    <w:p w:rsidR="00DE46E0" w:rsidRPr="0000128F" w:rsidRDefault="00DE46E0" w:rsidP="00316378">
      <w:pPr>
        <w:tabs>
          <w:tab w:val="left" w:pos="567"/>
        </w:tabs>
        <w:jc w:val="both"/>
        <w:rPr>
          <w:sz w:val="32"/>
          <w:szCs w:val="32"/>
        </w:rPr>
      </w:pPr>
      <w:r w:rsidRPr="0000128F">
        <w:rPr>
          <w:sz w:val="32"/>
          <w:szCs w:val="32"/>
        </w:rPr>
        <w:t xml:space="preserve">                </w:t>
      </w:r>
    </w:p>
    <w:p w:rsidR="00DE46E0" w:rsidRDefault="00DE46E0" w:rsidP="00316378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Новоселовского                              </w:t>
      </w:r>
      <w:r w:rsidRPr="00735B9F">
        <w:rPr>
          <w:sz w:val="28"/>
          <w:szCs w:val="28"/>
        </w:rPr>
        <w:t xml:space="preserve">Глава Новоселовского района    </w:t>
      </w:r>
    </w:p>
    <w:p w:rsidR="00DE46E0" w:rsidRDefault="00DE46E0" w:rsidP="00316378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районного Совета</w:t>
      </w:r>
      <w:r>
        <w:rPr>
          <w:sz w:val="28"/>
          <w:szCs w:val="28"/>
        </w:rPr>
        <w:t xml:space="preserve"> </w:t>
      </w:r>
      <w:r w:rsidRPr="00735B9F">
        <w:rPr>
          <w:sz w:val="28"/>
          <w:szCs w:val="28"/>
        </w:rPr>
        <w:t>депутатов</w:t>
      </w:r>
    </w:p>
    <w:p w:rsidR="00DE46E0" w:rsidRPr="0000128F" w:rsidRDefault="00DE46E0" w:rsidP="00316378">
      <w:pPr>
        <w:jc w:val="both"/>
        <w:rPr>
          <w:sz w:val="32"/>
          <w:szCs w:val="32"/>
        </w:rPr>
      </w:pPr>
    </w:p>
    <w:p w:rsidR="00DE46E0" w:rsidRPr="00735B9F" w:rsidRDefault="00DE46E0" w:rsidP="00316378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______________Л.Ю.</w:t>
      </w:r>
      <w:r>
        <w:rPr>
          <w:sz w:val="28"/>
          <w:szCs w:val="28"/>
        </w:rPr>
        <w:t xml:space="preserve"> Толстикова                         __________</w:t>
      </w:r>
      <w:r w:rsidRPr="00735B9F">
        <w:rPr>
          <w:sz w:val="28"/>
          <w:szCs w:val="28"/>
        </w:rPr>
        <w:t xml:space="preserve"> </w:t>
      </w:r>
      <w:r>
        <w:rPr>
          <w:sz w:val="28"/>
          <w:szCs w:val="28"/>
        </w:rPr>
        <w:t>Н.Н. Филимонов</w:t>
      </w:r>
    </w:p>
    <w:sectPr w:rsidR="00DE46E0" w:rsidRPr="00735B9F" w:rsidSect="003B2A2C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F1605"/>
    <w:multiLevelType w:val="multilevel"/>
    <w:tmpl w:val="888AADB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>
    <w:nsid w:val="74E07CD3"/>
    <w:multiLevelType w:val="multilevel"/>
    <w:tmpl w:val="E568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378"/>
    <w:rsid w:val="0000128F"/>
    <w:rsid w:val="00011BC5"/>
    <w:rsid w:val="000814AE"/>
    <w:rsid w:val="000936A1"/>
    <w:rsid w:val="000C162D"/>
    <w:rsid w:val="000C6B91"/>
    <w:rsid w:val="00106BB2"/>
    <w:rsid w:val="00112C4B"/>
    <w:rsid w:val="00147380"/>
    <w:rsid w:val="00152400"/>
    <w:rsid w:val="00193D18"/>
    <w:rsid w:val="001F264E"/>
    <w:rsid w:val="00224006"/>
    <w:rsid w:val="00280C32"/>
    <w:rsid w:val="00287983"/>
    <w:rsid w:val="002A7CD8"/>
    <w:rsid w:val="002D5639"/>
    <w:rsid w:val="003120AB"/>
    <w:rsid w:val="00316378"/>
    <w:rsid w:val="00322E64"/>
    <w:rsid w:val="003940EF"/>
    <w:rsid w:val="003A5680"/>
    <w:rsid w:val="003B27AF"/>
    <w:rsid w:val="003B2A2C"/>
    <w:rsid w:val="003C5FB2"/>
    <w:rsid w:val="003D012E"/>
    <w:rsid w:val="003D7887"/>
    <w:rsid w:val="004C1F55"/>
    <w:rsid w:val="004E58F0"/>
    <w:rsid w:val="00504834"/>
    <w:rsid w:val="005202AE"/>
    <w:rsid w:val="0053724B"/>
    <w:rsid w:val="005615C6"/>
    <w:rsid w:val="00574DCB"/>
    <w:rsid w:val="005A3797"/>
    <w:rsid w:val="005F2E9F"/>
    <w:rsid w:val="0061544D"/>
    <w:rsid w:val="00624BAF"/>
    <w:rsid w:val="00670B84"/>
    <w:rsid w:val="006A5C62"/>
    <w:rsid w:val="00715215"/>
    <w:rsid w:val="00735B9F"/>
    <w:rsid w:val="007743AD"/>
    <w:rsid w:val="007B0ED3"/>
    <w:rsid w:val="007B350A"/>
    <w:rsid w:val="008742D8"/>
    <w:rsid w:val="00967035"/>
    <w:rsid w:val="0098042A"/>
    <w:rsid w:val="009A378C"/>
    <w:rsid w:val="00A21927"/>
    <w:rsid w:val="00A548C9"/>
    <w:rsid w:val="00AF15A4"/>
    <w:rsid w:val="00B12835"/>
    <w:rsid w:val="00B47871"/>
    <w:rsid w:val="00BA40CF"/>
    <w:rsid w:val="00C1526C"/>
    <w:rsid w:val="00C720CE"/>
    <w:rsid w:val="00C722CA"/>
    <w:rsid w:val="00C736D7"/>
    <w:rsid w:val="00C769B5"/>
    <w:rsid w:val="00CE7DB9"/>
    <w:rsid w:val="00D171EE"/>
    <w:rsid w:val="00D24010"/>
    <w:rsid w:val="00D2564E"/>
    <w:rsid w:val="00D8522E"/>
    <w:rsid w:val="00DD5409"/>
    <w:rsid w:val="00DE46E0"/>
    <w:rsid w:val="00E20B8B"/>
    <w:rsid w:val="00F54B09"/>
    <w:rsid w:val="00FD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3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637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16378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6378"/>
    <w:rPr>
      <w:rFonts w:ascii="Times New Roman" w:hAnsi="Times New Roman" w:cs="Times New Roman"/>
      <w:sz w:val="20"/>
      <w:lang w:eastAsia="ru-RU"/>
    </w:rPr>
  </w:style>
  <w:style w:type="character" w:customStyle="1" w:styleId="apple-converted-space">
    <w:name w:val="apple-converted-space"/>
    <w:uiPriority w:val="99"/>
    <w:rsid w:val="00316378"/>
  </w:style>
  <w:style w:type="character" w:styleId="Hyperlink">
    <w:name w:val="Hyperlink"/>
    <w:basedOn w:val="DefaultParagraphFont"/>
    <w:uiPriority w:val="99"/>
    <w:semiHidden/>
    <w:rsid w:val="000936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12C4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2C4B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A548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02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9A350153-DE7A-4453-9C8D-51D160BC3C08" TargetMode="External"/><Relationship Id="rId5" Type="http://schemas.openxmlformats.org/officeDocument/2006/relationships/hyperlink" Target="http://xn--h1aedcl2dya1a.xn--p1ai/data/law/prezidium_vs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299</Words>
  <Characters>1706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юрист совета</dc:creator>
  <cp:keywords/>
  <dc:description/>
  <cp:lastModifiedBy>puma</cp:lastModifiedBy>
  <cp:revision>16</cp:revision>
  <cp:lastPrinted>2022-03-01T07:32:00Z</cp:lastPrinted>
  <dcterms:created xsi:type="dcterms:W3CDTF">2022-02-21T02:23:00Z</dcterms:created>
  <dcterms:modified xsi:type="dcterms:W3CDTF">2022-03-04T09:04:00Z</dcterms:modified>
</cp:coreProperties>
</file>