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6BC" w:rsidRDefault="002976BC" w:rsidP="00C951FE">
      <w:pPr>
        <w:spacing w:after="0"/>
        <w:ind w:firstLine="9240"/>
        <w:rPr>
          <w:rFonts w:ascii="Times New Roman" w:hAnsi="Times New Roman"/>
          <w:sz w:val="24"/>
          <w:szCs w:val="24"/>
        </w:rPr>
      </w:pPr>
    </w:p>
    <w:p w:rsidR="002976BC" w:rsidRDefault="002976BC" w:rsidP="00C951FE">
      <w:pPr>
        <w:spacing w:after="0"/>
        <w:ind w:firstLine="9240"/>
        <w:rPr>
          <w:rFonts w:ascii="Times New Roman" w:hAnsi="Times New Roman"/>
          <w:sz w:val="24"/>
          <w:szCs w:val="24"/>
        </w:rPr>
      </w:pPr>
    </w:p>
    <w:p w:rsidR="002976BC" w:rsidRDefault="002976BC" w:rsidP="00C951FE">
      <w:pPr>
        <w:spacing w:after="0"/>
        <w:ind w:firstLine="9240"/>
        <w:rPr>
          <w:rFonts w:ascii="Times New Roman" w:hAnsi="Times New Roman"/>
          <w:sz w:val="24"/>
          <w:szCs w:val="24"/>
        </w:rPr>
      </w:pPr>
    </w:p>
    <w:p w:rsidR="002976BC" w:rsidRPr="007F7E35" w:rsidRDefault="002976BC" w:rsidP="00C951FE">
      <w:pPr>
        <w:spacing w:after="0"/>
        <w:ind w:firstLine="9240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>Приложение 2</w:t>
      </w:r>
    </w:p>
    <w:p w:rsidR="002976BC" w:rsidRPr="007F7E35" w:rsidRDefault="002976BC" w:rsidP="00C951FE">
      <w:pPr>
        <w:spacing w:after="0"/>
        <w:ind w:firstLine="9240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>к решению Новоселовского районного</w:t>
      </w:r>
    </w:p>
    <w:p w:rsidR="002976BC" w:rsidRPr="00C379FF" w:rsidRDefault="002976BC" w:rsidP="00C951FE">
      <w:pPr>
        <w:spacing w:after="0"/>
        <w:ind w:firstLine="9240"/>
        <w:rPr>
          <w:rFonts w:ascii="Times New Roman" w:hAnsi="Times New Roman"/>
          <w:sz w:val="24"/>
          <w:szCs w:val="24"/>
        </w:rPr>
      </w:pPr>
      <w:r w:rsidRPr="007F7E35">
        <w:rPr>
          <w:rFonts w:ascii="Times New Roman" w:hAnsi="Times New Roman"/>
          <w:sz w:val="24"/>
          <w:szCs w:val="24"/>
        </w:rPr>
        <w:t>Совета депутатов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79FF">
        <w:rPr>
          <w:rFonts w:ascii="Times New Roman" w:hAnsi="Times New Roman"/>
          <w:sz w:val="24"/>
          <w:szCs w:val="24"/>
        </w:rPr>
        <w:t xml:space="preserve">от 26 мая </w:t>
      </w:r>
      <w:smartTag w:uri="urn:schemas-microsoft-com:office:smarttags" w:element="metricconverter">
        <w:smartTagPr>
          <w:attr w:name="ProductID" w:val="2022 г"/>
        </w:smartTagPr>
        <w:r w:rsidRPr="00C379FF">
          <w:rPr>
            <w:rFonts w:ascii="Times New Roman" w:hAnsi="Times New Roman"/>
            <w:sz w:val="24"/>
            <w:szCs w:val="24"/>
          </w:rPr>
          <w:t>2022 г</w:t>
        </w:r>
      </w:smartTag>
      <w:r w:rsidRPr="00C379FF">
        <w:rPr>
          <w:rFonts w:ascii="Times New Roman" w:hAnsi="Times New Roman"/>
          <w:sz w:val="24"/>
          <w:szCs w:val="24"/>
        </w:rPr>
        <w:t xml:space="preserve">. № 23-142-27р                                                                                                              </w:t>
      </w:r>
    </w:p>
    <w:p w:rsidR="002976BC" w:rsidRPr="0069636D" w:rsidRDefault="002976BC" w:rsidP="00CC65BA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2976BC" w:rsidRDefault="002976BC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ИСТОЧНИКИ</w:t>
      </w:r>
    </w:p>
    <w:p w:rsidR="002976BC" w:rsidRDefault="002976BC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финансирования дефицита районного бюджета по кодам классификации источников финансирования дефицитов бюджетов в 2021 году</w:t>
      </w:r>
    </w:p>
    <w:p w:rsidR="002976BC" w:rsidRDefault="002976BC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76BC" w:rsidRDefault="002976BC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(тыс.рублей)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1984"/>
        <w:gridCol w:w="2977"/>
        <w:gridCol w:w="6662"/>
        <w:gridCol w:w="1843"/>
      </w:tblGrid>
      <w:tr w:rsidR="002976BC" w:rsidRPr="00C74DE3" w:rsidTr="00C74DE3">
        <w:tc>
          <w:tcPr>
            <w:tcW w:w="959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№ строки</w:t>
            </w:r>
          </w:p>
        </w:tc>
        <w:tc>
          <w:tcPr>
            <w:tcW w:w="1984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Код главного администратора</w:t>
            </w:r>
          </w:p>
        </w:tc>
        <w:tc>
          <w:tcPr>
            <w:tcW w:w="2977" w:type="dxa"/>
          </w:tcPr>
          <w:p w:rsidR="002976BC" w:rsidRPr="00C74DE3" w:rsidRDefault="002976BC" w:rsidP="00C74D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Код классификации источников финансирования дефицита районного бюджета</w:t>
            </w:r>
          </w:p>
        </w:tc>
        <w:tc>
          <w:tcPr>
            <w:tcW w:w="6662" w:type="dxa"/>
          </w:tcPr>
          <w:p w:rsidR="002976BC" w:rsidRPr="00C74DE3" w:rsidRDefault="002976BC" w:rsidP="00C74D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Наименование кода поступлений в бюджет, группы, подгруппы, статьи, подстатьи, элемента, подвида, аналитической группы вида источников финансирования дефицитов бюджетов</w:t>
            </w:r>
          </w:p>
        </w:tc>
        <w:tc>
          <w:tcPr>
            <w:tcW w:w="1843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 xml:space="preserve">Исполнено </w:t>
            </w:r>
          </w:p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6BC" w:rsidRPr="00C74DE3" w:rsidTr="00C74DE3">
        <w:tc>
          <w:tcPr>
            <w:tcW w:w="959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662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976BC" w:rsidRPr="00C74DE3" w:rsidTr="00C74DE3">
        <w:tc>
          <w:tcPr>
            <w:tcW w:w="959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9639" w:type="dxa"/>
            <w:gridSpan w:val="2"/>
          </w:tcPr>
          <w:p w:rsidR="002976BC" w:rsidRPr="00C74DE3" w:rsidRDefault="002976BC" w:rsidP="00C74D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Районное финансовое управление администрации Новоселовского района</w:t>
            </w:r>
          </w:p>
        </w:tc>
        <w:tc>
          <w:tcPr>
            <w:tcW w:w="1843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76BC" w:rsidRPr="00C74DE3" w:rsidTr="00C74DE3">
        <w:tc>
          <w:tcPr>
            <w:tcW w:w="959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bCs/>
                <w:sz w:val="24"/>
              </w:rPr>
              <w:t>01 05 02 01 05 0000 510</w:t>
            </w:r>
          </w:p>
        </w:tc>
        <w:tc>
          <w:tcPr>
            <w:tcW w:w="6662" w:type="dxa"/>
          </w:tcPr>
          <w:p w:rsidR="002976BC" w:rsidRPr="00C74DE3" w:rsidRDefault="002976BC" w:rsidP="00C74DE3">
            <w:pPr>
              <w:spacing w:after="0" w:line="240" w:lineRule="auto"/>
              <w:rPr>
                <w:rFonts w:ascii="Times New Roman" w:hAnsi="Times New Roman"/>
                <w:bCs/>
                <w:sz w:val="24"/>
              </w:rPr>
            </w:pPr>
            <w:r w:rsidRPr="00C74DE3">
              <w:rPr>
                <w:rFonts w:ascii="Times New Roman" w:hAnsi="Times New Roman"/>
                <w:bCs/>
                <w:sz w:val="24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988169,6</w:t>
            </w:r>
          </w:p>
        </w:tc>
      </w:tr>
      <w:tr w:rsidR="002976BC" w:rsidRPr="00C74DE3" w:rsidTr="00C74DE3">
        <w:tc>
          <w:tcPr>
            <w:tcW w:w="959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bCs/>
                <w:sz w:val="24"/>
              </w:rPr>
              <w:t>01 05 02 01 05 0000 610</w:t>
            </w:r>
          </w:p>
        </w:tc>
        <w:tc>
          <w:tcPr>
            <w:tcW w:w="6662" w:type="dxa"/>
          </w:tcPr>
          <w:p w:rsidR="002976BC" w:rsidRPr="00C74DE3" w:rsidRDefault="002976BC" w:rsidP="00AD4450">
            <w:pPr>
              <w:pStyle w:val="Heading2"/>
              <w:rPr>
                <w:b w:val="0"/>
              </w:rPr>
            </w:pPr>
            <w:r w:rsidRPr="00C74DE3">
              <w:rPr>
                <w:b w:val="0"/>
                <w:bCs/>
              </w:rPr>
              <w:t>Уменьшение прочих остатков денежных средств бюджета муниципального района</w:t>
            </w:r>
          </w:p>
        </w:tc>
        <w:tc>
          <w:tcPr>
            <w:tcW w:w="1843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979613,2</w:t>
            </w:r>
          </w:p>
        </w:tc>
      </w:tr>
      <w:tr w:rsidR="002976BC" w:rsidRPr="00C74DE3" w:rsidTr="00C74DE3">
        <w:tc>
          <w:tcPr>
            <w:tcW w:w="959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099</w:t>
            </w:r>
          </w:p>
        </w:tc>
        <w:tc>
          <w:tcPr>
            <w:tcW w:w="2977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</w:rPr>
            </w:pPr>
            <w:r w:rsidRPr="00C74DE3">
              <w:rPr>
                <w:rFonts w:ascii="Times New Roman" w:hAnsi="Times New Roman"/>
                <w:bCs/>
                <w:sz w:val="24"/>
              </w:rPr>
              <w:t>01 03 01 00 05 0000 810</w:t>
            </w:r>
          </w:p>
        </w:tc>
        <w:tc>
          <w:tcPr>
            <w:tcW w:w="6662" w:type="dxa"/>
          </w:tcPr>
          <w:p w:rsidR="002976BC" w:rsidRPr="00C74DE3" w:rsidRDefault="002976BC" w:rsidP="00C74DE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3" w:type="dxa"/>
          </w:tcPr>
          <w:p w:rsidR="002976BC" w:rsidRPr="00C74DE3" w:rsidRDefault="002976BC" w:rsidP="00C74DE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4DE3">
              <w:rPr>
                <w:rFonts w:ascii="Times New Roman" w:hAnsi="Times New Roman"/>
                <w:sz w:val="24"/>
                <w:szCs w:val="24"/>
              </w:rPr>
              <w:t>4777,2</w:t>
            </w:r>
          </w:p>
        </w:tc>
      </w:tr>
    </w:tbl>
    <w:p w:rsidR="002976BC" w:rsidRDefault="002976BC" w:rsidP="0069636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2976BC" w:rsidRDefault="002976BC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2976BC" w:rsidRDefault="002976BC" w:rsidP="0069636D">
      <w:pPr>
        <w:spacing w:after="0"/>
        <w:ind w:firstLine="4536"/>
        <w:rPr>
          <w:rFonts w:ascii="Times New Roman" w:hAnsi="Times New Roman"/>
          <w:sz w:val="24"/>
          <w:szCs w:val="24"/>
        </w:rPr>
      </w:pPr>
    </w:p>
    <w:p w:rsidR="002976BC" w:rsidRPr="0069636D" w:rsidRDefault="002976BC" w:rsidP="0069636D">
      <w:pPr>
        <w:spacing w:after="0"/>
        <w:ind w:firstLine="4536"/>
        <w:jc w:val="center"/>
        <w:rPr>
          <w:rFonts w:ascii="Times New Roman" w:hAnsi="Times New Roman"/>
          <w:sz w:val="24"/>
          <w:szCs w:val="24"/>
        </w:rPr>
      </w:pPr>
    </w:p>
    <w:sectPr w:rsidR="002976BC" w:rsidRPr="0069636D" w:rsidSect="00CC65BA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36D"/>
    <w:rsid w:val="00001B7D"/>
    <w:rsid w:val="00001D02"/>
    <w:rsid w:val="00002E38"/>
    <w:rsid w:val="0000377F"/>
    <w:rsid w:val="00004519"/>
    <w:rsid w:val="00004E90"/>
    <w:rsid w:val="00005200"/>
    <w:rsid w:val="0000554C"/>
    <w:rsid w:val="0000641E"/>
    <w:rsid w:val="00006889"/>
    <w:rsid w:val="000070BC"/>
    <w:rsid w:val="00007A21"/>
    <w:rsid w:val="0001013B"/>
    <w:rsid w:val="00011512"/>
    <w:rsid w:val="00011CF4"/>
    <w:rsid w:val="0001257A"/>
    <w:rsid w:val="000130C6"/>
    <w:rsid w:val="000137A7"/>
    <w:rsid w:val="00014B1A"/>
    <w:rsid w:val="00014DE5"/>
    <w:rsid w:val="000153AD"/>
    <w:rsid w:val="00016126"/>
    <w:rsid w:val="00016FAB"/>
    <w:rsid w:val="00017DC9"/>
    <w:rsid w:val="00017FF6"/>
    <w:rsid w:val="000200FF"/>
    <w:rsid w:val="000206DA"/>
    <w:rsid w:val="00020920"/>
    <w:rsid w:val="00020979"/>
    <w:rsid w:val="00021305"/>
    <w:rsid w:val="00021610"/>
    <w:rsid w:val="00021641"/>
    <w:rsid w:val="00022BF5"/>
    <w:rsid w:val="00022CB5"/>
    <w:rsid w:val="00023F0A"/>
    <w:rsid w:val="00024C56"/>
    <w:rsid w:val="00027B21"/>
    <w:rsid w:val="00027BFE"/>
    <w:rsid w:val="000306A8"/>
    <w:rsid w:val="000324FB"/>
    <w:rsid w:val="00032E6F"/>
    <w:rsid w:val="000330B3"/>
    <w:rsid w:val="00033477"/>
    <w:rsid w:val="000367C8"/>
    <w:rsid w:val="00037660"/>
    <w:rsid w:val="0004132D"/>
    <w:rsid w:val="00041463"/>
    <w:rsid w:val="000428EA"/>
    <w:rsid w:val="00043E3A"/>
    <w:rsid w:val="0004444B"/>
    <w:rsid w:val="000445DF"/>
    <w:rsid w:val="00045E3E"/>
    <w:rsid w:val="00047E20"/>
    <w:rsid w:val="0005266B"/>
    <w:rsid w:val="00052FE3"/>
    <w:rsid w:val="000534E2"/>
    <w:rsid w:val="00054E3D"/>
    <w:rsid w:val="00055407"/>
    <w:rsid w:val="00055A2A"/>
    <w:rsid w:val="00056F88"/>
    <w:rsid w:val="000572EE"/>
    <w:rsid w:val="00060E9A"/>
    <w:rsid w:val="00061323"/>
    <w:rsid w:val="00062C21"/>
    <w:rsid w:val="00063224"/>
    <w:rsid w:val="00063FF4"/>
    <w:rsid w:val="00064BAE"/>
    <w:rsid w:val="00067B91"/>
    <w:rsid w:val="00070299"/>
    <w:rsid w:val="00070363"/>
    <w:rsid w:val="000718BF"/>
    <w:rsid w:val="00072052"/>
    <w:rsid w:val="00073135"/>
    <w:rsid w:val="00073695"/>
    <w:rsid w:val="00073A82"/>
    <w:rsid w:val="00075FB9"/>
    <w:rsid w:val="00076679"/>
    <w:rsid w:val="00076861"/>
    <w:rsid w:val="00076EF2"/>
    <w:rsid w:val="00077626"/>
    <w:rsid w:val="00077A6D"/>
    <w:rsid w:val="0008077D"/>
    <w:rsid w:val="00080C99"/>
    <w:rsid w:val="0008204A"/>
    <w:rsid w:val="00083A73"/>
    <w:rsid w:val="0008417E"/>
    <w:rsid w:val="00084D3D"/>
    <w:rsid w:val="000852EA"/>
    <w:rsid w:val="00085E23"/>
    <w:rsid w:val="00086561"/>
    <w:rsid w:val="00086974"/>
    <w:rsid w:val="00087BBF"/>
    <w:rsid w:val="00090106"/>
    <w:rsid w:val="00090346"/>
    <w:rsid w:val="00090506"/>
    <w:rsid w:val="00090685"/>
    <w:rsid w:val="00090E6F"/>
    <w:rsid w:val="00094E1A"/>
    <w:rsid w:val="00094F1C"/>
    <w:rsid w:val="00095388"/>
    <w:rsid w:val="000958A7"/>
    <w:rsid w:val="00095AF9"/>
    <w:rsid w:val="000A019F"/>
    <w:rsid w:val="000A01F4"/>
    <w:rsid w:val="000A0DEE"/>
    <w:rsid w:val="000A1987"/>
    <w:rsid w:val="000A28B0"/>
    <w:rsid w:val="000A2A0E"/>
    <w:rsid w:val="000A2A2F"/>
    <w:rsid w:val="000A31C2"/>
    <w:rsid w:val="000A4287"/>
    <w:rsid w:val="000A5D85"/>
    <w:rsid w:val="000A7BAE"/>
    <w:rsid w:val="000A7D6E"/>
    <w:rsid w:val="000B0044"/>
    <w:rsid w:val="000B107C"/>
    <w:rsid w:val="000B18A7"/>
    <w:rsid w:val="000B2FC4"/>
    <w:rsid w:val="000B3FDC"/>
    <w:rsid w:val="000B3FDD"/>
    <w:rsid w:val="000B4EF4"/>
    <w:rsid w:val="000B54B1"/>
    <w:rsid w:val="000C01C3"/>
    <w:rsid w:val="000C0EAE"/>
    <w:rsid w:val="000C1001"/>
    <w:rsid w:val="000C123A"/>
    <w:rsid w:val="000C125D"/>
    <w:rsid w:val="000C213E"/>
    <w:rsid w:val="000C2250"/>
    <w:rsid w:val="000C3D6C"/>
    <w:rsid w:val="000C3E27"/>
    <w:rsid w:val="000C4998"/>
    <w:rsid w:val="000C58C2"/>
    <w:rsid w:val="000C7951"/>
    <w:rsid w:val="000D0137"/>
    <w:rsid w:val="000D1403"/>
    <w:rsid w:val="000D33E5"/>
    <w:rsid w:val="000D394E"/>
    <w:rsid w:val="000D3C57"/>
    <w:rsid w:val="000D5FE5"/>
    <w:rsid w:val="000D6160"/>
    <w:rsid w:val="000D77D7"/>
    <w:rsid w:val="000D791D"/>
    <w:rsid w:val="000E051B"/>
    <w:rsid w:val="000E10EB"/>
    <w:rsid w:val="000E12FD"/>
    <w:rsid w:val="000E16CD"/>
    <w:rsid w:val="000E1881"/>
    <w:rsid w:val="000E25F8"/>
    <w:rsid w:val="000E3E72"/>
    <w:rsid w:val="000E43DF"/>
    <w:rsid w:val="000E6909"/>
    <w:rsid w:val="000E740D"/>
    <w:rsid w:val="000F07A1"/>
    <w:rsid w:val="000F0C59"/>
    <w:rsid w:val="000F115B"/>
    <w:rsid w:val="000F192F"/>
    <w:rsid w:val="000F1D3A"/>
    <w:rsid w:val="000F23B8"/>
    <w:rsid w:val="000F30CC"/>
    <w:rsid w:val="000F32E3"/>
    <w:rsid w:val="000F3AFC"/>
    <w:rsid w:val="000F3E8A"/>
    <w:rsid w:val="000F6F03"/>
    <w:rsid w:val="000F7251"/>
    <w:rsid w:val="000F744A"/>
    <w:rsid w:val="000F7FB1"/>
    <w:rsid w:val="00101579"/>
    <w:rsid w:val="00101EE5"/>
    <w:rsid w:val="00102233"/>
    <w:rsid w:val="00102730"/>
    <w:rsid w:val="0010428F"/>
    <w:rsid w:val="001045DD"/>
    <w:rsid w:val="00104806"/>
    <w:rsid w:val="001048E8"/>
    <w:rsid w:val="00105170"/>
    <w:rsid w:val="00105299"/>
    <w:rsid w:val="001053BA"/>
    <w:rsid w:val="001053CB"/>
    <w:rsid w:val="001058C8"/>
    <w:rsid w:val="00105B81"/>
    <w:rsid w:val="00105C0C"/>
    <w:rsid w:val="00106CCE"/>
    <w:rsid w:val="001127BF"/>
    <w:rsid w:val="00112B79"/>
    <w:rsid w:val="001138BA"/>
    <w:rsid w:val="00117167"/>
    <w:rsid w:val="0011762D"/>
    <w:rsid w:val="00120218"/>
    <w:rsid w:val="00120730"/>
    <w:rsid w:val="00120955"/>
    <w:rsid w:val="00120CB5"/>
    <w:rsid w:val="0012114B"/>
    <w:rsid w:val="001221E0"/>
    <w:rsid w:val="0012368F"/>
    <w:rsid w:val="00123F0D"/>
    <w:rsid w:val="00124AFB"/>
    <w:rsid w:val="001252E9"/>
    <w:rsid w:val="001253C3"/>
    <w:rsid w:val="0012570B"/>
    <w:rsid w:val="00125F20"/>
    <w:rsid w:val="00126006"/>
    <w:rsid w:val="001261C8"/>
    <w:rsid w:val="00126271"/>
    <w:rsid w:val="00127348"/>
    <w:rsid w:val="00127CDF"/>
    <w:rsid w:val="00127E8A"/>
    <w:rsid w:val="00130165"/>
    <w:rsid w:val="00130732"/>
    <w:rsid w:val="00131FB2"/>
    <w:rsid w:val="00132434"/>
    <w:rsid w:val="00132A61"/>
    <w:rsid w:val="001355DA"/>
    <w:rsid w:val="00135725"/>
    <w:rsid w:val="00135871"/>
    <w:rsid w:val="00135AAB"/>
    <w:rsid w:val="00136323"/>
    <w:rsid w:val="00136919"/>
    <w:rsid w:val="001370A3"/>
    <w:rsid w:val="0013776E"/>
    <w:rsid w:val="00137D79"/>
    <w:rsid w:val="0014082F"/>
    <w:rsid w:val="001415FB"/>
    <w:rsid w:val="00141B8E"/>
    <w:rsid w:val="001424FC"/>
    <w:rsid w:val="0014384E"/>
    <w:rsid w:val="00143E17"/>
    <w:rsid w:val="00145103"/>
    <w:rsid w:val="00145248"/>
    <w:rsid w:val="00145C68"/>
    <w:rsid w:val="001479AF"/>
    <w:rsid w:val="00150074"/>
    <w:rsid w:val="001507B5"/>
    <w:rsid w:val="00150893"/>
    <w:rsid w:val="00150E74"/>
    <w:rsid w:val="00151953"/>
    <w:rsid w:val="00152BC7"/>
    <w:rsid w:val="00153819"/>
    <w:rsid w:val="00154467"/>
    <w:rsid w:val="0015476C"/>
    <w:rsid w:val="00155E78"/>
    <w:rsid w:val="00156018"/>
    <w:rsid w:val="001607D6"/>
    <w:rsid w:val="00160CA3"/>
    <w:rsid w:val="00160F9C"/>
    <w:rsid w:val="00161282"/>
    <w:rsid w:val="00162521"/>
    <w:rsid w:val="00162C79"/>
    <w:rsid w:val="00163CB7"/>
    <w:rsid w:val="00163F96"/>
    <w:rsid w:val="0016460E"/>
    <w:rsid w:val="00164816"/>
    <w:rsid w:val="00165226"/>
    <w:rsid w:val="00166124"/>
    <w:rsid w:val="00167013"/>
    <w:rsid w:val="00170D94"/>
    <w:rsid w:val="00170EC7"/>
    <w:rsid w:val="0017102C"/>
    <w:rsid w:val="001713DC"/>
    <w:rsid w:val="001717E5"/>
    <w:rsid w:val="00172F70"/>
    <w:rsid w:val="0017388A"/>
    <w:rsid w:val="00173F2C"/>
    <w:rsid w:val="00174FC1"/>
    <w:rsid w:val="00175372"/>
    <w:rsid w:val="00175A2F"/>
    <w:rsid w:val="00176E8A"/>
    <w:rsid w:val="001807EB"/>
    <w:rsid w:val="00180D98"/>
    <w:rsid w:val="001814BE"/>
    <w:rsid w:val="001823A2"/>
    <w:rsid w:val="0018285A"/>
    <w:rsid w:val="00184196"/>
    <w:rsid w:val="0018478F"/>
    <w:rsid w:val="00187D13"/>
    <w:rsid w:val="00187DCD"/>
    <w:rsid w:val="00187E7A"/>
    <w:rsid w:val="00187FCB"/>
    <w:rsid w:val="0019025D"/>
    <w:rsid w:val="00193329"/>
    <w:rsid w:val="001937BE"/>
    <w:rsid w:val="00193C5E"/>
    <w:rsid w:val="00194DD0"/>
    <w:rsid w:val="00194F00"/>
    <w:rsid w:val="00195D96"/>
    <w:rsid w:val="0019607D"/>
    <w:rsid w:val="0019617C"/>
    <w:rsid w:val="00196645"/>
    <w:rsid w:val="00196D08"/>
    <w:rsid w:val="001971C9"/>
    <w:rsid w:val="00197A54"/>
    <w:rsid w:val="00197D21"/>
    <w:rsid w:val="001A02A2"/>
    <w:rsid w:val="001A16E3"/>
    <w:rsid w:val="001A2F37"/>
    <w:rsid w:val="001A3274"/>
    <w:rsid w:val="001A59A0"/>
    <w:rsid w:val="001A5C97"/>
    <w:rsid w:val="001A5FD8"/>
    <w:rsid w:val="001A63BF"/>
    <w:rsid w:val="001A6C39"/>
    <w:rsid w:val="001A6E0B"/>
    <w:rsid w:val="001A7386"/>
    <w:rsid w:val="001A743F"/>
    <w:rsid w:val="001B0B9A"/>
    <w:rsid w:val="001B1FF5"/>
    <w:rsid w:val="001B238C"/>
    <w:rsid w:val="001B2B6D"/>
    <w:rsid w:val="001B35EE"/>
    <w:rsid w:val="001B3D64"/>
    <w:rsid w:val="001B5213"/>
    <w:rsid w:val="001B5DF0"/>
    <w:rsid w:val="001B6686"/>
    <w:rsid w:val="001B7384"/>
    <w:rsid w:val="001B7B5D"/>
    <w:rsid w:val="001C04FA"/>
    <w:rsid w:val="001C05F1"/>
    <w:rsid w:val="001C0D16"/>
    <w:rsid w:val="001C20D8"/>
    <w:rsid w:val="001C2C57"/>
    <w:rsid w:val="001C3A54"/>
    <w:rsid w:val="001C4A1F"/>
    <w:rsid w:val="001C5739"/>
    <w:rsid w:val="001C6751"/>
    <w:rsid w:val="001C6A92"/>
    <w:rsid w:val="001C6C21"/>
    <w:rsid w:val="001D3300"/>
    <w:rsid w:val="001D3A38"/>
    <w:rsid w:val="001D4712"/>
    <w:rsid w:val="001D47C6"/>
    <w:rsid w:val="001D4E0F"/>
    <w:rsid w:val="001D57D6"/>
    <w:rsid w:val="001D583D"/>
    <w:rsid w:val="001D58C2"/>
    <w:rsid w:val="001D6236"/>
    <w:rsid w:val="001D6C5F"/>
    <w:rsid w:val="001D7F24"/>
    <w:rsid w:val="001D7F72"/>
    <w:rsid w:val="001E2226"/>
    <w:rsid w:val="001E34CC"/>
    <w:rsid w:val="001E3851"/>
    <w:rsid w:val="001E3DC4"/>
    <w:rsid w:val="001E3FFF"/>
    <w:rsid w:val="001E4328"/>
    <w:rsid w:val="001E47AB"/>
    <w:rsid w:val="001E5C29"/>
    <w:rsid w:val="001E61D0"/>
    <w:rsid w:val="001E66AC"/>
    <w:rsid w:val="001E7961"/>
    <w:rsid w:val="001F02AB"/>
    <w:rsid w:val="001F04F6"/>
    <w:rsid w:val="001F13A4"/>
    <w:rsid w:val="001F1C45"/>
    <w:rsid w:val="001F2429"/>
    <w:rsid w:val="001F2A08"/>
    <w:rsid w:val="001F31DF"/>
    <w:rsid w:val="001F33E5"/>
    <w:rsid w:val="001F3455"/>
    <w:rsid w:val="001F40D6"/>
    <w:rsid w:val="001F4A07"/>
    <w:rsid w:val="001F4EAC"/>
    <w:rsid w:val="001F64C8"/>
    <w:rsid w:val="001F7A11"/>
    <w:rsid w:val="001F7E62"/>
    <w:rsid w:val="0020079E"/>
    <w:rsid w:val="00200BF8"/>
    <w:rsid w:val="00201EDB"/>
    <w:rsid w:val="00202B4F"/>
    <w:rsid w:val="00203D75"/>
    <w:rsid w:val="00204298"/>
    <w:rsid w:val="00204342"/>
    <w:rsid w:val="00204788"/>
    <w:rsid w:val="00205970"/>
    <w:rsid w:val="00205F18"/>
    <w:rsid w:val="00205F8F"/>
    <w:rsid w:val="00206674"/>
    <w:rsid w:val="00207FFB"/>
    <w:rsid w:val="00210E23"/>
    <w:rsid w:val="00212DED"/>
    <w:rsid w:val="002138FD"/>
    <w:rsid w:val="00213AF6"/>
    <w:rsid w:val="00213DB2"/>
    <w:rsid w:val="002166F9"/>
    <w:rsid w:val="0021682C"/>
    <w:rsid w:val="0022073C"/>
    <w:rsid w:val="002219C5"/>
    <w:rsid w:val="0022206E"/>
    <w:rsid w:val="0022341F"/>
    <w:rsid w:val="00223A12"/>
    <w:rsid w:val="00223CB5"/>
    <w:rsid w:val="00224AF8"/>
    <w:rsid w:val="00224BF8"/>
    <w:rsid w:val="002262A7"/>
    <w:rsid w:val="002264B9"/>
    <w:rsid w:val="0022735C"/>
    <w:rsid w:val="002333AE"/>
    <w:rsid w:val="0023408D"/>
    <w:rsid w:val="00234F0A"/>
    <w:rsid w:val="002359E6"/>
    <w:rsid w:val="0023740F"/>
    <w:rsid w:val="00237DFB"/>
    <w:rsid w:val="00240693"/>
    <w:rsid w:val="0024099B"/>
    <w:rsid w:val="00240D1A"/>
    <w:rsid w:val="00242866"/>
    <w:rsid w:val="00243BAF"/>
    <w:rsid w:val="00244F26"/>
    <w:rsid w:val="00245917"/>
    <w:rsid w:val="0024732E"/>
    <w:rsid w:val="0024766C"/>
    <w:rsid w:val="0024769A"/>
    <w:rsid w:val="00247A01"/>
    <w:rsid w:val="00247D41"/>
    <w:rsid w:val="002502E0"/>
    <w:rsid w:val="00250BBE"/>
    <w:rsid w:val="00250D47"/>
    <w:rsid w:val="0025165B"/>
    <w:rsid w:val="00251954"/>
    <w:rsid w:val="002533F9"/>
    <w:rsid w:val="00254B24"/>
    <w:rsid w:val="002552B2"/>
    <w:rsid w:val="0025549E"/>
    <w:rsid w:val="00255BFA"/>
    <w:rsid w:val="002563B8"/>
    <w:rsid w:val="002565B7"/>
    <w:rsid w:val="002570BF"/>
    <w:rsid w:val="00257476"/>
    <w:rsid w:val="002600D3"/>
    <w:rsid w:val="0026077E"/>
    <w:rsid w:val="00260CBF"/>
    <w:rsid w:val="002613E6"/>
    <w:rsid w:val="00261AE4"/>
    <w:rsid w:val="002622E4"/>
    <w:rsid w:val="002638A5"/>
    <w:rsid w:val="00263E90"/>
    <w:rsid w:val="002648E5"/>
    <w:rsid w:val="00264E82"/>
    <w:rsid w:val="00266188"/>
    <w:rsid w:val="00266D6F"/>
    <w:rsid w:val="00266F37"/>
    <w:rsid w:val="002673FA"/>
    <w:rsid w:val="00267545"/>
    <w:rsid w:val="0027095C"/>
    <w:rsid w:val="002714F3"/>
    <w:rsid w:val="00272594"/>
    <w:rsid w:val="00272BCB"/>
    <w:rsid w:val="00272E0E"/>
    <w:rsid w:val="00273D07"/>
    <w:rsid w:val="0027597A"/>
    <w:rsid w:val="002761C5"/>
    <w:rsid w:val="0027659A"/>
    <w:rsid w:val="00276C8E"/>
    <w:rsid w:val="00276D2C"/>
    <w:rsid w:val="00277D2F"/>
    <w:rsid w:val="00280315"/>
    <w:rsid w:val="00280BC2"/>
    <w:rsid w:val="002811E3"/>
    <w:rsid w:val="00281546"/>
    <w:rsid w:val="00281DD2"/>
    <w:rsid w:val="002825E5"/>
    <w:rsid w:val="002831AD"/>
    <w:rsid w:val="00284AAD"/>
    <w:rsid w:val="00284E0C"/>
    <w:rsid w:val="002855C4"/>
    <w:rsid w:val="00285704"/>
    <w:rsid w:val="00287304"/>
    <w:rsid w:val="00287568"/>
    <w:rsid w:val="002875D9"/>
    <w:rsid w:val="0029003F"/>
    <w:rsid w:val="002901EE"/>
    <w:rsid w:val="00290232"/>
    <w:rsid w:val="002905ED"/>
    <w:rsid w:val="00290915"/>
    <w:rsid w:val="00290D29"/>
    <w:rsid w:val="00291AD7"/>
    <w:rsid w:val="00292D91"/>
    <w:rsid w:val="002932C7"/>
    <w:rsid w:val="00293831"/>
    <w:rsid w:val="00293AEF"/>
    <w:rsid w:val="002943DE"/>
    <w:rsid w:val="00295903"/>
    <w:rsid w:val="0029658C"/>
    <w:rsid w:val="00296D52"/>
    <w:rsid w:val="002976BC"/>
    <w:rsid w:val="002A1345"/>
    <w:rsid w:val="002A1AF5"/>
    <w:rsid w:val="002A2740"/>
    <w:rsid w:val="002A5989"/>
    <w:rsid w:val="002A5BD4"/>
    <w:rsid w:val="002A638A"/>
    <w:rsid w:val="002A7185"/>
    <w:rsid w:val="002A718F"/>
    <w:rsid w:val="002A72AD"/>
    <w:rsid w:val="002A73C1"/>
    <w:rsid w:val="002A7C14"/>
    <w:rsid w:val="002A7C5C"/>
    <w:rsid w:val="002B06C9"/>
    <w:rsid w:val="002B1E88"/>
    <w:rsid w:val="002B1EF2"/>
    <w:rsid w:val="002B20A6"/>
    <w:rsid w:val="002B2350"/>
    <w:rsid w:val="002B2C98"/>
    <w:rsid w:val="002B2EEA"/>
    <w:rsid w:val="002B3EC4"/>
    <w:rsid w:val="002B419D"/>
    <w:rsid w:val="002B4AC9"/>
    <w:rsid w:val="002B5288"/>
    <w:rsid w:val="002B6AB1"/>
    <w:rsid w:val="002B748C"/>
    <w:rsid w:val="002B75CF"/>
    <w:rsid w:val="002B7E41"/>
    <w:rsid w:val="002C0085"/>
    <w:rsid w:val="002C2E8D"/>
    <w:rsid w:val="002C40EF"/>
    <w:rsid w:val="002C4546"/>
    <w:rsid w:val="002C4B04"/>
    <w:rsid w:val="002C54AB"/>
    <w:rsid w:val="002C5D77"/>
    <w:rsid w:val="002C6562"/>
    <w:rsid w:val="002C727D"/>
    <w:rsid w:val="002C736B"/>
    <w:rsid w:val="002D08BB"/>
    <w:rsid w:val="002D093D"/>
    <w:rsid w:val="002D12D8"/>
    <w:rsid w:val="002D1D18"/>
    <w:rsid w:val="002D3AC2"/>
    <w:rsid w:val="002D3F44"/>
    <w:rsid w:val="002D48F9"/>
    <w:rsid w:val="002D4CF2"/>
    <w:rsid w:val="002D5D1E"/>
    <w:rsid w:val="002D658C"/>
    <w:rsid w:val="002D7546"/>
    <w:rsid w:val="002E01D3"/>
    <w:rsid w:val="002E0271"/>
    <w:rsid w:val="002E21FD"/>
    <w:rsid w:val="002E382E"/>
    <w:rsid w:val="002E39EC"/>
    <w:rsid w:val="002E45BD"/>
    <w:rsid w:val="002E4F65"/>
    <w:rsid w:val="002E5123"/>
    <w:rsid w:val="002E5646"/>
    <w:rsid w:val="002E5C07"/>
    <w:rsid w:val="002E5CF6"/>
    <w:rsid w:val="002E5DC2"/>
    <w:rsid w:val="002E6301"/>
    <w:rsid w:val="002E6FB1"/>
    <w:rsid w:val="002E7302"/>
    <w:rsid w:val="002F09DD"/>
    <w:rsid w:val="002F0DCC"/>
    <w:rsid w:val="002F0EFE"/>
    <w:rsid w:val="002F1E07"/>
    <w:rsid w:val="002F24F3"/>
    <w:rsid w:val="002F2A8B"/>
    <w:rsid w:val="002F32FA"/>
    <w:rsid w:val="002F33AB"/>
    <w:rsid w:val="002F3CA2"/>
    <w:rsid w:val="002F4455"/>
    <w:rsid w:val="002F6338"/>
    <w:rsid w:val="002F6D23"/>
    <w:rsid w:val="002F77DA"/>
    <w:rsid w:val="002F7B0F"/>
    <w:rsid w:val="0030002C"/>
    <w:rsid w:val="00301259"/>
    <w:rsid w:val="003022AF"/>
    <w:rsid w:val="00303205"/>
    <w:rsid w:val="00303D44"/>
    <w:rsid w:val="003058A0"/>
    <w:rsid w:val="00305A34"/>
    <w:rsid w:val="0030726B"/>
    <w:rsid w:val="00307D48"/>
    <w:rsid w:val="00307E9E"/>
    <w:rsid w:val="0031108F"/>
    <w:rsid w:val="0031220B"/>
    <w:rsid w:val="00312774"/>
    <w:rsid w:val="003134AF"/>
    <w:rsid w:val="00313514"/>
    <w:rsid w:val="00313A8D"/>
    <w:rsid w:val="00313C12"/>
    <w:rsid w:val="003154A5"/>
    <w:rsid w:val="00315D54"/>
    <w:rsid w:val="00315F83"/>
    <w:rsid w:val="003169B9"/>
    <w:rsid w:val="00320786"/>
    <w:rsid w:val="00320A4E"/>
    <w:rsid w:val="00320C32"/>
    <w:rsid w:val="0032379C"/>
    <w:rsid w:val="003237E6"/>
    <w:rsid w:val="003249AC"/>
    <w:rsid w:val="00324C49"/>
    <w:rsid w:val="003253EF"/>
    <w:rsid w:val="0032581C"/>
    <w:rsid w:val="003269ED"/>
    <w:rsid w:val="00326F4C"/>
    <w:rsid w:val="00327C73"/>
    <w:rsid w:val="00327DCD"/>
    <w:rsid w:val="00331867"/>
    <w:rsid w:val="00331F9A"/>
    <w:rsid w:val="00336A75"/>
    <w:rsid w:val="00336F29"/>
    <w:rsid w:val="00337212"/>
    <w:rsid w:val="00341029"/>
    <w:rsid w:val="00342601"/>
    <w:rsid w:val="00343831"/>
    <w:rsid w:val="00350550"/>
    <w:rsid w:val="003522C9"/>
    <w:rsid w:val="00352494"/>
    <w:rsid w:val="0035253F"/>
    <w:rsid w:val="003526C8"/>
    <w:rsid w:val="00352820"/>
    <w:rsid w:val="00352EDD"/>
    <w:rsid w:val="00352FB6"/>
    <w:rsid w:val="003530A0"/>
    <w:rsid w:val="00353840"/>
    <w:rsid w:val="00354214"/>
    <w:rsid w:val="00354EB7"/>
    <w:rsid w:val="0035524E"/>
    <w:rsid w:val="00355BC6"/>
    <w:rsid w:val="00355F1A"/>
    <w:rsid w:val="00355F20"/>
    <w:rsid w:val="003560D0"/>
    <w:rsid w:val="003575BE"/>
    <w:rsid w:val="00357F6D"/>
    <w:rsid w:val="00360D19"/>
    <w:rsid w:val="0036112A"/>
    <w:rsid w:val="003620E5"/>
    <w:rsid w:val="00362697"/>
    <w:rsid w:val="003638A0"/>
    <w:rsid w:val="00363FD6"/>
    <w:rsid w:val="00364396"/>
    <w:rsid w:val="0036531F"/>
    <w:rsid w:val="00365C19"/>
    <w:rsid w:val="00371051"/>
    <w:rsid w:val="00371A4D"/>
    <w:rsid w:val="00372251"/>
    <w:rsid w:val="00372951"/>
    <w:rsid w:val="003729E0"/>
    <w:rsid w:val="003730F1"/>
    <w:rsid w:val="00373496"/>
    <w:rsid w:val="00374D18"/>
    <w:rsid w:val="00376F18"/>
    <w:rsid w:val="00377405"/>
    <w:rsid w:val="00377735"/>
    <w:rsid w:val="00380286"/>
    <w:rsid w:val="00380B2D"/>
    <w:rsid w:val="0038105F"/>
    <w:rsid w:val="003811A1"/>
    <w:rsid w:val="00381A09"/>
    <w:rsid w:val="00381B7A"/>
    <w:rsid w:val="00383DA2"/>
    <w:rsid w:val="003844D7"/>
    <w:rsid w:val="00384D93"/>
    <w:rsid w:val="003852F7"/>
    <w:rsid w:val="003856BE"/>
    <w:rsid w:val="00385B42"/>
    <w:rsid w:val="00385F67"/>
    <w:rsid w:val="00386E7A"/>
    <w:rsid w:val="00387834"/>
    <w:rsid w:val="0038790C"/>
    <w:rsid w:val="00387B17"/>
    <w:rsid w:val="00387EC2"/>
    <w:rsid w:val="00390316"/>
    <w:rsid w:val="00390A58"/>
    <w:rsid w:val="00390AEB"/>
    <w:rsid w:val="00390EBE"/>
    <w:rsid w:val="0039175C"/>
    <w:rsid w:val="00392059"/>
    <w:rsid w:val="00392A0A"/>
    <w:rsid w:val="00392C3A"/>
    <w:rsid w:val="00392DAB"/>
    <w:rsid w:val="003935AA"/>
    <w:rsid w:val="0039379F"/>
    <w:rsid w:val="003947AE"/>
    <w:rsid w:val="00394C7C"/>
    <w:rsid w:val="00395719"/>
    <w:rsid w:val="00395899"/>
    <w:rsid w:val="003958CC"/>
    <w:rsid w:val="00397746"/>
    <w:rsid w:val="003A0258"/>
    <w:rsid w:val="003A0615"/>
    <w:rsid w:val="003A0904"/>
    <w:rsid w:val="003A12E9"/>
    <w:rsid w:val="003A29E0"/>
    <w:rsid w:val="003A2C41"/>
    <w:rsid w:val="003A3E01"/>
    <w:rsid w:val="003A3E81"/>
    <w:rsid w:val="003A4086"/>
    <w:rsid w:val="003A46DD"/>
    <w:rsid w:val="003A4FEA"/>
    <w:rsid w:val="003A51CB"/>
    <w:rsid w:val="003A544A"/>
    <w:rsid w:val="003A600F"/>
    <w:rsid w:val="003A68C0"/>
    <w:rsid w:val="003A78C3"/>
    <w:rsid w:val="003A7E55"/>
    <w:rsid w:val="003A7F84"/>
    <w:rsid w:val="003B1C01"/>
    <w:rsid w:val="003B296A"/>
    <w:rsid w:val="003B3F54"/>
    <w:rsid w:val="003B403E"/>
    <w:rsid w:val="003B40A6"/>
    <w:rsid w:val="003B4B04"/>
    <w:rsid w:val="003B6E22"/>
    <w:rsid w:val="003C1036"/>
    <w:rsid w:val="003C15B9"/>
    <w:rsid w:val="003C17BC"/>
    <w:rsid w:val="003C190E"/>
    <w:rsid w:val="003C2043"/>
    <w:rsid w:val="003C25BB"/>
    <w:rsid w:val="003C49F9"/>
    <w:rsid w:val="003C4B44"/>
    <w:rsid w:val="003C530C"/>
    <w:rsid w:val="003C5682"/>
    <w:rsid w:val="003C74A0"/>
    <w:rsid w:val="003C7B87"/>
    <w:rsid w:val="003D0DE5"/>
    <w:rsid w:val="003D1F4E"/>
    <w:rsid w:val="003D1F80"/>
    <w:rsid w:val="003D3187"/>
    <w:rsid w:val="003D31BE"/>
    <w:rsid w:val="003D31DB"/>
    <w:rsid w:val="003D4B69"/>
    <w:rsid w:val="003D4FB6"/>
    <w:rsid w:val="003D6228"/>
    <w:rsid w:val="003D6591"/>
    <w:rsid w:val="003D6597"/>
    <w:rsid w:val="003D690B"/>
    <w:rsid w:val="003D6D5E"/>
    <w:rsid w:val="003D7A92"/>
    <w:rsid w:val="003E00E2"/>
    <w:rsid w:val="003E0B5F"/>
    <w:rsid w:val="003E19A2"/>
    <w:rsid w:val="003E32A7"/>
    <w:rsid w:val="003E36AB"/>
    <w:rsid w:val="003E38BD"/>
    <w:rsid w:val="003E4F6B"/>
    <w:rsid w:val="003E6500"/>
    <w:rsid w:val="003F023C"/>
    <w:rsid w:val="003F0335"/>
    <w:rsid w:val="003F0D4B"/>
    <w:rsid w:val="003F1548"/>
    <w:rsid w:val="003F1C98"/>
    <w:rsid w:val="003F36AF"/>
    <w:rsid w:val="003F3954"/>
    <w:rsid w:val="003F3CFA"/>
    <w:rsid w:val="003F56AD"/>
    <w:rsid w:val="003F6647"/>
    <w:rsid w:val="003F72D6"/>
    <w:rsid w:val="003F7C1E"/>
    <w:rsid w:val="004006FC"/>
    <w:rsid w:val="00401992"/>
    <w:rsid w:val="004026AD"/>
    <w:rsid w:val="00402B82"/>
    <w:rsid w:val="00403D60"/>
    <w:rsid w:val="00404B21"/>
    <w:rsid w:val="0040646D"/>
    <w:rsid w:val="00406B05"/>
    <w:rsid w:val="004076C8"/>
    <w:rsid w:val="004078C0"/>
    <w:rsid w:val="004078C2"/>
    <w:rsid w:val="00410BC7"/>
    <w:rsid w:val="00411850"/>
    <w:rsid w:val="00411ED8"/>
    <w:rsid w:val="004142F6"/>
    <w:rsid w:val="00415508"/>
    <w:rsid w:val="00415877"/>
    <w:rsid w:val="004159AD"/>
    <w:rsid w:val="00415BB9"/>
    <w:rsid w:val="00416014"/>
    <w:rsid w:val="00416C3B"/>
    <w:rsid w:val="00417980"/>
    <w:rsid w:val="00417B64"/>
    <w:rsid w:val="00420983"/>
    <w:rsid w:val="004226A6"/>
    <w:rsid w:val="00422CDC"/>
    <w:rsid w:val="0042410B"/>
    <w:rsid w:val="004246C5"/>
    <w:rsid w:val="00424972"/>
    <w:rsid w:val="00424A0C"/>
    <w:rsid w:val="00424ABD"/>
    <w:rsid w:val="00424D90"/>
    <w:rsid w:val="00425A24"/>
    <w:rsid w:val="00427338"/>
    <w:rsid w:val="00427A30"/>
    <w:rsid w:val="00427D4C"/>
    <w:rsid w:val="00430345"/>
    <w:rsid w:val="00430EBA"/>
    <w:rsid w:val="00431D49"/>
    <w:rsid w:val="00432624"/>
    <w:rsid w:val="0043268D"/>
    <w:rsid w:val="0043354B"/>
    <w:rsid w:val="00434298"/>
    <w:rsid w:val="004372B2"/>
    <w:rsid w:val="004372B5"/>
    <w:rsid w:val="00440B13"/>
    <w:rsid w:val="00441E57"/>
    <w:rsid w:val="00441E8F"/>
    <w:rsid w:val="00442EB1"/>
    <w:rsid w:val="0044308D"/>
    <w:rsid w:val="00444BF5"/>
    <w:rsid w:val="00445AE7"/>
    <w:rsid w:val="00445B00"/>
    <w:rsid w:val="00446438"/>
    <w:rsid w:val="00447B91"/>
    <w:rsid w:val="004500D2"/>
    <w:rsid w:val="0045087F"/>
    <w:rsid w:val="00451C20"/>
    <w:rsid w:val="00451D6E"/>
    <w:rsid w:val="00451DA8"/>
    <w:rsid w:val="00453A5E"/>
    <w:rsid w:val="00453A63"/>
    <w:rsid w:val="0045434D"/>
    <w:rsid w:val="0045463C"/>
    <w:rsid w:val="0045467F"/>
    <w:rsid w:val="004608FB"/>
    <w:rsid w:val="00461EEB"/>
    <w:rsid w:val="00462154"/>
    <w:rsid w:val="00462242"/>
    <w:rsid w:val="0046452B"/>
    <w:rsid w:val="004648AD"/>
    <w:rsid w:val="00464F8C"/>
    <w:rsid w:val="00466E4D"/>
    <w:rsid w:val="00467509"/>
    <w:rsid w:val="00470D7D"/>
    <w:rsid w:val="00473585"/>
    <w:rsid w:val="00473853"/>
    <w:rsid w:val="00473F48"/>
    <w:rsid w:val="00474A7E"/>
    <w:rsid w:val="00475D55"/>
    <w:rsid w:val="004766F3"/>
    <w:rsid w:val="004774C2"/>
    <w:rsid w:val="00477569"/>
    <w:rsid w:val="004779A8"/>
    <w:rsid w:val="0048191C"/>
    <w:rsid w:val="00482039"/>
    <w:rsid w:val="00482C58"/>
    <w:rsid w:val="0048379D"/>
    <w:rsid w:val="00484CDE"/>
    <w:rsid w:val="004867CC"/>
    <w:rsid w:val="00486F59"/>
    <w:rsid w:val="00487330"/>
    <w:rsid w:val="00490151"/>
    <w:rsid w:val="00490455"/>
    <w:rsid w:val="00490671"/>
    <w:rsid w:val="004906C0"/>
    <w:rsid w:val="004916BA"/>
    <w:rsid w:val="00491A52"/>
    <w:rsid w:val="00491CB6"/>
    <w:rsid w:val="00493156"/>
    <w:rsid w:val="00494768"/>
    <w:rsid w:val="00494CA1"/>
    <w:rsid w:val="004955A6"/>
    <w:rsid w:val="00495811"/>
    <w:rsid w:val="0049583F"/>
    <w:rsid w:val="004966A7"/>
    <w:rsid w:val="00497853"/>
    <w:rsid w:val="004A0352"/>
    <w:rsid w:val="004A0429"/>
    <w:rsid w:val="004A0685"/>
    <w:rsid w:val="004A1D63"/>
    <w:rsid w:val="004A3CB0"/>
    <w:rsid w:val="004A4C32"/>
    <w:rsid w:val="004A5683"/>
    <w:rsid w:val="004A59B2"/>
    <w:rsid w:val="004A649B"/>
    <w:rsid w:val="004A6812"/>
    <w:rsid w:val="004A704F"/>
    <w:rsid w:val="004A75E9"/>
    <w:rsid w:val="004A7BCD"/>
    <w:rsid w:val="004B0576"/>
    <w:rsid w:val="004B0E0B"/>
    <w:rsid w:val="004B267C"/>
    <w:rsid w:val="004B283B"/>
    <w:rsid w:val="004B331D"/>
    <w:rsid w:val="004B36B2"/>
    <w:rsid w:val="004B37B3"/>
    <w:rsid w:val="004B42B4"/>
    <w:rsid w:val="004B4FE9"/>
    <w:rsid w:val="004B62F8"/>
    <w:rsid w:val="004B6F70"/>
    <w:rsid w:val="004C008B"/>
    <w:rsid w:val="004C015E"/>
    <w:rsid w:val="004C0C11"/>
    <w:rsid w:val="004C1085"/>
    <w:rsid w:val="004C1965"/>
    <w:rsid w:val="004C2299"/>
    <w:rsid w:val="004C2F4F"/>
    <w:rsid w:val="004C46F9"/>
    <w:rsid w:val="004C56E8"/>
    <w:rsid w:val="004C5DF0"/>
    <w:rsid w:val="004C65BA"/>
    <w:rsid w:val="004C6DE1"/>
    <w:rsid w:val="004C795B"/>
    <w:rsid w:val="004D00E5"/>
    <w:rsid w:val="004D01BE"/>
    <w:rsid w:val="004D0563"/>
    <w:rsid w:val="004D1561"/>
    <w:rsid w:val="004D2D4C"/>
    <w:rsid w:val="004D41D1"/>
    <w:rsid w:val="004D5E98"/>
    <w:rsid w:val="004D6390"/>
    <w:rsid w:val="004D6D8E"/>
    <w:rsid w:val="004D7110"/>
    <w:rsid w:val="004D72EB"/>
    <w:rsid w:val="004D7BFC"/>
    <w:rsid w:val="004E025C"/>
    <w:rsid w:val="004E09E9"/>
    <w:rsid w:val="004E157B"/>
    <w:rsid w:val="004E2910"/>
    <w:rsid w:val="004E30C1"/>
    <w:rsid w:val="004E31BD"/>
    <w:rsid w:val="004E3FDF"/>
    <w:rsid w:val="004E4A6F"/>
    <w:rsid w:val="004E5D0D"/>
    <w:rsid w:val="004E6074"/>
    <w:rsid w:val="004E62F7"/>
    <w:rsid w:val="004E7408"/>
    <w:rsid w:val="004E74F1"/>
    <w:rsid w:val="004E7A98"/>
    <w:rsid w:val="004F0208"/>
    <w:rsid w:val="004F026E"/>
    <w:rsid w:val="004F1200"/>
    <w:rsid w:val="004F1BFD"/>
    <w:rsid w:val="004F1FA2"/>
    <w:rsid w:val="004F20CE"/>
    <w:rsid w:val="004F248D"/>
    <w:rsid w:val="004F28D6"/>
    <w:rsid w:val="004F380C"/>
    <w:rsid w:val="004F3FD0"/>
    <w:rsid w:val="004F4040"/>
    <w:rsid w:val="004F4DE4"/>
    <w:rsid w:val="004F7899"/>
    <w:rsid w:val="005008D9"/>
    <w:rsid w:val="00500AB7"/>
    <w:rsid w:val="00500CF0"/>
    <w:rsid w:val="00501D19"/>
    <w:rsid w:val="00501F2F"/>
    <w:rsid w:val="00504938"/>
    <w:rsid w:val="005059B3"/>
    <w:rsid w:val="00505ABD"/>
    <w:rsid w:val="00505E7A"/>
    <w:rsid w:val="005072E4"/>
    <w:rsid w:val="00510272"/>
    <w:rsid w:val="005103CD"/>
    <w:rsid w:val="00511520"/>
    <w:rsid w:val="00511790"/>
    <w:rsid w:val="00511A45"/>
    <w:rsid w:val="00512D66"/>
    <w:rsid w:val="00513E65"/>
    <w:rsid w:val="00514425"/>
    <w:rsid w:val="0051455B"/>
    <w:rsid w:val="0051495D"/>
    <w:rsid w:val="005155C7"/>
    <w:rsid w:val="00516E0B"/>
    <w:rsid w:val="00516EA3"/>
    <w:rsid w:val="0051778A"/>
    <w:rsid w:val="0052102B"/>
    <w:rsid w:val="00522208"/>
    <w:rsid w:val="00522486"/>
    <w:rsid w:val="005247E8"/>
    <w:rsid w:val="00524C7D"/>
    <w:rsid w:val="00526FCD"/>
    <w:rsid w:val="005273B9"/>
    <w:rsid w:val="0053010D"/>
    <w:rsid w:val="005309B9"/>
    <w:rsid w:val="005316CE"/>
    <w:rsid w:val="00532456"/>
    <w:rsid w:val="00532C76"/>
    <w:rsid w:val="00533665"/>
    <w:rsid w:val="0053442D"/>
    <w:rsid w:val="0053444C"/>
    <w:rsid w:val="00534580"/>
    <w:rsid w:val="0053494C"/>
    <w:rsid w:val="005362BB"/>
    <w:rsid w:val="005369D6"/>
    <w:rsid w:val="00536AD6"/>
    <w:rsid w:val="005373F8"/>
    <w:rsid w:val="00537774"/>
    <w:rsid w:val="005404F8"/>
    <w:rsid w:val="00540729"/>
    <w:rsid w:val="0054083E"/>
    <w:rsid w:val="00540C09"/>
    <w:rsid w:val="005411BC"/>
    <w:rsid w:val="00541BA6"/>
    <w:rsid w:val="00542D26"/>
    <w:rsid w:val="00543881"/>
    <w:rsid w:val="00543DD6"/>
    <w:rsid w:val="00544CC3"/>
    <w:rsid w:val="00546168"/>
    <w:rsid w:val="00546506"/>
    <w:rsid w:val="00546F6B"/>
    <w:rsid w:val="005506FF"/>
    <w:rsid w:val="005513FF"/>
    <w:rsid w:val="00551FB5"/>
    <w:rsid w:val="00552136"/>
    <w:rsid w:val="0055462B"/>
    <w:rsid w:val="005556DC"/>
    <w:rsid w:val="0055586F"/>
    <w:rsid w:val="00555D62"/>
    <w:rsid w:val="00556B10"/>
    <w:rsid w:val="00557238"/>
    <w:rsid w:val="00560848"/>
    <w:rsid w:val="00561A0E"/>
    <w:rsid w:val="00561D19"/>
    <w:rsid w:val="00562BCC"/>
    <w:rsid w:val="00563539"/>
    <w:rsid w:val="0056397F"/>
    <w:rsid w:val="005648DB"/>
    <w:rsid w:val="00564AA9"/>
    <w:rsid w:val="00564BBF"/>
    <w:rsid w:val="00564F41"/>
    <w:rsid w:val="00566AA8"/>
    <w:rsid w:val="00566F16"/>
    <w:rsid w:val="005708CA"/>
    <w:rsid w:val="00571551"/>
    <w:rsid w:val="00571A43"/>
    <w:rsid w:val="00572C7F"/>
    <w:rsid w:val="00575B34"/>
    <w:rsid w:val="005763B6"/>
    <w:rsid w:val="00576ADF"/>
    <w:rsid w:val="005771A4"/>
    <w:rsid w:val="00577F48"/>
    <w:rsid w:val="005802F1"/>
    <w:rsid w:val="00580C4D"/>
    <w:rsid w:val="005811D1"/>
    <w:rsid w:val="00584A7B"/>
    <w:rsid w:val="0058541B"/>
    <w:rsid w:val="00585996"/>
    <w:rsid w:val="005869A5"/>
    <w:rsid w:val="00586BFA"/>
    <w:rsid w:val="00590E50"/>
    <w:rsid w:val="00590FD4"/>
    <w:rsid w:val="00591447"/>
    <w:rsid w:val="0059144E"/>
    <w:rsid w:val="00591F8D"/>
    <w:rsid w:val="00592BD7"/>
    <w:rsid w:val="00593639"/>
    <w:rsid w:val="00593DAA"/>
    <w:rsid w:val="00594293"/>
    <w:rsid w:val="005949D9"/>
    <w:rsid w:val="00594EF9"/>
    <w:rsid w:val="00595E83"/>
    <w:rsid w:val="00596893"/>
    <w:rsid w:val="00597802"/>
    <w:rsid w:val="005979F8"/>
    <w:rsid w:val="00597D4E"/>
    <w:rsid w:val="005A0F88"/>
    <w:rsid w:val="005A2B34"/>
    <w:rsid w:val="005A3042"/>
    <w:rsid w:val="005A33E9"/>
    <w:rsid w:val="005A3D69"/>
    <w:rsid w:val="005A3ED9"/>
    <w:rsid w:val="005A420A"/>
    <w:rsid w:val="005A5204"/>
    <w:rsid w:val="005A5FDB"/>
    <w:rsid w:val="005A6126"/>
    <w:rsid w:val="005A69E9"/>
    <w:rsid w:val="005B0215"/>
    <w:rsid w:val="005B0BF9"/>
    <w:rsid w:val="005B22F5"/>
    <w:rsid w:val="005B23D9"/>
    <w:rsid w:val="005B350D"/>
    <w:rsid w:val="005B40E2"/>
    <w:rsid w:val="005B46DB"/>
    <w:rsid w:val="005B4938"/>
    <w:rsid w:val="005B5406"/>
    <w:rsid w:val="005C018B"/>
    <w:rsid w:val="005C0667"/>
    <w:rsid w:val="005C1530"/>
    <w:rsid w:val="005C2990"/>
    <w:rsid w:val="005C4FA3"/>
    <w:rsid w:val="005C5870"/>
    <w:rsid w:val="005C59AF"/>
    <w:rsid w:val="005C6BA8"/>
    <w:rsid w:val="005C70DE"/>
    <w:rsid w:val="005C7311"/>
    <w:rsid w:val="005D0E3F"/>
    <w:rsid w:val="005D1425"/>
    <w:rsid w:val="005D169F"/>
    <w:rsid w:val="005D3083"/>
    <w:rsid w:val="005D339C"/>
    <w:rsid w:val="005D340A"/>
    <w:rsid w:val="005D355D"/>
    <w:rsid w:val="005D4294"/>
    <w:rsid w:val="005D4A2F"/>
    <w:rsid w:val="005D4F2A"/>
    <w:rsid w:val="005D6988"/>
    <w:rsid w:val="005D79C3"/>
    <w:rsid w:val="005D7BD9"/>
    <w:rsid w:val="005E075E"/>
    <w:rsid w:val="005E0870"/>
    <w:rsid w:val="005E1CD1"/>
    <w:rsid w:val="005E429F"/>
    <w:rsid w:val="005E4C0A"/>
    <w:rsid w:val="005E5204"/>
    <w:rsid w:val="005E5C34"/>
    <w:rsid w:val="005E5FD7"/>
    <w:rsid w:val="005E6975"/>
    <w:rsid w:val="005E723D"/>
    <w:rsid w:val="005E7A24"/>
    <w:rsid w:val="005F0240"/>
    <w:rsid w:val="005F2BDA"/>
    <w:rsid w:val="005F32D0"/>
    <w:rsid w:val="005F330F"/>
    <w:rsid w:val="005F3E95"/>
    <w:rsid w:val="005F4990"/>
    <w:rsid w:val="005F55A8"/>
    <w:rsid w:val="005F57F9"/>
    <w:rsid w:val="005F5A74"/>
    <w:rsid w:val="005F5C44"/>
    <w:rsid w:val="005F5E2C"/>
    <w:rsid w:val="005F61E9"/>
    <w:rsid w:val="005F7812"/>
    <w:rsid w:val="006005AA"/>
    <w:rsid w:val="00600BE4"/>
    <w:rsid w:val="0060142F"/>
    <w:rsid w:val="00601A55"/>
    <w:rsid w:val="00603704"/>
    <w:rsid w:val="006038C6"/>
    <w:rsid w:val="00604CAA"/>
    <w:rsid w:val="00604DF1"/>
    <w:rsid w:val="00605100"/>
    <w:rsid w:val="006055EC"/>
    <w:rsid w:val="00605A39"/>
    <w:rsid w:val="00607265"/>
    <w:rsid w:val="00607390"/>
    <w:rsid w:val="00610203"/>
    <w:rsid w:val="006107D2"/>
    <w:rsid w:val="006107F0"/>
    <w:rsid w:val="00611B47"/>
    <w:rsid w:val="00612102"/>
    <w:rsid w:val="006144DF"/>
    <w:rsid w:val="006148CD"/>
    <w:rsid w:val="00616042"/>
    <w:rsid w:val="0061625C"/>
    <w:rsid w:val="00620306"/>
    <w:rsid w:val="00620559"/>
    <w:rsid w:val="006205FA"/>
    <w:rsid w:val="00620812"/>
    <w:rsid w:val="0062185D"/>
    <w:rsid w:val="006226BD"/>
    <w:rsid w:val="0062295C"/>
    <w:rsid w:val="00622AE5"/>
    <w:rsid w:val="006240A7"/>
    <w:rsid w:val="006241F7"/>
    <w:rsid w:val="006242BA"/>
    <w:rsid w:val="006260B0"/>
    <w:rsid w:val="006262D0"/>
    <w:rsid w:val="006273BF"/>
    <w:rsid w:val="00630355"/>
    <w:rsid w:val="00630603"/>
    <w:rsid w:val="006310F5"/>
    <w:rsid w:val="00631690"/>
    <w:rsid w:val="00631887"/>
    <w:rsid w:val="00631B23"/>
    <w:rsid w:val="00631DCF"/>
    <w:rsid w:val="0063213B"/>
    <w:rsid w:val="00633568"/>
    <w:rsid w:val="00633EAA"/>
    <w:rsid w:val="00634040"/>
    <w:rsid w:val="0063429C"/>
    <w:rsid w:val="00635021"/>
    <w:rsid w:val="006365D9"/>
    <w:rsid w:val="00637558"/>
    <w:rsid w:val="0063763B"/>
    <w:rsid w:val="00640FA0"/>
    <w:rsid w:val="00642E38"/>
    <w:rsid w:val="0064351E"/>
    <w:rsid w:val="006441AE"/>
    <w:rsid w:val="00644314"/>
    <w:rsid w:val="0064431D"/>
    <w:rsid w:val="00644816"/>
    <w:rsid w:val="00644C46"/>
    <w:rsid w:val="00644F58"/>
    <w:rsid w:val="00645762"/>
    <w:rsid w:val="0064593D"/>
    <w:rsid w:val="006469D5"/>
    <w:rsid w:val="006473C0"/>
    <w:rsid w:val="006504F2"/>
    <w:rsid w:val="006512E3"/>
    <w:rsid w:val="006532BA"/>
    <w:rsid w:val="00653980"/>
    <w:rsid w:val="00653AC5"/>
    <w:rsid w:val="00653C1A"/>
    <w:rsid w:val="00654559"/>
    <w:rsid w:val="00654CAB"/>
    <w:rsid w:val="006550BE"/>
    <w:rsid w:val="00655316"/>
    <w:rsid w:val="00655489"/>
    <w:rsid w:val="00655CA3"/>
    <w:rsid w:val="00656345"/>
    <w:rsid w:val="006564DB"/>
    <w:rsid w:val="00656A3B"/>
    <w:rsid w:val="0065741A"/>
    <w:rsid w:val="006601DB"/>
    <w:rsid w:val="006612F6"/>
    <w:rsid w:val="00662CC0"/>
    <w:rsid w:val="0066402A"/>
    <w:rsid w:val="006645CA"/>
    <w:rsid w:val="00665905"/>
    <w:rsid w:val="00665F1B"/>
    <w:rsid w:val="00670364"/>
    <w:rsid w:val="0067185E"/>
    <w:rsid w:val="00673C3B"/>
    <w:rsid w:val="00673CB5"/>
    <w:rsid w:val="00675CA6"/>
    <w:rsid w:val="00675E1C"/>
    <w:rsid w:val="00676127"/>
    <w:rsid w:val="00676141"/>
    <w:rsid w:val="0067718B"/>
    <w:rsid w:val="00681D24"/>
    <w:rsid w:val="0068401D"/>
    <w:rsid w:val="00684692"/>
    <w:rsid w:val="006872E1"/>
    <w:rsid w:val="00687CA9"/>
    <w:rsid w:val="00690218"/>
    <w:rsid w:val="00690E45"/>
    <w:rsid w:val="00691B0C"/>
    <w:rsid w:val="00692A67"/>
    <w:rsid w:val="0069636D"/>
    <w:rsid w:val="0069691E"/>
    <w:rsid w:val="00696A1C"/>
    <w:rsid w:val="006976B8"/>
    <w:rsid w:val="006978EC"/>
    <w:rsid w:val="006A079D"/>
    <w:rsid w:val="006A0F57"/>
    <w:rsid w:val="006A3141"/>
    <w:rsid w:val="006A49F0"/>
    <w:rsid w:val="006A4D2B"/>
    <w:rsid w:val="006A582E"/>
    <w:rsid w:val="006A5E47"/>
    <w:rsid w:val="006A62E5"/>
    <w:rsid w:val="006A67D6"/>
    <w:rsid w:val="006A6945"/>
    <w:rsid w:val="006A6A47"/>
    <w:rsid w:val="006A6DA0"/>
    <w:rsid w:val="006A73C5"/>
    <w:rsid w:val="006A776D"/>
    <w:rsid w:val="006B0AFF"/>
    <w:rsid w:val="006B1DD9"/>
    <w:rsid w:val="006B2BC1"/>
    <w:rsid w:val="006B3C8E"/>
    <w:rsid w:val="006B449F"/>
    <w:rsid w:val="006B46CE"/>
    <w:rsid w:val="006B4946"/>
    <w:rsid w:val="006B5F1B"/>
    <w:rsid w:val="006B7B17"/>
    <w:rsid w:val="006C0E7C"/>
    <w:rsid w:val="006C2676"/>
    <w:rsid w:val="006C2C1B"/>
    <w:rsid w:val="006C4B96"/>
    <w:rsid w:val="006C4ED0"/>
    <w:rsid w:val="006C73D0"/>
    <w:rsid w:val="006D0F85"/>
    <w:rsid w:val="006D0F9D"/>
    <w:rsid w:val="006D1135"/>
    <w:rsid w:val="006D11DF"/>
    <w:rsid w:val="006D2D05"/>
    <w:rsid w:val="006D3239"/>
    <w:rsid w:val="006D4C81"/>
    <w:rsid w:val="006D7B5A"/>
    <w:rsid w:val="006E0059"/>
    <w:rsid w:val="006E016A"/>
    <w:rsid w:val="006E0B63"/>
    <w:rsid w:val="006E0E7C"/>
    <w:rsid w:val="006E12ED"/>
    <w:rsid w:val="006E152A"/>
    <w:rsid w:val="006E26A2"/>
    <w:rsid w:val="006E3511"/>
    <w:rsid w:val="006E4637"/>
    <w:rsid w:val="006E4723"/>
    <w:rsid w:val="006E5772"/>
    <w:rsid w:val="006E592B"/>
    <w:rsid w:val="006E6DF1"/>
    <w:rsid w:val="006E7322"/>
    <w:rsid w:val="006E78DB"/>
    <w:rsid w:val="006E7922"/>
    <w:rsid w:val="006E7E07"/>
    <w:rsid w:val="006F020A"/>
    <w:rsid w:val="006F03C5"/>
    <w:rsid w:val="006F0DE2"/>
    <w:rsid w:val="006F1C96"/>
    <w:rsid w:val="006F23AE"/>
    <w:rsid w:val="006F32AA"/>
    <w:rsid w:val="006F3942"/>
    <w:rsid w:val="006F3A87"/>
    <w:rsid w:val="006F488F"/>
    <w:rsid w:val="006F5BA5"/>
    <w:rsid w:val="006F625C"/>
    <w:rsid w:val="006F6810"/>
    <w:rsid w:val="006F69F9"/>
    <w:rsid w:val="006F6FE3"/>
    <w:rsid w:val="006F7893"/>
    <w:rsid w:val="006F7CA0"/>
    <w:rsid w:val="007000C7"/>
    <w:rsid w:val="0070067C"/>
    <w:rsid w:val="00700CCC"/>
    <w:rsid w:val="007023D1"/>
    <w:rsid w:val="00702B8F"/>
    <w:rsid w:val="0070331E"/>
    <w:rsid w:val="00703503"/>
    <w:rsid w:val="00704629"/>
    <w:rsid w:val="00704788"/>
    <w:rsid w:val="00706D4B"/>
    <w:rsid w:val="00707421"/>
    <w:rsid w:val="00710004"/>
    <w:rsid w:val="00711458"/>
    <w:rsid w:val="00711508"/>
    <w:rsid w:val="00711F30"/>
    <w:rsid w:val="00712B48"/>
    <w:rsid w:val="007138DF"/>
    <w:rsid w:val="0071467B"/>
    <w:rsid w:val="00714695"/>
    <w:rsid w:val="007146BD"/>
    <w:rsid w:val="00715717"/>
    <w:rsid w:val="007164CA"/>
    <w:rsid w:val="0071763C"/>
    <w:rsid w:val="00720A8D"/>
    <w:rsid w:val="00720F44"/>
    <w:rsid w:val="0072169A"/>
    <w:rsid w:val="007226D1"/>
    <w:rsid w:val="00722983"/>
    <w:rsid w:val="00723044"/>
    <w:rsid w:val="00723469"/>
    <w:rsid w:val="00723B3E"/>
    <w:rsid w:val="00724A91"/>
    <w:rsid w:val="00726405"/>
    <w:rsid w:val="00726A2D"/>
    <w:rsid w:val="007276B5"/>
    <w:rsid w:val="007310AE"/>
    <w:rsid w:val="0073232E"/>
    <w:rsid w:val="00732C4A"/>
    <w:rsid w:val="007330F5"/>
    <w:rsid w:val="00733D77"/>
    <w:rsid w:val="00733E2B"/>
    <w:rsid w:val="00734F09"/>
    <w:rsid w:val="00735259"/>
    <w:rsid w:val="007357F6"/>
    <w:rsid w:val="00735BB1"/>
    <w:rsid w:val="00735C6F"/>
    <w:rsid w:val="007369F9"/>
    <w:rsid w:val="0073788D"/>
    <w:rsid w:val="007413D7"/>
    <w:rsid w:val="00741A43"/>
    <w:rsid w:val="007433BD"/>
    <w:rsid w:val="007433D6"/>
    <w:rsid w:val="007444C1"/>
    <w:rsid w:val="00744793"/>
    <w:rsid w:val="007452DC"/>
    <w:rsid w:val="00746344"/>
    <w:rsid w:val="00746CE3"/>
    <w:rsid w:val="00747CC4"/>
    <w:rsid w:val="00747F9A"/>
    <w:rsid w:val="007500F8"/>
    <w:rsid w:val="007510D5"/>
    <w:rsid w:val="00751DBA"/>
    <w:rsid w:val="0075314D"/>
    <w:rsid w:val="007537B9"/>
    <w:rsid w:val="00754E63"/>
    <w:rsid w:val="0075683D"/>
    <w:rsid w:val="0075692E"/>
    <w:rsid w:val="00757B5D"/>
    <w:rsid w:val="00757CB1"/>
    <w:rsid w:val="007608F1"/>
    <w:rsid w:val="007608FB"/>
    <w:rsid w:val="007629A1"/>
    <w:rsid w:val="00763744"/>
    <w:rsid w:val="00764AC4"/>
    <w:rsid w:val="00765E11"/>
    <w:rsid w:val="007669A8"/>
    <w:rsid w:val="00766C5D"/>
    <w:rsid w:val="00766D62"/>
    <w:rsid w:val="00767029"/>
    <w:rsid w:val="0077094C"/>
    <w:rsid w:val="00771AF3"/>
    <w:rsid w:val="00772A89"/>
    <w:rsid w:val="00772C76"/>
    <w:rsid w:val="007730F3"/>
    <w:rsid w:val="00773914"/>
    <w:rsid w:val="0077578A"/>
    <w:rsid w:val="00777E05"/>
    <w:rsid w:val="00784E2D"/>
    <w:rsid w:val="00784E77"/>
    <w:rsid w:val="007850A4"/>
    <w:rsid w:val="00785C92"/>
    <w:rsid w:val="00786060"/>
    <w:rsid w:val="00786442"/>
    <w:rsid w:val="00786D44"/>
    <w:rsid w:val="00787BFE"/>
    <w:rsid w:val="00790B20"/>
    <w:rsid w:val="0079186E"/>
    <w:rsid w:val="00791D33"/>
    <w:rsid w:val="00792325"/>
    <w:rsid w:val="00792677"/>
    <w:rsid w:val="00793212"/>
    <w:rsid w:val="00793255"/>
    <w:rsid w:val="00793C2A"/>
    <w:rsid w:val="00793CA2"/>
    <w:rsid w:val="00794432"/>
    <w:rsid w:val="007944E4"/>
    <w:rsid w:val="007956A5"/>
    <w:rsid w:val="0079574A"/>
    <w:rsid w:val="007975AB"/>
    <w:rsid w:val="007A00B7"/>
    <w:rsid w:val="007A0CF3"/>
    <w:rsid w:val="007A1561"/>
    <w:rsid w:val="007A2883"/>
    <w:rsid w:val="007A290B"/>
    <w:rsid w:val="007A3296"/>
    <w:rsid w:val="007A3FDD"/>
    <w:rsid w:val="007A5422"/>
    <w:rsid w:val="007A55B6"/>
    <w:rsid w:val="007A580C"/>
    <w:rsid w:val="007A77E8"/>
    <w:rsid w:val="007A7CE6"/>
    <w:rsid w:val="007A7D72"/>
    <w:rsid w:val="007B057A"/>
    <w:rsid w:val="007B0CF5"/>
    <w:rsid w:val="007B31A6"/>
    <w:rsid w:val="007B3441"/>
    <w:rsid w:val="007B3E18"/>
    <w:rsid w:val="007B4369"/>
    <w:rsid w:val="007B606D"/>
    <w:rsid w:val="007B6BE8"/>
    <w:rsid w:val="007B78BC"/>
    <w:rsid w:val="007B7EAB"/>
    <w:rsid w:val="007C0A4F"/>
    <w:rsid w:val="007C1408"/>
    <w:rsid w:val="007C1C4B"/>
    <w:rsid w:val="007C3243"/>
    <w:rsid w:val="007C3754"/>
    <w:rsid w:val="007C3BCA"/>
    <w:rsid w:val="007C4475"/>
    <w:rsid w:val="007C4664"/>
    <w:rsid w:val="007C4B3C"/>
    <w:rsid w:val="007C5642"/>
    <w:rsid w:val="007C564F"/>
    <w:rsid w:val="007C5825"/>
    <w:rsid w:val="007C5AC9"/>
    <w:rsid w:val="007C5FE3"/>
    <w:rsid w:val="007C7AFB"/>
    <w:rsid w:val="007D0547"/>
    <w:rsid w:val="007D10FB"/>
    <w:rsid w:val="007D212C"/>
    <w:rsid w:val="007D21E5"/>
    <w:rsid w:val="007D42F4"/>
    <w:rsid w:val="007D4B7B"/>
    <w:rsid w:val="007D5B72"/>
    <w:rsid w:val="007D7396"/>
    <w:rsid w:val="007D7C1D"/>
    <w:rsid w:val="007E1E80"/>
    <w:rsid w:val="007E3125"/>
    <w:rsid w:val="007E351D"/>
    <w:rsid w:val="007E3606"/>
    <w:rsid w:val="007E3742"/>
    <w:rsid w:val="007E46A6"/>
    <w:rsid w:val="007E46CE"/>
    <w:rsid w:val="007E50F4"/>
    <w:rsid w:val="007E607F"/>
    <w:rsid w:val="007E6AF5"/>
    <w:rsid w:val="007E6B84"/>
    <w:rsid w:val="007F1175"/>
    <w:rsid w:val="007F2317"/>
    <w:rsid w:val="007F439D"/>
    <w:rsid w:val="007F4A93"/>
    <w:rsid w:val="007F56F8"/>
    <w:rsid w:val="007F63CF"/>
    <w:rsid w:val="007F6552"/>
    <w:rsid w:val="007F7C36"/>
    <w:rsid w:val="007F7E35"/>
    <w:rsid w:val="007F7E9D"/>
    <w:rsid w:val="0080085A"/>
    <w:rsid w:val="00800AE1"/>
    <w:rsid w:val="00801B9B"/>
    <w:rsid w:val="00802891"/>
    <w:rsid w:val="00802FB1"/>
    <w:rsid w:val="0080450A"/>
    <w:rsid w:val="008051A7"/>
    <w:rsid w:val="0080568C"/>
    <w:rsid w:val="00805848"/>
    <w:rsid w:val="008059DF"/>
    <w:rsid w:val="00805EAE"/>
    <w:rsid w:val="00806D35"/>
    <w:rsid w:val="00807073"/>
    <w:rsid w:val="00810FA0"/>
    <w:rsid w:val="00811675"/>
    <w:rsid w:val="00812109"/>
    <w:rsid w:val="00812285"/>
    <w:rsid w:val="00812D1A"/>
    <w:rsid w:val="00813861"/>
    <w:rsid w:val="00814715"/>
    <w:rsid w:val="00814994"/>
    <w:rsid w:val="00815020"/>
    <w:rsid w:val="00815D00"/>
    <w:rsid w:val="0081672B"/>
    <w:rsid w:val="00816DA7"/>
    <w:rsid w:val="008173A0"/>
    <w:rsid w:val="00817E82"/>
    <w:rsid w:val="00821C4C"/>
    <w:rsid w:val="00821E0A"/>
    <w:rsid w:val="0082242B"/>
    <w:rsid w:val="00822534"/>
    <w:rsid w:val="00823895"/>
    <w:rsid w:val="00823E78"/>
    <w:rsid w:val="00824F43"/>
    <w:rsid w:val="00825DAC"/>
    <w:rsid w:val="00826698"/>
    <w:rsid w:val="008267A6"/>
    <w:rsid w:val="00826CFD"/>
    <w:rsid w:val="0082744B"/>
    <w:rsid w:val="00827798"/>
    <w:rsid w:val="00830BD9"/>
    <w:rsid w:val="00830C24"/>
    <w:rsid w:val="00831C6E"/>
    <w:rsid w:val="00831EDA"/>
    <w:rsid w:val="00832299"/>
    <w:rsid w:val="00832511"/>
    <w:rsid w:val="00833993"/>
    <w:rsid w:val="00833BAA"/>
    <w:rsid w:val="008345B3"/>
    <w:rsid w:val="00834F91"/>
    <w:rsid w:val="00835916"/>
    <w:rsid w:val="00835C5B"/>
    <w:rsid w:val="00836F29"/>
    <w:rsid w:val="008372F4"/>
    <w:rsid w:val="00837639"/>
    <w:rsid w:val="00837941"/>
    <w:rsid w:val="00840EFE"/>
    <w:rsid w:val="008424E4"/>
    <w:rsid w:val="00842A58"/>
    <w:rsid w:val="008432C4"/>
    <w:rsid w:val="00843B8F"/>
    <w:rsid w:val="0084416A"/>
    <w:rsid w:val="00845508"/>
    <w:rsid w:val="008459C6"/>
    <w:rsid w:val="00845DC9"/>
    <w:rsid w:val="00845F5E"/>
    <w:rsid w:val="00846A38"/>
    <w:rsid w:val="0084705C"/>
    <w:rsid w:val="00847C21"/>
    <w:rsid w:val="0085066D"/>
    <w:rsid w:val="00850C28"/>
    <w:rsid w:val="00851000"/>
    <w:rsid w:val="00851137"/>
    <w:rsid w:val="00852E7F"/>
    <w:rsid w:val="0085338F"/>
    <w:rsid w:val="0085367D"/>
    <w:rsid w:val="00853EC2"/>
    <w:rsid w:val="0085608D"/>
    <w:rsid w:val="00856257"/>
    <w:rsid w:val="00856601"/>
    <w:rsid w:val="00856D30"/>
    <w:rsid w:val="00860681"/>
    <w:rsid w:val="00860B7E"/>
    <w:rsid w:val="00861495"/>
    <w:rsid w:val="00861914"/>
    <w:rsid w:val="0086380A"/>
    <w:rsid w:val="008654B6"/>
    <w:rsid w:val="008655C8"/>
    <w:rsid w:val="00866111"/>
    <w:rsid w:val="00866DB7"/>
    <w:rsid w:val="0086765D"/>
    <w:rsid w:val="008676D8"/>
    <w:rsid w:val="00870994"/>
    <w:rsid w:val="00872410"/>
    <w:rsid w:val="00873846"/>
    <w:rsid w:val="00873A79"/>
    <w:rsid w:val="008740FB"/>
    <w:rsid w:val="008754A3"/>
    <w:rsid w:val="0087563A"/>
    <w:rsid w:val="00876ED2"/>
    <w:rsid w:val="00877937"/>
    <w:rsid w:val="0087797A"/>
    <w:rsid w:val="00880578"/>
    <w:rsid w:val="00881025"/>
    <w:rsid w:val="00882FA9"/>
    <w:rsid w:val="00883AC2"/>
    <w:rsid w:val="00884F2A"/>
    <w:rsid w:val="00886062"/>
    <w:rsid w:val="00886211"/>
    <w:rsid w:val="00886505"/>
    <w:rsid w:val="00886A64"/>
    <w:rsid w:val="00887260"/>
    <w:rsid w:val="008905BC"/>
    <w:rsid w:val="00890782"/>
    <w:rsid w:val="00890E37"/>
    <w:rsid w:val="00893A82"/>
    <w:rsid w:val="00894020"/>
    <w:rsid w:val="008951B3"/>
    <w:rsid w:val="008958E3"/>
    <w:rsid w:val="0089709E"/>
    <w:rsid w:val="008971A1"/>
    <w:rsid w:val="0089728E"/>
    <w:rsid w:val="00897AFC"/>
    <w:rsid w:val="00897CEE"/>
    <w:rsid w:val="008A0190"/>
    <w:rsid w:val="008A263C"/>
    <w:rsid w:val="008A2E71"/>
    <w:rsid w:val="008A37C6"/>
    <w:rsid w:val="008A383B"/>
    <w:rsid w:val="008A5DC3"/>
    <w:rsid w:val="008A6459"/>
    <w:rsid w:val="008A687F"/>
    <w:rsid w:val="008A6CF4"/>
    <w:rsid w:val="008A7D75"/>
    <w:rsid w:val="008B0844"/>
    <w:rsid w:val="008B11BE"/>
    <w:rsid w:val="008B155C"/>
    <w:rsid w:val="008B1B18"/>
    <w:rsid w:val="008B3ACD"/>
    <w:rsid w:val="008B6091"/>
    <w:rsid w:val="008B63ED"/>
    <w:rsid w:val="008B70CC"/>
    <w:rsid w:val="008B7385"/>
    <w:rsid w:val="008B7646"/>
    <w:rsid w:val="008B7A14"/>
    <w:rsid w:val="008C1267"/>
    <w:rsid w:val="008C142B"/>
    <w:rsid w:val="008C17F8"/>
    <w:rsid w:val="008C2E45"/>
    <w:rsid w:val="008C37DE"/>
    <w:rsid w:val="008C41A5"/>
    <w:rsid w:val="008C4B43"/>
    <w:rsid w:val="008C4EA5"/>
    <w:rsid w:val="008C521F"/>
    <w:rsid w:val="008C5D29"/>
    <w:rsid w:val="008C654B"/>
    <w:rsid w:val="008C6765"/>
    <w:rsid w:val="008C6EDE"/>
    <w:rsid w:val="008C757C"/>
    <w:rsid w:val="008C78B4"/>
    <w:rsid w:val="008C7FC5"/>
    <w:rsid w:val="008D19B9"/>
    <w:rsid w:val="008D3D40"/>
    <w:rsid w:val="008D4677"/>
    <w:rsid w:val="008D489E"/>
    <w:rsid w:val="008D5144"/>
    <w:rsid w:val="008D5434"/>
    <w:rsid w:val="008D5C35"/>
    <w:rsid w:val="008D6538"/>
    <w:rsid w:val="008D7547"/>
    <w:rsid w:val="008D7739"/>
    <w:rsid w:val="008E049D"/>
    <w:rsid w:val="008E11F6"/>
    <w:rsid w:val="008E3A01"/>
    <w:rsid w:val="008E3F8E"/>
    <w:rsid w:val="008E4F30"/>
    <w:rsid w:val="008E584C"/>
    <w:rsid w:val="008E5FD6"/>
    <w:rsid w:val="008E7838"/>
    <w:rsid w:val="008F0676"/>
    <w:rsid w:val="008F1000"/>
    <w:rsid w:val="008F105D"/>
    <w:rsid w:val="008F1D9E"/>
    <w:rsid w:val="008F2387"/>
    <w:rsid w:val="008F4A4B"/>
    <w:rsid w:val="008F601A"/>
    <w:rsid w:val="008F7112"/>
    <w:rsid w:val="008F7B41"/>
    <w:rsid w:val="009012D4"/>
    <w:rsid w:val="009027C7"/>
    <w:rsid w:val="00902B36"/>
    <w:rsid w:val="00903A96"/>
    <w:rsid w:val="00903CE7"/>
    <w:rsid w:val="00903DD5"/>
    <w:rsid w:val="00904168"/>
    <w:rsid w:val="00904741"/>
    <w:rsid w:val="009052A1"/>
    <w:rsid w:val="00907732"/>
    <w:rsid w:val="00907995"/>
    <w:rsid w:val="00907A53"/>
    <w:rsid w:val="009104D5"/>
    <w:rsid w:val="00910681"/>
    <w:rsid w:val="00910CCC"/>
    <w:rsid w:val="0091141D"/>
    <w:rsid w:val="009115F0"/>
    <w:rsid w:val="009117EC"/>
    <w:rsid w:val="00911C49"/>
    <w:rsid w:val="00911F00"/>
    <w:rsid w:val="00913240"/>
    <w:rsid w:val="00913E1A"/>
    <w:rsid w:val="00913E33"/>
    <w:rsid w:val="009152D8"/>
    <w:rsid w:val="00916AD3"/>
    <w:rsid w:val="00916AE1"/>
    <w:rsid w:val="00920FA0"/>
    <w:rsid w:val="00921A34"/>
    <w:rsid w:val="0092261E"/>
    <w:rsid w:val="00922E88"/>
    <w:rsid w:val="009231F5"/>
    <w:rsid w:val="009238ED"/>
    <w:rsid w:val="009244DA"/>
    <w:rsid w:val="00924C2F"/>
    <w:rsid w:val="00925880"/>
    <w:rsid w:val="00925A90"/>
    <w:rsid w:val="00926338"/>
    <w:rsid w:val="00926656"/>
    <w:rsid w:val="009274C1"/>
    <w:rsid w:val="00930772"/>
    <w:rsid w:val="0093112F"/>
    <w:rsid w:val="009315A0"/>
    <w:rsid w:val="00931914"/>
    <w:rsid w:val="0093195C"/>
    <w:rsid w:val="00932455"/>
    <w:rsid w:val="009331B6"/>
    <w:rsid w:val="00936702"/>
    <w:rsid w:val="00936C28"/>
    <w:rsid w:val="00936E8A"/>
    <w:rsid w:val="009371D1"/>
    <w:rsid w:val="009426AE"/>
    <w:rsid w:val="00942A73"/>
    <w:rsid w:val="00942DCC"/>
    <w:rsid w:val="00943522"/>
    <w:rsid w:val="00943FF6"/>
    <w:rsid w:val="00944B20"/>
    <w:rsid w:val="009469AA"/>
    <w:rsid w:val="00950486"/>
    <w:rsid w:val="009510AA"/>
    <w:rsid w:val="0095206A"/>
    <w:rsid w:val="00952174"/>
    <w:rsid w:val="00953E83"/>
    <w:rsid w:val="0095416B"/>
    <w:rsid w:val="009544FC"/>
    <w:rsid w:val="00954FAE"/>
    <w:rsid w:val="009552CF"/>
    <w:rsid w:val="009557B9"/>
    <w:rsid w:val="00955E28"/>
    <w:rsid w:val="00956C07"/>
    <w:rsid w:val="00956E3B"/>
    <w:rsid w:val="0096002C"/>
    <w:rsid w:val="009600EF"/>
    <w:rsid w:val="009605D9"/>
    <w:rsid w:val="009617D4"/>
    <w:rsid w:val="009618DD"/>
    <w:rsid w:val="0096312A"/>
    <w:rsid w:val="009635C5"/>
    <w:rsid w:val="00963C9C"/>
    <w:rsid w:val="00964AEA"/>
    <w:rsid w:val="00965EB1"/>
    <w:rsid w:val="0096716D"/>
    <w:rsid w:val="00967911"/>
    <w:rsid w:val="00967DC2"/>
    <w:rsid w:val="009707B0"/>
    <w:rsid w:val="009725AA"/>
    <w:rsid w:val="00973270"/>
    <w:rsid w:val="009735F5"/>
    <w:rsid w:val="0097460A"/>
    <w:rsid w:val="00974F7B"/>
    <w:rsid w:val="0097516C"/>
    <w:rsid w:val="009759BC"/>
    <w:rsid w:val="009766B0"/>
    <w:rsid w:val="009776A2"/>
    <w:rsid w:val="00980590"/>
    <w:rsid w:val="00981DDE"/>
    <w:rsid w:val="00982954"/>
    <w:rsid w:val="00982B8C"/>
    <w:rsid w:val="00983D38"/>
    <w:rsid w:val="00984285"/>
    <w:rsid w:val="00986138"/>
    <w:rsid w:val="00986994"/>
    <w:rsid w:val="00987019"/>
    <w:rsid w:val="0098717C"/>
    <w:rsid w:val="00987D75"/>
    <w:rsid w:val="0099147F"/>
    <w:rsid w:val="00991DA6"/>
    <w:rsid w:val="009920D0"/>
    <w:rsid w:val="00993267"/>
    <w:rsid w:val="00993801"/>
    <w:rsid w:val="00994905"/>
    <w:rsid w:val="00995583"/>
    <w:rsid w:val="009959B4"/>
    <w:rsid w:val="00995AF6"/>
    <w:rsid w:val="00996286"/>
    <w:rsid w:val="00996668"/>
    <w:rsid w:val="00996950"/>
    <w:rsid w:val="009969BC"/>
    <w:rsid w:val="00996C4A"/>
    <w:rsid w:val="009A08D2"/>
    <w:rsid w:val="009A0BE6"/>
    <w:rsid w:val="009A0C91"/>
    <w:rsid w:val="009A119B"/>
    <w:rsid w:val="009A1646"/>
    <w:rsid w:val="009A1967"/>
    <w:rsid w:val="009A1D5F"/>
    <w:rsid w:val="009A2421"/>
    <w:rsid w:val="009A2D79"/>
    <w:rsid w:val="009A2DEE"/>
    <w:rsid w:val="009A31AB"/>
    <w:rsid w:val="009A338A"/>
    <w:rsid w:val="009A443C"/>
    <w:rsid w:val="009A4FAE"/>
    <w:rsid w:val="009A527A"/>
    <w:rsid w:val="009A5335"/>
    <w:rsid w:val="009A62DC"/>
    <w:rsid w:val="009A6583"/>
    <w:rsid w:val="009A758A"/>
    <w:rsid w:val="009B140C"/>
    <w:rsid w:val="009B1FC9"/>
    <w:rsid w:val="009B2E40"/>
    <w:rsid w:val="009B2F3D"/>
    <w:rsid w:val="009B39EF"/>
    <w:rsid w:val="009B4E1F"/>
    <w:rsid w:val="009B50CB"/>
    <w:rsid w:val="009B5262"/>
    <w:rsid w:val="009B531F"/>
    <w:rsid w:val="009B53B4"/>
    <w:rsid w:val="009B6F59"/>
    <w:rsid w:val="009B7961"/>
    <w:rsid w:val="009C05B5"/>
    <w:rsid w:val="009C0A28"/>
    <w:rsid w:val="009C0B14"/>
    <w:rsid w:val="009C1B06"/>
    <w:rsid w:val="009C2059"/>
    <w:rsid w:val="009C30E0"/>
    <w:rsid w:val="009C4685"/>
    <w:rsid w:val="009C584B"/>
    <w:rsid w:val="009C74A0"/>
    <w:rsid w:val="009C7AE8"/>
    <w:rsid w:val="009D1247"/>
    <w:rsid w:val="009D1595"/>
    <w:rsid w:val="009D2CB9"/>
    <w:rsid w:val="009D3A9D"/>
    <w:rsid w:val="009D5980"/>
    <w:rsid w:val="009D62BF"/>
    <w:rsid w:val="009D6515"/>
    <w:rsid w:val="009D6A93"/>
    <w:rsid w:val="009D6CE7"/>
    <w:rsid w:val="009D6D3F"/>
    <w:rsid w:val="009D7558"/>
    <w:rsid w:val="009D7A71"/>
    <w:rsid w:val="009E041D"/>
    <w:rsid w:val="009E1B47"/>
    <w:rsid w:val="009E20C3"/>
    <w:rsid w:val="009E2F4B"/>
    <w:rsid w:val="009E2FB2"/>
    <w:rsid w:val="009E3092"/>
    <w:rsid w:val="009E330B"/>
    <w:rsid w:val="009E4734"/>
    <w:rsid w:val="009E4C58"/>
    <w:rsid w:val="009E7274"/>
    <w:rsid w:val="009F10D4"/>
    <w:rsid w:val="009F15AB"/>
    <w:rsid w:val="009F2291"/>
    <w:rsid w:val="009F2FF2"/>
    <w:rsid w:val="009F4539"/>
    <w:rsid w:val="009F64AA"/>
    <w:rsid w:val="009F71B6"/>
    <w:rsid w:val="009F7294"/>
    <w:rsid w:val="009F7DD4"/>
    <w:rsid w:val="00A00374"/>
    <w:rsid w:val="00A009CC"/>
    <w:rsid w:val="00A00D91"/>
    <w:rsid w:val="00A0145B"/>
    <w:rsid w:val="00A0208D"/>
    <w:rsid w:val="00A02238"/>
    <w:rsid w:val="00A022CB"/>
    <w:rsid w:val="00A027ED"/>
    <w:rsid w:val="00A02AF2"/>
    <w:rsid w:val="00A03BF5"/>
    <w:rsid w:val="00A04C00"/>
    <w:rsid w:val="00A04CB1"/>
    <w:rsid w:val="00A04F42"/>
    <w:rsid w:val="00A063B7"/>
    <w:rsid w:val="00A06A2D"/>
    <w:rsid w:val="00A07C58"/>
    <w:rsid w:val="00A10AD2"/>
    <w:rsid w:val="00A10E46"/>
    <w:rsid w:val="00A113A9"/>
    <w:rsid w:val="00A13A08"/>
    <w:rsid w:val="00A13BC9"/>
    <w:rsid w:val="00A14939"/>
    <w:rsid w:val="00A157EF"/>
    <w:rsid w:val="00A1591D"/>
    <w:rsid w:val="00A15F92"/>
    <w:rsid w:val="00A1690A"/>
    <w:rsid w:val="00A20097"/>
    <w:rsid w:val="00A20B86"/>
    <w:rsid w:val="00A20FFB"/>
    <w:rsid w:val="00A21B3E"/>
    <w:rsid w:val="00A222E6"/>
    <w:rsid w:val="00A234BC"/>
    <w:rsid w:val="00A23E10"/>
    <w:rsid w:val="00A24003"/>
    <w:rsid w:val="00A24869"/>
    <w:rsid w:val="00A2733D"/>
    <w:rsid w:val="00A27B5C"/>
    <w:rsid w:val="00A27E27"/>
    <w:rsid w:val="00A30721"/>
    <w:rsid w:val="00A30A54"/>
    <w:rsid w:val="00A316B1"/>
    <w:rsid w:val="00A31811"/>
    <w:rsid w:val="00A31B1E"/>
    <w:rsid w:val="00A32146"/>
    <w:rsid w:val="00A32266"/>
    <w:rsid w:val="00A336C8"/>
    <w:rsid w:val="00A33AD5"/>
    <w:rsid w:val="00A34192"/>
    <w:rsid w:val="00A344AF"/>
    <w:rsid w:val="00A35468"/>
    <w:rsid w:val="00A35F4E"/>
    <w:rsid w:val="00A36164"/>
    <w:rsid w:val="00A4016C"/>
    <w:rsid w:val="00A411A0"/>
    <w:rsid w:val="00A41255"/>
    <w:rsid w:val="00A4128C"/>
    <w:rsid w:val="00A41E12"/>
    <w:rsid w:val="00A430B0"/>
    <w:rsid w:val="00A43215"/>
    <w:rsid w:val="00A43E46"/>
    <w:rsid w:val="00A44037"/>
    <w:rsid w:val="00A44E50"/>
    <w:rsid w:val="00A45058"/>
    <w:rsid w:val="00A4518A"/>
    <w:rsid w:val="00A453B9"/>
    <w:rsid w:val="00A4566A"/>
    <w:rsid w:val="00A456A0"/>
    <w:rsid w:val="00A45D15"/>
    <w:rsid w:val="00A4777D"/>
    <w:rsid w:val="00A5051F"/>
    <w:rsid w:val="00A52B72"/>
    <w:rsid w:val="00A53663"/>
    <w:rsid w:val="00A5539E"/>
    <w:rsid w:val="00A55662"/>
    <w:rsid w:val="00A5662F"/>
    <w:rsid w:val="00A57117"/>
    <w:rsid w:val="00A57E7A"/>
    <w:rsid w:val="00A615EC"/>
    <w:rsid w:val="00A6235F"/>
    <w:rsid w:val="00A62C75"/>
    <w:rsid w:val="00A63381"/>
    <w:rsid w:val="00A63ACB"/>
    <w:rsid w:val="00A6431A"/>
    <w:rsid w:val="00A643FF"/>
    <w:rsid w:val="00A653E5"/>
    <w:rsid w:val="00A66252"/>
    <w:rsid w:val="00A66282"/>
    <w:rsid w:val="00A667CB"/>
    <w:rsid w:val="00A67093"/>
    <w:rsid w:val="00A70130"/>
    <w:rsid w:val="00A701B5"/>
    <w:rsid w:val="00A7185F"/>
    <w:rsid w:val="00A72630"/>
    <w:rsid w:val="00A73029"/>
    <w:rsid w:val="00A732B7"/>
    <w:rsid w:val="00A74666"/>
    <w:rsid w:val="00A7561D"/>
    <w:rsid w:val="00A75D25"/>
    <w:rsid w:val="00A75DF7"/>
    <w:rsid w:val="00A76431"/>
    <w:rsid w:val="00A77210"/>
    <w:rsid w:val="00A772F2"/>
    <w:rsid w:val="00A774D5"/>
    <w:rsid w:val="00A808F0"/>
    <w:rsid w:val="00A80C85"/>
    <w:rsid w:val="00A81BD1"/>
    <w:rsid w:val="00A82B8F"/>
    <w:rsid w:val="00A82C4C"/>
    <w:rsid w:val="00A82F0D"/>
    <w:rsid w:val="00A82F67"/>
    <w:rsid w:val="00A836AA"/>
    <w:rsid w:val="00A83AF9"/>
    <w:rsid w:val="00A8439A"/>
    <w:rsid w:val="00A8589F"/>
    <w:rsid w:val="00A862E6"/>
    <w:rsid w:val="00A86D86"/>
    <w:rsid w:val="00A878AF"/>
    <w:rsid w:val="00A90148"/>
    <w:rsid w:val="00A90713"/>
    <w:rsid w:val="00A92153"/>
    <w:rsid w:val="00A9253E"/>
    <w:rsid w:val="00A931FB"/>
    <w:rsid w:val="00A93A68"/>
    <w:rsid w:val="00A956BC"/>
    <w:rsid w:val="00A95973"/>
    <w:rsid w:val="00A95B3E"/>
    <w:rsid w:val="00A964E9"/>
    <w:rsid w:val="00A965CE"/>
    <w:rsid w:val="00A97717"/>
    <w:rsid w:val="00A97AFB"/>
    <w:rsid w:val="00A97DBC"/>
    <w:rsid w:val="00AA0136"/>
    <w:rsid w:val="00AA073A"/>
    <w:rsid w:val="00AA14A4"/>
    <w:rsid w:val="00AA2A0A"/>
    <w:rsid w:val="00AA3B81"/>
    <w:rsid w:val="00AA3EFB"/>
    <w:rsid w:val="00AA5803"/>
    <w:rsid w:val="00AA588D"/>
    <w:rsid w:val="00AA5D11"/>
    <w:rsid w:val="00AA6754"/>
    <w:rsid w:val="00AA6CD5"/>
    <w:rsid w:val="00AA6F73"/>
    <w:rsid w:val="00AA7407"/>
    <w:rsid w:val="00AB0617"/>
    <w:rsid w:val="00AB09D5"/>
    <w:rsid w:val="00AB2515"/>
    <w:rsid w:val="00AB2A06"/>
    <w:rsid w:val="00AB2D99"/>
    <w:rsid w:val="00AB3492"/>
    <w:rsid w:val="00AB4959"/>
    <w:rsid w:val="00AB5252"/>
    <w:rsid w:val="00AB609B"/>
    <w:rsid w:val="00AB66D3"/>
    <w:rsid w:val="00AB6BD7"/>
    <w:rsid w:val="00AB735B"/>
    <w:rsid w:val="00AB77EF"/>
    <w:rsid w:val="00AC053B"/>
    <w:rsid w:val="00AC087A"/>
    <w:rsid w:val="00AC142E"/>
    <w:rsid w:val="00AC242E"/>
    <w:rsid w:val="00AC2748"/>
    <w:rsid w:val="00AC2A4E"/>
    <w:rsid w:val="00AC3BF4"/>
    <w:rsid w:val="00AC45C4"/>
    <w:rsid w:val="00AC5E4F"/>
    <w:rsid w:val="00AC60D3"/>
    <w:rsid w:val="00AC7166"/>
    <w:rsid w:val="00AC79DA"/>
    <w:rsid w:val="00AD0DC4"/>
    <w:rsid w:val="00AD17A2"/>
    <w:rsid w:val="00AD250C"/>
    <w:rsid w:val="00AD37F5"/>
    <w:rsid w:val="00AD3A08"/>
    <w:rsid w:val="00AD441B"/>
    <w:rsid w:val="00AD4450"/>
    <w:rsid w:val="00AD529B"/>
    <w:rsid w:val="00AD5511"/>
    <w:rsid w:val="00AD5B60"/>
    <w:rsid w:val="00AD7D76"/>
    <w:rsid w:val="00AD7F77"/>
    <w:rsid w:val="00AE063B"/>
    <w:rsid w:val="00AE0D75"/>
    <w:rsid w:val="00AE130F"/>
    <w:rsid w:val="00AE1428"/>
    <w:rsid w:val="00AE2B78"/>
    <w:rsid w:val="00AE31A4"/>
    <w:rsid w:val="00AE3520"/>
    <w:rsid w:val="00AE38D5"/>
    <w:rsid w:val="00AE40E0"/>
    <w:rsid w:val="00AE534F"/>
    <w:rsid w:val="00AE72C3"/>
    <w:rsid w:val="00AF00BA"/>
    <w:rsid w:val="00AF0525"/>
    <w:rsid w:val="00AF4FD2"/>
    <w:rsid w:val="00AF745C"/>
    <w:rsid w:val="00B00B01"/>
    <w:rsid w:val="00B01FF5"/>
    <w:rsid w:val="00B02AD5"/>
    <w:rsid w:val="00B02CDF"/>
    <w:rsid w:val="00B04490"/>
    <w:rsid w:val="00B045D4"/>
    <w:rsid w:val="00B0490F"/>
    <w:rsid w:val="00B04AD4"/>
    <w:rsid w:val="00B05229"/>
    <w:rsid w:val="00B0536B"/>
    <w:rsid w:val="00B05C50"/>
    <w:rsid w:val="00B05F4D"/>
    <w:rsid w:val="00B06EA5"/>
    <w:rsid w:val="00B07070"/>
    <w:rsid w:val="00B1194D"/>
    <w:rsid w:val="00B12579"/>
    <w:rsid w:val="00B139DD"/>
    <w:rsid w:val="00B1462A"/>
    <w:rsid w:val="00B1552F"/>
    <w:rsid w:val="00B1581C"/>
    <w:rsid w:val="00B158BF"/>
    <w:rsid w:val="00B15F59"/>
    <w:rsid w:val="00B16483"/>
    <w:rsid w:val="00B165DD"/>
    <w:rsid w:val="00B16D19"/>
    <w:rsid w:val="00B16D2C"/>
    <w:rsid w:val="00B16D73"/>
    <w:rsid w:val="00B16E53"/>
    <w:rsid w:val="00B17200"/>
    <w:rsid w:val="00B17CC5"/>
    <w:rsid w:val="00B17E09"/>
    <w:rsid w:val="00B2053B"/>
    <w:rsid w:val="00B20AB2"/>
    <w:rsid w:val="00B216E3"/>
    <w:rsid w:val="00B22AD6"/>
    <w:rsid w:val="00B22E15"/>
    <w:rsid w:val="00B249D6"/>
    <w:rsid w:val="00B25882"/>
    <w:rsid w:val="00B27448"/>
    <w:rsid w:val="00B276FE"/>
    <w:rsid w:val="00B278CE"/>
    <w:rsid w:val="00B30CF3"/>
    <w:rsid w:val="00B31517"/>
    <w:rsid w:val="00B329AF"/>
    <w:rsid w:val="00B33536"/>
    <w:rsid w:val="00B34AE3"/>
    <w:rsid w:val="00B359C2"/>
    <w:rsid w:val="00B35D13"/>
    <w:rsid w:val="00B35F2C"/>
    <w:rsid w:val="00B36711"/>
    <w:rsid w:val="00B36AB9"/>
    <w:rsid w:val="00B36E8F"/>
    <w:rsid w:val="00B37B79"/>
    <w:rsid w:val="00B40F27"/>
    <w:rsid w:val="00B413B4"/>
    <w:rsid w:val="00B4150B"/>
    <w:rsid w:val="00B42325"/>
    <w:rsid w:val="00B445FC"/>
    <w:rsid w:val="00B45624"/>
    <w:rsid w:val="00B464C0"/>
    <w:rsid w:val="00B4678E"/>
    <w:rsid w:val="00B47E31"/>
    <w:rsid w:val="00B50BC4"/>
    <w:rsid w:val="00B50F11"/>
    <w:rsid w:val="00B50F87"/>
    <w:rsid w:val="00B52927"/>
    <w:rsid w:val="00B55142"/>
    <w:rsid w:val="00B558E6"/>
    <w:rsid w:val="00B56386"/>
    <w:rsid w:val="00B56424"/>
    <w:rsid w:val="00B5688A"/>
    <w:rsid w:val="00B56C82"/>
    <w:rsid w:val="00B574DF"/>
    <w:rsid w:val="00B615ED"/>
    <w:rsid w:val="00B63755"/>
    <w:rsid w:val="00B640BB"/>
    <w:rsid w:val="00B646A2"/>
    <w:rsid w:val="00B6591D"/>
    <w:rsid w:val="00B65A2F"/>
    <w:rsid w:val="00B66814"/>
    <w:rsid w:val="00B66DD7"/>
    <w:rsid w:val="00B675B6"/>
    <w:rsid w:val="00B7066E"/>
    <w:rsid w:val="00B71422"/>
    <w:rsid w:val="00B72C54"/>
    <w:rsid w:val="00B7370C"/>
    <w:rsid w:val="00B73CDE"/>
    <w:rsid w:val="00B745BB"/>
    <w:rsid w:val="00B7547E"/>
    <w:rsid w:val="00B75CCC"/>
    <w:rsid w:val="00B819BA"/>
    <w:rsid w:val="00B83DD3"/>
    <w:rsid w:val="00B840D8"/>
    <w:rsid w:val="00B85328"/>
    <w:rsid w:val="00B85346"/>
    <w:rsid w:val="00B85D1E"/>
    <w:rsid w:val="00B85F36"/>
    <w:rsid w:val="00B92578"/>
    <w:rsid w:val="00B930AC"/>
    <w:rsid w:val="00B93473"/>
    <w:rsid w:val="00B938B4"/>
    <w:rsid w:val="00B94D5C"/>
    <w:rsid w:val="00B94F2E"/>
    <w:rsid w:val="00B95218"/>
    <w:rsid w:val="00B9564E"/>
    <w:rsid w:val="00B95B43"/>
    <w:rsid w:val="00B95CC2"/>
    <w:rsid w:val="00B95DBE"/>
    <w:rsid w:val="00B96876"/>
    <w:rsid w:val="00B97687"/>
    <w:rsid w:val="00B9770F"/>
    <w:rsid w:val="00BA04AF"/>
    <w:rsid w:val="00BA0E4D"/>
    <w:rsid w:val="00BA1113"/>
    <w:rsid w:val="00BA1348"/>
    <w:rsid w:val="00BA20B9"/>
    <w:rsid w:val="00BA4EE9"/>
    <w:rsid w:val="00BA54B7"/>
    <w:rsid w:val="00BA54CE"/>
    <w:rsid w:val="00BA5F9C"/>
    <w:rsid w:val="00BA60CC"/>
    <w:rsid w:val="00BA6E03"/>
    <w:rsid w:val="00BA7FCB"/>
    <w:rsid w:val="00BB217F"/>
    <w:rsid w:val="00BB31A3"/>
    <w:rsid w:val="00BB3A0B"/>
    <w:rsid w:val="00BB480D"/>
    <w:rsid w:val="00BB4F0B"/>
    <w:rsid w:val="00BB569A"/>
    <w:rsid w:val="00BB6234"/>
    <w:rsid w:val="00BB7116"/>
    <w:rsid w:val="00BB7409"/>
    <w:rsid w:val="00BB7473"/>
    <w:rsid w:val="00BB7C65"/>
    <w:rsid w:val="00BC073F"/>
    <w:rsid w:val="00BC2206"/>
    <w:rsid w:val="00BC225F"/>
    <w:rsid w:val="00BC2C34"/>
    <w:rsid w:val="00BC30FB"/>
    <w:rsid w:val="00BC46C2"/>
    <w:rsid w:val="00BC5409"/>
    <w:rsid w:val="00BC58F4"/>
    <w:rsid w:val="00BC5A9A"/>
    <w:rsid w:val="00BC7041"/>
    <w:rsid w:val="00BC70DC"/>
    <w:rsid w:val="00BC70F9"/>
    <w:rsid w:val="00BD0D76"/>
    <w:rsid w:val="00BD1415"/>
    <w:rsid w:val="00BD25A3"/>
    <w:rsid w:val="00BD31C3"/>
    <w:rsid w:val="00BD35F2"/>
    <w:rsid w:val="00BD3DEB"/>
    <w:rsid w:val="00BD41CA"/>
    <w:rsid w:val="00BD4556"/>
    <w:rsid w:val="00BD4701"/>
    <w:rsid w:val="00BD473C"/>
    <w:rsid w:val="00BD50CE"/>
    <w:rsid w:val="00BD55A1"/>
    <w:rsid w:val="00BD593B"/>
    <w:rsid w:val="00BD5BF5"/>
    <w:rsid w:val="00BD6D83"/>
    <w:rsid w:val="00BD743F"/>
    <w:rsid w:val="00BE17F6"/>
    <w:rsid w:val="00BE18CF"/>
    <w:rsid w:val="00BE28C5"/>
    <w:rsid w:val="00BE3501"/>
    <w:rsid w:val="00BE39BF"/>
    <w:rsid w:val="00BE4C50"/>
    <w:rsid w:val="00BE4D3D"/>
    <w:rsid w:val="00BE6B23"/>
    <w:rsid w:val="00BE742A"/>
    <w:rsid w:val="00BE7919"/>
    <w:rsid w:val="00BF0536"/>
    <w:rsid w:val="00BF0904"/>
    <w:rsid w:val="00BF10CC"/>
    <w:rsid w:val="00BF1300"/>
    <w:rsid w:val="00BF288C"/>
    <w:rsid w:val="00BF36FA"/>
    <w:rsid w:val="00BF3E67"/>
    <w:rsid w:val="00BF439F"/>
    <w:rsid w:val="00BF5CA1"/>
    <w:rsid w:val="00BF654D"/>
    <w:rsid w:val="00C0045E"/>
    <w:rsid w:val="00C00F08"/>
    <w:rsid w:val="00C01436"/>
    <w:rsid w:val="00C01662"/>
    <w:rsid w:val="00C022F8"/>
    <w:rsid w:val="00C02440"/>
    <w:rsid w:val="00C026D6"/>
    <w:rsid w:val="00C03232"/>
    <w:rsid w:val="00C03313"/>
    <w:rsid w:val="00C04345"/>
    <w:rsid w:val="00C04571"/>
    <w:rsid w:val="00C04867"/>
    <w:rsid w:val="00C04AE5"/>
    <w:rsid w:val="00C04C80"/>
    <w:rsid w:val="00C0574B"/>
    <w:rsid w:val="00C05CC7"/>
    <w:rsid w:val="00C062D5"/>
    <w:rsid w:val="00C07E7C"/>
    <w:rsid w:val="00C115AF"/>
    <w:rsid w:val="00C1202F"/>
    <w:rsid w:val="00C12BD9"/>
    <w:rsid w:val="00C13493"/>
    <w:rsid w:val="00C136E6"/>
    <w:rsid w:val="00C14338"/>
    <w:rsid w:val="00C14625"/>
    <w:rsid w:val="00C14701"/>
    <w:rsid w:val="00C14CB5"/>
    <w:rsid w:val="00C14CB9"/>
    <w:rsid w:val="00C14E13"/>
    <w:rsid w:val="00C15E3A"/>
    <w:rsid w:val="00C17181"/>
    <w:rsid w:val="00C174C9"/>
    <w:rsid w:val="00C1755D"/>
    <w:rsid w:val="00C17F1B"/>
    <w:rsid w:val="00C20932"/>
    <w:rsid w:val="00C20A03"/>
    <w:rsid w:val="00C20B70"/>
    <w:rsid w:val="00C216DA"/>
    <w:rsid w:val="00C22061"/>
    <w:rsid w:val="00C222FD"/>
    <w:rsid w:val="00C22659"/>
    <w:rsid w:val="00C233B0"/>
    <w:rsid w:val="00C23B5E"/>
    <w:rsid w:val="00C24431"/>
    <w:rsid w:val="00C2486B"/>
    <w:rsid w:val="00C268A6"/>
    <w:rsid w:val="00C27815"/>
    <w:rsid w:val="00C305A5"/>
    <w:rsid w:val="00C306BA"/>
    <w:rsid w:val="00C30B0D"/>
    <w:rsid w:val="00C322C4"/>
    <w:rsid w:val="00C335BD"/>
    <w:rsid w:val="00C33EFB"/>
    <w:rsid w:val="00C344D7"/>
    <w:rsid w:val="00C34BD3"/>
    <w:rsid w:val="00C36DA0"/>
    <w:rsid w:val="00C379FF"/>
    <w:rsid w:val="00C37B05"/>
    <w:rsid w:val="00C37F62"/>
    <w:rsid w:val="00C41983"/>
    <w:rsid w:val="00C42106"/>
    <w:rsid w:val="00C425B8"/>
    <w:rsid w:val="00C43A01"/>
    <w:rsid w:val="00C44870"/>
    <w:rsid w:val="00C46001"/>
    <w:rsid w:val="00C46D1C"/>
    <w:rsid w:val="00C47DC5"/>
    <w:rsid w:val="00C5153A"/>
    <w:rsid w:val="00C51EF3"/>
    <w:rsid w:val="00C52CBF"/>
    <w:rsid w:val="00C534FF"/>
    <w:rsid w:val="00C541A6"/>
    <w:rsid w:val="00C55C3D"/>
    <w:rsid w:val="00C5609F"/>
    <w:rsid w:val="00C57CB0"/>
    <w:rsid w:val="00C603B0"/>
    <w:rsid w:val="00C606F4"/>
    <w:rsid w:val="00C607F4"/>
    <w:rsid w:val="00C6121D"/>
    <w:rsid w:val="00C62D40"/>
    <w:rsid w:val="00C62E19"/>
    <w:rsid w:val="00C636FA"/>
    <w:rsid w:val="00C63A1F"/>
    <w:rsid w:val="00C64DC2"/>
    <w:rsid w:val="00C66909"/>
    <w:rsid w:val="00C70A05"/>
    <w:rsid w:val="00C70A0A"/>
    <w:rsid w:val="00C70DFD"/>
    <w:rsid w:val="00C71135"/>
    <w:rsid w:val="00C729ED"/>
    <w:rsid w:val="00C72A31"/>
    <w:rsid w:val="00C72F04"/>
    <w:rsid w:val="00C73319"/>
    <w:rsid w:val="00C736FE"/>
    <w:rsid w:val="00C74482"/>
    <w:rsid w:val="00C74DE3"/>
    <w:rsid w:val="00C74FD9"/>
    <w:rsid w:val="00C755DD"/>
    <w:rsid w:val="00C75766"/>
    <w:rsid w:val="00C76AEC"/>
    <w:rsid w:val="00C77356"/>
    <w:rsid w:val="00C77410"/>
    <w:rsid w:val="00C774DA"/>
    <w:rsid w:val="00C77D1A"/>
    <w:rsid w:val="00C817D7"/>
    <w:rsid w:val="00C82695"/>
    <w:rsid w:val="00C82A03"/>
    <w:rsid w:val="00C82BD6"/>
    <w:rsid w:val="00C83113"/>
    <w:rsid w:val="00C83376"/>
    <w:rsid w:val="00C83488"/>
    <w:rsid w:val="00C839F4"/>
    <w:rsid w:val="00C83F14"/>
    <w:rsid w:val="00C842A8"/>
    <w:rsid w:val="00C84698"/>
    <w:rsid w:val="00C849AF"/>
    <w:rsid w:val="00C85A23"/>
    <w:rsid w:val="00C85CC0"/>
    <w:rsid w:val="00C860A7"/>
    <w:rsid w:val="00C86927"/>
    <w:rsid w:val="00C86D54"/>
    <w:rsid w:val="00C87B9B"/>
    <w:rsid w:val="00C87F69"/>
    <w:rsid w:val="00C90484"/>
    <w:rsid w:val="00C910FC"/>
    <w:rsid w:val="00C91A1B"/>
    <w:rsid w:val="00C91BF0"/>
    <w:rsid w:val="00C9220D"/>
    <w:rsid w:val="00C924ED"/>
    <w:rsid w:val="00C92651"/>
    <w:rsid w:val="00C951FE"/>
    <w:rsid w:val="00C9553B"/>
    <w:rsid w:val="00C959DF"/>
    <w:rsid w:val="00C95BD0"/>
    <w:rsid w:val="00C95D51"/>
    <w:rsid w:val="00C95D8B"/>
    <w:rsid w:val="00C97F35"/>
    <w:rsid w:val="00CA0BBC"/>
    <w:rsid w:val="00CA0EA2"/>
    <w:rsid w:val="00CA17AF"/>
    <w:rsid w:val="00CA1822"/>
    <w:rsid w:val="00CA2099"/>
    <w:rsid w:val="00CA3B1D"/>
    <w:rsid w:val="00CA4250"/>
    <w:rsid w:val="00CA69A9"/>
    <w:rsid w:val="00CA7025"/>
    <w:rsid w:val="00CB00F8"/>
    <w:rsid w:val="00CB073C"/>
    <w:rsid w:val="00CB1C9D"/>
    <w:rsid w:val="00CB1CF2"/>
    <w:rsid w:val="00CB2AD9"/>
    <w:rsid w:val="00CB395C"/>
    <w:rsid w:val="00CB449F"/>
    <w:rsid w:val="00CB4554"/>
    <w:rsid w:val="00CB506E"/>
    <w:rsid w:val="00CB67E7"/>
    <w:rsid w:val="00CB7598"/>
    <w:rsid w:val="00CB7B90"/>
    <w:rsid w:val="00CC0A9D"/>
    <w:rsid w:val="00CC10F4"/>
    <w:rsid w:val="00CC1441"/>
    <w:rsid w:val="00CC1EEA"/>
    <w:rsid w:val="00CC254F"/>
    <w:rsid w:val="00CC376C"/>
    <w:rsid w:val="00CC4C60"/>
    <w:rsid w:val="00CC56A1"/>
    <w:rsid w:val="00CC5A7E"/>
    <w:rsid w:val="00CC65BA"/>
    <w:rsid w:val="00CC6A58"/>
    <w:rsid w:val="00CC6BDE"/>
    <w:rsid w:val="00CC701E"/>
    <w:rsid w:val="00CC7A5E"/>
    <w:rsid w:val="00CC7A96"/>
    <w:rsid w:val="00CC7EAB"/>
    <w:rsid w:val="00CD015C"/>
    <w:rsid w:val="00CD1397"/>
    <w:rsid w:val="00CD18FB"/>
    <w:rsid w:val="00CD1B8C"/>
    <w:rsid w:val="00CD2954"/>
    <w:rsid w:val="00CD2F25"/>
    <w:rsid w:val="00CD335C"/>
    <w:rsid w:val="00CD3B63"/>
    <w:rsid w:val="00CD419B"/>
    <w:rsid w:val="00CD4772"/>
    <w:rsid w:val="00CD4F03"/>
    <w:rsid w:val="00CD6073"/>
    <w:rsid w:val="00CD60C0"/>
    <w:rsid w:val="00CD628C"/>
    <w:rsid w:val="00CD6416"/>
    <w:rsid w:val="00CD68B2"/>
    <w:rsid w:val="00CD6D8E"/>
    <w:rsid w:val="00CE0434"/>
    <w:rsid w:val="00CE120E"/>
    <w:rsid w:val="00CE1259"/>
    <w:rsid w:val="00CE149F"/>
    <w:rsid w:val="00CE295C"/>
    <w:rsid w:val="00CE36D0"/>
    <w:rsid w:val="00CE548C"/>
    <w:rsid w:val="00CE5863"/>
    <w:rsid w:val="00CE5F14"/>
    <w:rsid w:val="00CE602F"/>
    <w:rsid w:val="00CE6DAA"/>
    <w:rsid w:val="00CE73A5"/>
    <w:rsid w:val="00CF0B6A"/>
    <w:rsid w:val="00CF0E01"/>
    <w:rsid w:val="00CF0FE5"/>
    <w:rsid w:val="00CF2008"/>
    <w:rsid w:val="00CF2DD1"/>
    <w:rsid w:val="00CF593F"/>
    <w:rsid w:val="00CF5F3B"/>
    <w:rsid w:val="00CF6A1E"/>
    <w:rsid w:val="00D0032D"/>
    <w:rsid w:val="00D0075E"/>
    <w:rsid w:val="00D008C0"/>
    <w:rsid w:val="00D00BCF"/>
    <w:rsid w:val="00D01194"/>
    <w:rsid w:val="00D01CBB"/>
    <w:rsid w:val="00D03F1D"/>
    <w:rsid w:val="00D042ED"/>
    <w:rsid w:val="00D0446F"/>
    <w:rsid w:val="00D04BC4"/>
    <w:rsid w:val="00D05E3B"/>
    <w:rsid w:val="00D067CC"/>
    <w:rsid w:val="00D06B79"/>
    <w:rsid w:val="00D0739A"/>
    <w:rsid w:val="00D07648"/>
    <w:rsid w:val="00D1206B"/>
    <w:rsid w:val="00D127E1"/>
    <w:rsid w:val="00D129F5"/>
    <w:rsid w:val="00D13488"/>
    <w:rsid w:val="00D1410C"/>
    <w:rsid w:val="00D142CB"/>
    <w:rsid w:val="00D155FF"/>
    <w:rsid w:val="00D15F44"/>
    <w:rsid w:val="00D16916"/>
    <w:rsid w:val="00D21494"/>
    <w:rsid w:val="00D2230F"/>
    <w:rsid w:val="00D223CE"/>
    <w:rsid w:val="00D22B42"/>
    <w:rsid w:val="00D22F7B"/>
    <w:rsid w:val="00D231F9"/>
    <w:rsid w:val="00D25B0F"/>
    <w:rsid w:val="00D26440"/>
    <w:rsid w:val="00D27402"/>
    <w:rsid w:val="00D27701"/>
    <w:rsid w:val="00D27BCA"/>
    <w:rsid w:val="00D31B94"/>
    <w:rsid w:val="00D31FB9"/>
    <w:rsid w:val="00D332C9"/>
    <w:rsid w:val="00D3396D"/>
    <w:rsid w:val="00D349CA"/>
    <w:rsid w:val="00D366F6"/>
    <w:rsid w:val="00D40663"/>
    <w:rsid w:val="00D428CB"/>
    <w:rsid w:val="00D429D2"/>
    <w:rsid w:val="00D4326E"/>
    <w:rsid w:val="00D4362D"/>
    <w:rsid w:val="00D442FA"/>
    <w:rsid w:val="00D4430D"/>
    <w:rsid w:val="00D4439B"/>
    <w:rsid w:val="00D44CC5"/>
    <w:rsid w:val="00D45169"/>
    <w:rsid w:val="00D45508"/>
    <w:rsid w:val="00D51BB5"/>
    <w:rsid w:val="00D5200D"/>
    <w:rsid w:val="00D535AD"/>
    <w:rsid w:val="00D558A9"/>
    <w:rsid w:val="00D56C25"/>
    <w:rsid w:val="00D57924"/>
    <w:rsid w:val="00D60595"/>
    <w:rsid w:val="00D608C2"/>
    <w:rsid w:val="00D60D68"/>
    <w:rsid w:val="00D617E3"/>
    <w:rsid w:val="00D62A4F"/>
    <w:rsid w:val="00D63BE0"/>
    <w:rsid w:val="00D6551D"/>
    <w:rsid w:val="00D702A5"/>
    <w:rsid w:val="00D70632"/>
    <w:rsid w:val="00D71C08"/>
    <w:rsid w:val="00D723C9"/>
    <w:rsid w:val="00D72691"/>
    <w:rsid w:val="00D72BCA"/>
    <w:rsid w:val="00D740BF"/>
    <w:rsid w:val="00D74313"/>
    <w:rsid w:val="00D74778"/>
    <w:rsid w:val="00D74AFE"/>
    <w:rsid w:val="00D75648"/>
    <w:rsid w:val="00D75838"/>
    <w:rsid w:val="00D7663F"/>
    <w:rsid w:val="00D76EDA"/>
    <w:rsid w:val="00D773FF"/>
    <w:rsid w:val="00D77A45"/>
    <w:rsid w:val="00D77E94"/>
    <w:rsid w:val="00D77FB4"/>
    <w:rsid w:val="00D8068A"/>
    <w:rsid w:val="00D80864"/>
    <w:rsid w:val="00D80A04"/>
    <w:rsid w:val="00D80C60"/>
    <w:rsid w:val="00D80F92"/>
    <w:rsid w:val="00D819DE"/>
    <w:rsid w:val="00D835D8"/>
    <w:rsid w:val="00D838DE"/>
    <w:rsid w:val="00D83A2B"/>
    <w:rsid w:val="00D83C4D"/>
    <w:rsid w:val="00D849EC"/>
    <w:rsid w:val="00D85B16"/>
    <w:rsid w:val="00D90EFA"/>
    <w:rsid w:val="00D91D86"/>
    <w:rsid w:val="00D93AC8"/>
    <w:rsid w:val="00D93F1A"/>
    <w:rsid w:val="00D944CC"/>
    <w:rsid w:val="00D94909"/>
    <w:rsid w:val="00D94A69"/>
    <w:rsid w:val="00D95882"/>
    <w:rsid w:val="00D958CA"/>
    <w:rsid w:val="00D95D31"/>
    <w:rsid w:val="00D97180"/>
    <w:rsid w:val="00DA0116"/>
    <w:rsid w:val="00DA15D3"/>
    <w:rsid w:val="00DA1A48"/>
    <w:rsid w:val="00DA1D8C"/>
    <w:rsid w:val="00DA206D"/>
    <w:rsid w:val="00DA28CF"/>
    <w:rsid w:val="00DA3E92"/>
    <w:rsid w:val="00DA3F42"/>
    <w:rsid w:val="00DA4520"/>
    <w:rsid w:val="00DA53EE"/>
    <w:rsid w:val="00DA622C"/>
    <w:rsid w:val="00DA7035"/>
    <w:rsid w:val="00DA75C7"/>
    <w:rsid w:val="00DB022B"/>
    <w:rsid w:val="00DB107E"/>
    <w:rsid w:val="00DB1144"/>
    <w:rsid w:val="00DB15CE"/>
    <w:rsid w:val="00DB2E53"/>
    <w:rsid w:val="00DB2F36"/>
    <w:rsid w:val="00DB35FD"/>
    <w:rsid w:val="00DB4903"/>
    <w:rsid w:val="00DB541D"/>
    <w:rsid w:val="00DB598E"/>
    <w:rsid w:val="00DB59B2"/>
    <w:rsid w:val="00DB5C49"/>
    <w:rsid w:val="00DB60BC"/>
    <w:rsid w:val="00DB685C"/>
    <w:rsid w:val="00DB6ED7"/>
    <w:rsid w:val="00DB70B7"/>
    <w:rsid w:val="00DC1C73"/>
    <w:rsid w:val="00DC1DC8"/>
    <w:rsid w:val="00DC3269"/>
    <w:rsid w:val="00DC44A1"/>
    <w:rsid w:val="00DC51ED"/>
    <w:rsid w:val="00DC5AB8"/>
    <w:rsid w:val="00DC5B9D"/>
    <w:rsid w:val="00DC7ED2"/>
    <w:rsid w:val="00DD0908"/>
    <w:rsid w:val="00DD0A7B"/>
    <w:rsid w:val="00DD17C4"/>
    <w:rsid w:val="00DD1D0D"/>
    <w:rsid w:val="00DD3A9B"/>
    <w:rsid w:val="00DD3F7A"/>
    <w:rsid w:val="00DD41DA"/>
    <w:rsid w:val="00DD4380"/>
    <w:rsid w:val="00DD4474"/>
    <w:rsid w:val="00DD54C8"/>
    <w:rsid w:val="00DD5867"/>
    <w:rsid w:val="00DD5B60"/>
    <w:rsid w:val="00DD661E"/>
    <w:rsid w:val="00DD7751"/>
    <w:rsid w:val="00DD78FF"/>
    <w:rsid w:val="00DE2355"/>
    <w:rsid w:val="00DE3AFA"/>
    <w:rsid w:val="00DE43C8"/>
    <w:rsid w:val="00DE4DA2"/>
    <w:rsid w:val="00DE4E37"/>
    <w:rsid w:val="00DE5A3F"/>
    <w:rsid w:val="00DE5DB3"/>
    <w:rsid w:val="00DE7419"/>
    <w:rsid w:val="00DE7796"/>
    <w:rsid w:val="00DF0F35"/>
    <w:rsid w:val="00DF1243"/>
    <w:rsid w:val="00DF2314"/>
    <w:rsid w:val="00DF2EB3"/>
    <w:rsid w:val="00DF2FEB"/>
    <w:rsid w:val="00DF3AF3"/>
    <w:rsid w:val="00DF3B7F"/>
    <w:rsid w:val="00DF47B5"/>
    <w:rsid w:val="00DF492F"/>
    <w:rsid w:val="00DF4A67"/>
    <w:rsid w:val="00DF6402"/>
    <w:rsid w:val="00DF6484"/>
    <w:rsid w:val="00DF6F45"/>
    <w:rsid w:val="00E00188"/>
    <w:rsid w:val="00E014F8"/>
    <w:rsid w:val="00E044CB"/>
    <w:rsid w:val="00E04DB7"/>
    <w:rsid w:val="00E051F2"/>
    <w:rsid w:val="00E057A0"/>
    <w:rsid w:val="00E061CF"/>
    <w:rsid w:val="00E06F86"/>
    <w:rsid w:val="00E07237"/>
    <w:rsid w:val="00E07E0A"/>
    <w:rsid w:val="00E11EAB"/>
    <w:rsid w:val="00E11EC9"/>
    <w:rsid w:val="00E1228F"/>
    <w:rsid w:val="00E12638"/>
    <w:rsid w:val="00E129E0"/>
    <w:rsid w:val="00E13A9E"/>
    <w:rsid w:val="00E15668"/>
    <w:rsid w:val="00E15B2B"/>
    <w:rsid w:val="00E15F94"/>
    <w:rsid w:val="00E16740"/>
    <w:rsid w:val="00E16C6A"/>
    <w:rsid w:val="00E1746A"/>
    <w:rsid w:val="00E174DA"/>
    <w:rsid w:val="00E20D66"/>
    <w:rsid w:val="00E2126D"/>
    <w:rsid w:val="00E214BD"/>
    <w:rsid w:val="00E22085"/>
    <w:rsid w:val="00E22C8D"/>
    <w:rsid w:val="00E2374D"/>
    <w:rsid w:val="00E248E3"/>
    <w:rsid w:val="00E25523"/>
    <w:rsid w:val="00E25A1E"/>
    <w:rsid w:val="00E25D5E"/>
    <w:rsid w:val="00E26026"/>
    <w:rsid w:val="00E26C05"/>
    <w:rsid w:val="00E26D85"/>
    <w:rsid w:val="00E3044A"/>
    <w:rsid w:val="00E304A0"/>
    <w:rsid w:val="00E3052C"/>
    <w:rsid w:val="00E30862"/>
    <w:rsid w:val="00E30A0E"/>
    <w:rsid w:val="00E31715"/>
    <w:rsid w:val="00E32278"/>
    <w:rsid w:val="00E324A7"/>
    <w:rsid w:val="00E324C8"/>
    <w:rsid w:val="00E32D6B"/>
    <w:rsid w:val="00E32EFA"/>
    <w:rsid w:val="00E33FD8"/>
    <w:rsid w:val="00E34F37"/>
    <w:rsid w:val="00E3553D"/>
    <w:rsid w:val="00E35587"/>
    <w:rsid w:val="00E36413"/>
    <w:rsid w:val="00E36460"/>
    <w:rsid w:val="00E36D3F"/>
    <w:rsid w:val="00E36F56"/>
    <w:rsid w:val="00E3768C"/>
    <w:rsid w:val="00E4009A"/>
    <w:rsid w:val="00E40D34"/>
    <w:rsid w:val="00E4193A"/>
    <w:rsid w:val="00E41C6E"/>
    <w:rsid w:val="00E41D28"/>
    <w:rsid w:val="00E4240F"/>
    <w:rsid w:val="00E424DE"/>
    <w:rsid w:val="00E44882"/>
    <w:rsid w:val="00E46007"/>
    <w:rsid w:val="00E463B6"/>
    <w:rsid w:val="00E4665E"/>
    <w:rsid w:val="00E470D0"/>
    <w:rsid w:val="00E47464"/>
    <w:rsid w:val="00E47619"/>
    <w:rsid w:val="00E47822"/>
    <w:rsid w:val="00E47F9C"/>
    <w:rsid w:val="00E50A48"/>
    <w:rsid w:val="00E5146A"/>
    <w:rsid w:val="00E53D4D"/>
    <w:rsid w:val="00E5424E"/>
    <w:rsid w:val="00E544B4"/>
    <w:rsid w:val="00E54CA8"/>
    <w:rsid w:val="00E56152"/>
    <w:rsid w:val="00E56C6A"/>
    <w:rsid w:val="00E57163"/>
    <w:rsid w:val="00E575C5"/>
    <w:rsid w:val="00E578B2"/>
    <w:rsid w:val="00E57A57"/>
    <w:rsid w:val="00E61164"/>
    <w:rsid w:val="00E61AAA"/>
    <w:rsid w:val="00E62DF9"/>
    <w:rsid w:val="00E65B76"/>
    <w:rsid w:val="00E66201"/>
    <w:rsid w:val="00E666E1"/>
    <w:rsid w:val="00E66BA1"/>
    <w:rsid w:val="00E67647"/>
    <w:rsid w:val="00E67652"/>
    <w:rsid w:val="00E70C9A"/>
    <w:rsid w:val="00E70DDD"/>
    <w:rsid w:val="00E718DC"/>
    <w:rsid w:val="00E71D27"/>
    <w:rsid w:val="00E71DC2"/>
    <w:rsid w:val="00E721CB"/>
    <w:rsid w:val="00E726FE"/>
    <w:rsid w:val="00E72AB1"/>
    <w:rsid w:val="00E73EF2"/>
    <w:rsid w:val="00E74251"/>
    <w:rsid w:val="00E75170"/>
    <w:rsid w:val="00E75F4E"/>
    <w:rsid w:val="00E807B1"/>
    <w:rsid w:val="00E80EE2"/>
    <w:rsid w:val="00E81E52"/>
    <w:rsid w:val="00E8208A"/>
    <w:rsid w:val="00E83132"/>
    <w:rsid w:val="00E838FD"/>
    <w:rsid w:val="00E83C72"/>
    <w:rsid w:val="00E83D6D"/>
    <w:rsid w:val="00E848AA"/>
    <w:rsid w:val="00E84EEB"/>
    <w:rsid w:val="00E85BFA"/>
    <w:rsid w:val="00E85E28"/>
    <w:rsid w:val="00E86E4C"/>
    <w:rsid w:val="00E87D3D"/>
    <w:rsid w:val="00E911B8"/>
    <w:rsid w:val="00E93B5E"/>
    <w:rsid w:val="00E93F5F"/>
    <w:rsid w:val="00E9425C"/>
    <w:rsid w:val="00E94D2F"/>
    <w:rsid w:val="00E953FD"/>
    <w:rsid w:val="00E9595C"/>
    <w:rsid w:val="00E9703F"/>
    <w:rsid w:val="00E978E8"/>
    <w:rsid w:val="00EA00AA"/>
    <w:rsid w:val="00EA0933"/>
    <w:rsid w:val="00EA102C"/>
    <w:rsid w:val="00EA1E0E"/>
    <w:rsid w:val="00EA1F0E"/>
    <w:rsid w:val="00EA20BF"/>
    <w:rsid w:val="00EA2CF1"/>
    <w:rsid w:val="00EA3222"/>
    <w:rsid w:val="00EA516A"/>
    <w:rsid w:val="00EA5C72"/>
    <w:rsid w:val="00EB055F"/>
    <w:rsid w:val="00EB0D24"/>
    <w:rsid w:val="00EB0ED6"/>
    <w:rsid w:val="00EB2CCF"/>
    <w:rsid w:val="00EB300A"/>
    <w:rsid w:val="00EB46F9"/>
    <w:rsid w:val="00EB49E7"/>
    <w:rsid w:val="00EB7A0B"/>
    <w:rsid w:val="00EC0410"/>
    <w:rsid w:val="00EC076D"/>
    <w:rsid w:val="00EC13F7"/>
    <w:rsid w:val="00EC184D"/>
    <w:rsid w:val="00EC2A5B"/>
    <w:rsid w:val="00EC2A8B"/>
    <w:rsid w:val="00EC2B14"/>
    <w:rsid w:val="00EC2CF5"/>
    <w:rsid w:val="00EC3471"/>
    <w:rsid w:val="00EC4D7D"/>
    <w:rsid w:val="00EC590E"/>
    <w:rsid w:val="00EC67E8"/>
    <w:rsid w:val="00EC76FD"/>
    <w:rsid w:val="00ED0761"/>
    <w:rsid w:val="00ED0B55"/>
    <w:rsid w:val="00ED2168"/>
    <w:rsid w:val="00ED2814"/>
    <w:rsid w:val="00ED3CB2"/>
    <w:rsid w:val="00ED53BB"/>
    <w:rsid w:val="00ED685C"/>
    <w:rsid w:val="00ED6C8A"/>
    <w:rsid w:val="00ED749E"/>
    <w:rsid w:val="00EE1462"/>
    <w:rsid w:val="00EE2974"/>
    <w:rsid w:val="00EE3155"/>
    <w:rsid w:val="00EE4C9E"/>
    <w:rsid w:val="00EE4FFB"/>
    <w:rsid w:val="00EE540E"/>
    <w:rsid w:val="00EE76A9"/>
    <w:rsid w:val="00EF0C67"/>
    <w:rsid w:val="00EF1451"/>
    <w:rsid w:val="00EF259D"/>
    <w:rsid w:val="00EF4B96"/>
    <w:rsid w:val="00EF5F25"/>
    <w:rsid w:val="00EF60F8"/>
    <w:rsid w:val="00EF6F02"/>
    <w:rsid w:val="00EF7B86"/>
    <w:rsid w:val="00F013F6"/>
    <w:rsid w:val="00F01659"/>
    <w:rsid w:val="00F017A7"/>
    <w:rsid w:val="00F01E07"/>
    <w:rsid w:val="00F02224"/>
    <w:rsid w:val="00F036DE"/>
    <w:rsid w:val="00F041BA"/>
    <w:rsid w:val="00F04B68"/>
    <w:rsid w:val="00F04DC7"/>
    <w:rsid w:val="00F056DA"/>
    <w:rsid w:val="00F05944"/>
    <w:rsid w:val="00F05D59"/>
    <w:rsid w:val="00F06B7A"/>
    <w:rsid w:val="00F06F38"/>
    <w:rsid w:val="00F07462"/>
    <w:rsid w:val="00F074BC"/>
    <w:rsid w:val="00F106A7"/>
    <w:rsid w:val="00F108D2"/>
    <w:rsid w:val="00F10996"/>
    <w:rsid w:val="00F121E6"/>
    <w:rsid w:val="00F1323C"/>
    <w:rsid w:val="00F152E9"/>
    <w:rsid w:val="00F1579A"/>
    <w:rsid w:val="00F16EAB"/>
    <w:rsid w:val="00F17755"/>
    <w:rsid w:val="00F20141"/>
    <w:rsid w:val="00F20D7D"/>
    <w:rsid w:val="00F21233"/>
    <w:rsid w:val="00F21951"/>
    <w:rsid w:val="00F21F61"/>
    <w:rsid w:val="00F22072"/>
    <w:rsid w:val="00F22587"/>
    <w:rsid w:val="00F22A03"/>
    <w:rsid w:val="00F23112"/>
    <w:rsid w:val="00F235B4"/>
    <w:rsid w:val="00F25035"/>
    <w:rsid w:val="00F2559C"/>
    <w:rsid w:val="00F25EF2"/>
    <w:rsid w:val="00F26100"/>
    <w:rsid w:val="00F26150"/>
    <w:rsid w:val="00F26C62"/>
    <w:rsid w:val="00F26DA7"/>
    <w:rsid w:val="00F27065"/>
    <w:rsid w:val="00F27726"/>
    <w:rsid w:val="00F31585"/>
    <w:rsid w:val="00F31D83"/>
    <w:rsid w:val="00F3240E"/>
    <w:rsid w:val="00F32BC6"/>
    <w:rsid w:val="00F330FB"/>
    <w:rsid w:val="00F33771"/>
    <w:rsid w:val="00F34EB9"/>
    <w:rsid w:val="00F374B1"/>
    <w:rsid w:val="00F37665"/>
    <w:rsid w:val="00F40A01"/>
    <w:rsid w:val="00F42557"/>
    <w:rsid w:val="00F441DB"/>
    <w:rsid w:val="00F44886"/>
    <w:rsid w:val="00F44A11"/>
    <w:rsid w:val="00F452F0"/>
    <w:rsid w:val="00F4564C"/>
    <w:rsid w:val="00F4715F"/>
    <w:rsid w:val="00F475BE"/>
    <w:rsid w:val="00F5072A"/>
    <w:rsid w:val="00F50EEF"/>
    <w:rsid w:val="00F515F1"/>
    <w:rsid w:val="00F51798"/>
    <w:rsid w:val="00F53AE9"/>
    <w:rsid w:val="00F53D1A"/>
    <w:rsid w:val="00F53E97"/>
    <w:rsid w:val="00F54530"/>
    <w:rsid w:val="00F55583"/>
    <w:rsid w:val="00F55971"/>
    <w:rsid w:val="00F5604F"/>
    <w:rsid w:val="00F56B7C"/>
    <w:rsid w:val="00F570A2"/>
    <w:rsid w:val="00F579F5"/>
    <w:rsid w:val="00F609D4"/>
    <w:rsid w:val="00F6202A"/>
    <w:rsid w:val="00F63AE1"/>
    <w:rsid w:val="00F63CAF"/>
    <w:rsid w:val="00F64F20"/>
    <w:rsid w:val="00F65B8E"/>
    <w:rsid w:val="00F66FB4"/>
    <w:rsid w:val="00F70089"/>
    <w:rsid w:val="00F70AA4"/>
    <w:rsid w:val="00F71EE6"/>
    <w:rsid w:val="00F72C85"/>
    <w:rsid w:val="00F74B9A"/>
    <w:rsid w:val="00F74EA5"/>
    <w:rsid w:val="00F75BDC"/>
    <w:rsid w:val="00F803CC"/>
    <w:rsid w:val="00F81361"/>
    <w:rsid w:val="00F828A4"/>
    <w:rsid w:val="00F848CF"/>
    <w:rsid w:val="00F84D60"/>
    <w:rsid w:val="00F85128"/>
    <w:rsid w:val="00F853D9"/>
    <w:rsid w:val="00F8602E"/>
    <w:rsid w:val="00F874E8"/>
    <w:rsid w:val="00F877C6"/>
    <w:rsid w:val="00F87CA8"/>
    <w:rsid w:val="00F90739"/>
    <w:rsid w:val="00F90E74"/>
    <w:rsid w:val="00F914A5"/>
    <w:rsid w:val="00F91686"/>
    <w:rsid w:val="00F924DE"/>
    <w:rsid w:val="00F93580"/>
    <w:rsid w:val="00F9551B"/>
    <w:rsid w:val="00F95815"/>
    <w:rsid w:val="00F9594A"/>
    <w:rsid w:val="00F95E14"/>
    <w:rsid w:val="00F96787"/>
    <w:rsid w:val="00F97DD9"/>
    <w:rsid w:val="00FA1A77"/>
    <w:rsid w:val="00FA214E"/>
    <w:rsid w:val="00FA35DD"/>
    <w:rsid w:val="00FA380B"/>
    <w:rsid w:val="00FA43DF"/>
    <w:rsid w:val="00FA4E5B"/>
    <w:rsid w:val="00FA4E83"/>
    <w:rsid w:val="00FA540E"/>
    <w:rsid w:val="00FA5C78"/>
    <w:rsid w:val="00FA752B"/>
    <w:rsid w:val="00FA7E02"/>
    <w:rsid w:val="00FB0191"/>
    <w:rsid w:val="00FB050D"/>
    <w:rsid w:val="00FB0CE0"/>
    <w:rsid w:val="00FB0EDD"/>
    <w:rsid w:val="00FB207D"/>
    <w:rsid w:val="00FB3162"/>
    <w:rsid w:val="00FB40A9"/>
    <w:rsid w:val="00FB40AE"/>
    <w:rsid w:val="00FB4D1C"/>
    <w:rsid w:val="00FB50CF"/>
    <w:rsid w:val="00FB602A"/>
    <w:rsid w:val="00FB62FE"/>
    <w:rsid w:val="00FB6BE5"/>
    <w:rsid w:val="00FB7ACF"/>
    <w:rsid w:val="00FC09F1"/>
    <w:rsid w:val="00FC0FB5"/>
    <w:rsid w:val="00FC271F"/>
    <w:rsid w:val="00FC2792"/>
    <w:rsid w:val="00FC350A"/>
    <w:rsid w:val="00FC39D9"/>
    <w:rsid w:val="00FC3DCE"/>
    <w:rsid w:val="00FC3F80"/>
    <w:rsid w:val="00FC5449"/>
    <w:rsid w:val="00FC66A3"/>
    <w:rsid w:val="00FC6ACA"/>
    <w:rsid w:val="00FC6D14"/>
    <w:rsid w:val="00FC78FA"/>
    <w:rsid w:val="00FD13A8"/>
    <w:rsid w:val="00FD13F7"/>
    <w:rsid w:val="00FD20D0"/>
    <w:rsid w:val="00FD2762"/>
    <w:rsid w:val="00FD36F6"/>
    <w:rsid w:val="00FD4194"/>
    <w:rsid w:val="00FD43EA"/>
    <w:rsid w:val="00FD4968"/>
    <w:rsid w:val="00FD5BBD"/>
    <w:rsid w:val="00FD7309"/>
    <w:rsid w:val="00FE09B1"/>
    <w:rsid w:val="00FE135F"/>
    <w:rsid w:val="00FE1816"/>
    <w:rsid w:val="00FE2A6D"/>
    <w:rsid w:val="00FE2D0A"/>
    <w:rsid w:val="00FE4E1B"/>
    <w:rsid w:val="00FE5066"/>
    <w:rsid w:val="00FE57CA"/>
    <w:rsid w:val="00FE5E2A"/>
    <w:rsid w:val="00FE69CB"/>
    <w:rsid w:val="00FE78AD"/>
    <w:rsid w:val="00FE790A"/>
    <w:rsid w:val="00FE7998"/>
    <w:rsid w:val="00FE7ACD"/>
    <w:rsid w:val="00FE7AE0"/>
    <w:rsid w:val="00FF084B"/>
    <w:rsid w:val="00FF257F"/>
    <w:rsid w:val="00FF2DA2"/>
    <w:rsid w:val="00FF3195"/>
    <w:rsid w:val="00FF31E8"/>
    <w:rsid w:val="00FF3476"/>
    <w:rsid w:val="00FF34D7"/>
    <w:rsid w:val="00FF38CC"/>
    <w:rsid w:val="00FF39A5"/>
    <w:rsid w:val="00FF535E"/>
    <w:rsid w:val="00FF6646"/>
    <w:rsid w:val="00FF70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582E"/>
    <w:pPr>
      <w:spacing w:after="200" w:line="276" w:lineRule="auto"/>
    </w:pPr>
    <w:rPr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0306A8"/>
    <w:pPr>
      <w:keepNext/>
      <w:spacing w:after="0" w:line="240" w:lineRule="auto"/>
      <w:outlineLvl w:val="1"/>
    </w:pPr>
    <w:rPr>
      <w:rFonts w:ascii="Times New Roman" w:eastAsia="Times New Roman" w:hAnsi="Times New Roman"/>
      <w:b/>
      <w:sz w:val="24"/>
      <w:szCs w:val="20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0306A8"/>
    <w:rPr>
      <w:rFonts w:ascii="Times New Roman" w:hAnsi="Times New Roman" w:cs="Times New Roman"/>
      <w:b/>
      <w:sz w:val="20"/>
      <w:szCs w:val="20"/>
      <w:lang w:eastAsia="ru-RU"/>
    </w:rPr>
  </w:style>
  <w:style w:type="table" w:styleId="TableGrid">
    <w:name w:val="Table Grid"/>
    <w:basedOn w:val="TableNormal"/>
    <w:uiPriority w:val="99"/>
    <w:rsid w:val="0069636D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Прижатый влево"/>
    <w:basedOn w:val="Normal"/>
    <w:next w:val="Normal"/>
    <w:uiPriority w:val="99"/>
    <w:rsid w:val="00913E3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41</TotalTime>
  <Pages>1</Pages>
  <Words>198</Words>
  <Characters>1133</Characters>
  <Application>Microsoft Office Outlook</Application>
  <DocSecurity>0</DocSecurity>
  <Lines>0</Lines>
  <Paragraphs>0</Paragraphs>
  <ScaleCrop>false</ScaleCrop>
  <Company>RePack by SPecialiST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raisa</dc:creator>
  <cp:keywords/>
  <dc:description/>
  <cp:lastModifiedBy>puma</cp:lastModifiedBy>
  <cp:revision>21</cp:revision>
  <cp:lastPrinted>2022-05-31T08:59:00Z</cp:lastPrinted>
  <dcterms:created xsi:type="dcterms:W3CDTF">2017-03-16T07:24:00Z</dcterms:created>
  <dcterms:modified xsi:type="dcterms:W3CDTF">2022-05-31T09:00:00Z</dcterms:modified>
</cp:coreProperties>
</file>