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FD" w:rsidRDefault="007370FD" w:rsidP="00EA0073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 ФЕДЕРАЦИЯ</w:t>
      </w:r>
    </w:p>
    <w:p w:rsidR="007370FD" w:rsidRDefault="007370FD" w:rsidP="00EA0073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7370FD" w:rsidRPr="00AA58B8" w:rsidRDefault="007370FD" w:rsidP="00EA0073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7370FD" w:rsidRDefault="007370FD" w:rsidP="00EA0073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НОВОСЕЛОВСКИЙ</w:t>
      </w:r>
    </w:p>
    <w:p w:rsidR="007370FD" w:rsidRDefault="007370FD" w:rsidP="00EA0073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36"/>
        </w:rPr>
        <w:t>РАЙОННЫЙ  СОВЕТ  ДЕПУТАТОВ</w:t>
      </w:r>
    </w:p>
    <w:p w:rsidR="007370FD" w:rsidRPr="00AA58B8" w:rsidRDefault="007370FD" w:rsidP="00EA0073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7370FD" w:rsidRDefault="007370FD" w:rsidP="00EA0073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 xml:space="preserve">РЕШЕНИЕ </w:t>
      </w:r>
    </w:p>
    <w:p w:rsidR="007370FD" w:rsidRDefault="007370FD" w:rsidP="00EA0073">
      <w:pPr>
        <w:pStyle w:val="BodyTextIndent"/>
        <w:shd w:val="clear" w:color="auto" w:fill="FFFFFF"/>
        <w:rPr>
          <w:sz w:val="20"/>
        </w:rPr>
      </w:pPr>
    </w:p>
    <w:p w:rsidR="007370FD" w:rsidRDefault="007370FD" w:rsidP="00EA0073">
      <w:pPr>
        <w:pStyle w:val="BodyTextIndent"/>
        <w:shd w:val="clear" w:color="auto" w:fill="FFFFFF"/>
        <w:rPr>
          <w:sz w:val="20"/>
        </w:rPr>
      </w:pPr>
    </w:p>
    <w:p w:rsidR="007370FD" w:rsidRPr="000F7D6A" w:rsidRDefault="007370FD" w:rsidP="00EA0073">
      <w:pPr>
        <w:pStyle w:val="Heading2"/>
        <w:ind w:hanging="180"/>
        <w:jc w:val="left"/>
      </w:pPr>
      <w:r>
        <w:rPr>
          <w:b w:val="0"/>
          <w:sz w:val="28"/>
          <w:szCs w:val="28"/>
        </w:rPr>
        <w:t xml:space="preserve">27 декабря 2016 года                     </w:t>
      </w:r>
      <w:r w:rsidRPr="000C3B5A">
        <w:rPr>
          <w:b w:val="0"/>
          <w:sz w:val="28"/>
          <w:szCs w:val="28"/>
        </w:rPr>
        <w:t>с.</w:t>
      </w:r>
      <w:r>
        <w:rPr>
          <w:b w:val="0"/>
          <w:sz w:val="28"/>
          <w:szCs w:val="28"/>
        </w:rPr>
        <w:t xml:space="preserve"> Новоселово                     </w:t>
      </w:r>
      <w:r>
        <w:rPr>
          <w:b w:val="0"/>
          <w:sz w:val="28"/>
          <w:szCs w:val="28"/>
        </w:rPr>
        <w:tab/>
        <w:t xml:space="preserve">     № 23-122-94р</w:t>
      </w:r>
    </w:p>
    <w:p w:rsidR="007370FD" w:rsidRDefault="007370FD" w:rsidP="00EA0073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:rsidR="007370FD" w:rsidRDefault="007370FD" w:rsidP="00EA0073">
      <w:pPr>
        <w:pStyle w:val="BodyTextIndent"/>
        <w:shd w:val="clear" w:color="auto" w:fill="FFFFFF"/>
        <w:rPr>
          <w:sz w:val="28"/>
        </w:rPr>
      </w:pPr>
    </w:p>
    <w:p w:rsidR="007370FD" w:rsidRDefault="007370FD" w:rsidP="009936BF">
      <w:pPr>
        <w:rPr>
          <w:sz w:val="28"/>
          <w:szCs w:val="28"/>
        </w:rPr>
      </w:pPr>
      <w:r>
        <w:rPr>
          <w:sz w:val="28"/>
          <w:szCs w:val="28"/>
        </w:rPr>
        <w:t xml:space="preserve">О согласовании кандидатуры на должность </w:t>
      </w:r>
    </w:p>
    <w:p w:rsidR="007370FD" w:rsidRDefault="007370FD" w:rsidP="009936BF">
      <w:pPr>
        <w:rPr>
          <w:sz w:val="28"/>
          <w:szCs w:val="28"/>
        </w:rPr>
      </w:pPr>
      <w:r>
        <w:rPr>
          <w:sz w:val="28"/>
          <w:szCs w:val="28"/>
        </w:rPr>
        <w:t xml:space="preserve">представителя Уполномоченного по правам человека </w:t>
      </w:r>
    </w:p>
    <w:p w:rsidR="007370FD" w:rsidRDefault="007370FD" w:rsidP="009936BF">
      <w:pPr>
        <w:rPr>
          <w:sz w:val="28"/>
          <w:szCs w:val="28"/>
        </w:rPr>
      </w:pPr>
      <w:r>
        <w:rPr>
          <w:sz w:val="28"/>
          <w:szCs w:val="28"/>
        </w:rPr>
        <w:t>в Красноярском крае на территории Новоселовского района</w:t>
      </w:r>
    </w:p>
    <w:p w:rsidR="007370FD" w:rsidRDefault="007370FD" w:rsidP="00EA0073">
      <w:pPr>
        <w:jc w:val="both"/>
        <w:rPr>
          <w:sz w:val="28"/>
          <w:szCs w:val="28"/>
        </w:rPr>
      </w:pPr>
    </w:p>
    <w:p w:rsidR="007370FD" w:rsidRPr="00C545F3" w:rsidRDefault="007370FD" w:rsidP="0024660D">
      <w:pPr>
        <w:rPr>
          <w:szCs w:val="28"/>
        </w:rPr>
      </w:pPr>
    </w:p>
    <w:p w:rsidR="007370FD" w:rsidRPr="002A293E" w:rsidRDefault="007370FD" w:rsidP="002A293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4660D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досрочным прекращением по личному желанию  полномочий представителя Уполномоченного по правам человека в Красноярском крае на территории Новоселовского района В.Е. Брехова, в соответствии с пунктом 2 статьи 28 Уставного закона Красноярского края от 16.06.2016 № 10-4679 «Об уполномоченном по правам человека в Красноярском крае», Положением о представителе Уполномоченного по правам человека в Красноярском крае, утвержденным приказом Уполномоченного по правам человека в Красноярском края от 18.12.2013 № 20, </w:t>
      </w:r>
      <w:r>
        <w:rPr>
          <w:sz w:val="28"/>
          <w:szCs w:val="28"/>
          <w:lang w:eastAsia="en-US"/>
        </w:rPr>
        <w:t xml:space="preserve">руководствуясь статьями </w:t>
      </w:r>
      <w:r w:rsidRPr="0024660D">
        <w:rPr>
          <w:sz w:val="28"/>
          <w:szCs w:val="28"/>
        </w:rPr>
        <w:t>23, 27</w:t>
      </w:r>
      <w:r>
        <w:rPr>
          <w:sz w:val="28"/>
          <w:szCs w:val="28"/>
        </w:rPr>
        <w:t xml:space="preserve"> </w:t>
      </w:r>
      <w:r w:rsidRPr="0024660D">
        <w:rPr>
          <w:sz w:val="28"/>
          <w:szCs w:val="28"/>
        </w:rPr>
        <w:t>Устава Новоселовского района,</w:t>
      </w:r>
    </w:p>
    <w:p w:rsidR="007370FD" w:rsidRDefault="007370FD" w:rsidP="00D90FB9">
      <w:pPr>
        <w:rPr>
          <w:b/>
          <w:szCs w:val="28"/>
        </w:rPr>
      </w:pPr>
    </w:p>
    <w:p w:rsidR="007370FD" w:rsidRDefault="007370FD" w:rsidP="00EA0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Новоселовский</w:t>
      </w:r>
      <w:r w:rsidRPr="00CC45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районный </w:t>
      </w:r>
      <w:r w:rsidRPr="00CC4597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</w:t>
      </w:r>
      <w:r w:rsidRPr="00CC4597">
        <w:rPr>
          <w:b/>
          <w:sz w:val="28"/>
          <w:szCs w:val="28"/>
        </w:rPr>
        <w:t xml:space="preserve"> РЕШИЛ:</w:t>
      </w:r>
    </w:p>
    <w:p w:rsidR="007370FD" w:rsidRDefault="007370FD" w:rsidP="00EA0073">
      <w:pPr>
        <w:jc w:val="center"/>
        <w:rPr>
          <w:b/>
          <w:sz w:val="28"/>
          <w:szCs w:val="28"/>
        </w:rPr>
      </w:pPr>
    </w:p>
    <w:p w:rsidR="007370FD" w:rsidRDefault="007370FD" w:rsidP="002466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Согласовать кандидатуру Елизарьева Юрия Ивановича на должность представителя Уполномоченного по правам человека в Красноярском крае на территории Новоселовского района.</w:t>
      </w:r>
    </w:p>
    <w:p w:rsidR="007370FD" w:rsidRDefault="007370FD" w:rsidP="002466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решения возложить на постоянную комиссию Новоселовского районного Совета депутатов по социальной политике и развитию местного самоуправления (О.В. Горбунов).</w:t>
      </w:r>
    </w:p>
    <w:p w:rsidR="007370FD" w:rsidRPr="00BC5B91" w:rsidRDefault="007370FD" w:rsidP="00B5667D">
      <w:pPr>
        <w:ind w:firstLine="851"/>
        <w:jc w:val="both"/>
        <w:rPr>
          <w:szCs w:val="28"/>
        </w:rPr>
      </w:pPr>
      <w:r>
        <w:rPr>
          <w:sz w:val="28"/>
          <w:szCs w:val="28"/>
        </w:rPr>
        <w:t xml:space="preserve">3. </w:t>
      </w:r>
      <w:r w:rsidRPr="0083666F">
        <w:rPr>
          <w:sz w:val="28"/>
          <w:szCs w:val="28"/>
        </w:rPr>
        <w:t xml:space="preserve">Решение вступает в силу </w:t>
      </w:r>
      <w:r>
        <w:rPr>
          <w:sz w:val="28"/>
          <w:szCs w:val="28"/>
        </w:rPr>
        <w:t xml:space="preserve">после </w:t>
      </w:r>
      <w:r w:rsidRPr="0083666F">
        <w:rPr>
          <w:sz w:val="28"/>
          <w:szCs w:val="28"/>
        </w:rPr>
        <w:t>его официального опубликования в периодическом печатном</w:t>
      </w:r>
      <w:r>
        <w:rPr>
          <w:sz w:val="28"/>
          <w:szCs w:val="28"/>
        </w:rPr>
        <w:t xml:space="preserve"> издании</w:t>
      </w:r>
      <w:r w:rsidRPr="0083666F">
        <w:rPr>
          <w:sz w:val="28"/>
          <w:szCs w:val="28"/>
        </w:rPr>
        <w:t xml:space="preserve"> «Официальный вестник Новоселовского района</w:t>
      </w:r>
      <w:r w:rsidRPr="00B5667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szCs w:val="28"/>
        </w:rPr>
        <w:t xml:space="preserve"> </w:t>
      </w:r>
    </w:p>
    <w:p w:rsidR="007370FD" w:rsidRDefault="007370FD" w:rsidP="00B5667D">
      <w:pPr>
        <w:rPr>
          <w:szCs w:val="28"/>
        </w:rPr>
      </w:pPr>
    </w:p>
    <w:p w:rsidR="007370FD" w:rsidRDefault="007370FD" w:rsidP="00EA0073">
      <w:pPr>
        <w:jc w:val="both"/>
        <w:rPr>
          <w:sz w:val="28"/>
          <w:szCs w:val="28"/>
        </w:rPr>
      </w:pPr>
    </w:p>
    <w:p w:rsidR="007370FD" w:rsidRDefault="007370FD" w:rsidP="00EA0073">
      <w:pPr>
        <w:jc w:val="both"/>
        <w:rPr>
          <w:sz w:val="28"/>
          <w:szCs w:val="28"/>
        </w:rPr>
      </w:pPr>
    </w:p>
    <w:p w:rsidR="007370FD" w:rsidRPr="00D10D21" w:rsidRDefault="007370FD" w:rsidP="00EA0073">
      <w:pPr>
        <w:rPr>
          <w:sz w:val="28"/>
          <w:szCs w:val="28"/>
        </w:rPr>
      </w:pPr>
      <w:r w:rsidRPr="00D10D21">
        <w:rPr>
          <w:sz w:val="28"/>
          <w:szCs w:val="28"/>
        </w:rPr>
        <w:t>Председатель Новоселовского                             Глава Новоселовского района</w:t>
      </w:r>
    </w:p>
    <w:p w:rsidR="007370FD" w:rsidRPr="00D10D21" w:rsidRDefault="007370FD" w:rsidP="00EA0073">
      <w:pPr>
        <w:rPr>
          <w:sz w:val="28"/>
          <w:szCs w:val="28"/>
        </w:rPr>
      </w:pPr>
      <w:r w:rsidRPr="00D10D21">
        <w:rPr>
          <w:sz w:val="28"/>
          <w:szCs w:val="28"/>
        </w:rPr>
        <w:t xml:space="preserve">районного Совета депутатов       </w:t>
      </w:r>
    </w:p>
    <w:p w:rsidR="007370FD" w:rsidRPr="00D10D21" w:rsidRDefault="007370FD" w:rsidP="00EA007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10D21">
        <w:rPr>
          <w:sz w:val="28"/>
          <w:szCs w:val="28"/>
        </w:rPr>
        <w:t xml:space="preserve">          </w:t>
      </w:r>
    </w:p>
    <w:p w:rsidR="007370FD" w:rsidRDefault="007370FD" w:rsidP="00EA0073">
      <w:pPr>
        <w:rPr>
          <w:sz w:val="28"/>
          <w:szCs w:val="28"/>
        </w:rPr>
      </w:pPr>
      <w:r w:rsidRPr="00D10D21">
        <w:rPr>
          <w:sz w:val="28"/>
          <w:szCs w:val="28"/>
        </w:rPr>
        <w:t xml:space="preserve">_____________Л.Ю. Толстикова                          _____________   А.В. Гергарт     </w:t>
      </w:r>
    </w:p>
    <w:p w:rsidR="007370FD" w:rsidRDefault="007370FD" w:rsidP="00EA0073"/>
    <w:sectPr w:rsidR="007370FD" w:rsidSect="00BA6D5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073"/>
    <w:rsid w:val="000666FE"/>
    <w:rsid w:val="000C3B5A"/>
    <w:rsid w:val="000E1F4D"/>
    <w:rsid w:val="000F7D6A"/>
    <w:rsid w:val="001133AF"/>
    <w:rsid w:val="001218B7"/>
    <w:rsid w:val="001576D1"/>
    <w:rsid w:val="001860C6"/>
    <w:rsid w:val="001E74CD"/>
    <w:rsid w:val="0024660D"/>
    <w:rsid w:val="002475F1"/>
    <w:rsid w:val="00284BD7"/>
    <w:rsid w:val="002A293E"/>
    <w:rsid w:val="002F0D6F"/>
    <w:rsid w:val="00300B80"/>
    <w:rsid w:val="0035216C"/>
    <w:rsid w:val="003D3067"/>
    <w:rsid w:val="003E6625"/>
    <w:rsid w:val="004C2255"/>
    <w:rsid w:val="00542D57"/>
    <w:rsid w:val="00614519"/>
    <w:rsid w:val="00686883"/>
    <w:rsid w:val="006D25CF"/>
    <w:rsid w:val="006D4026"/>
    <w:rsid w:val="00732BEE"/>
    <w:rsid w:val="007370FD"/>
    <w:rsid w:val="007D4FA7"/>
    <w:rsid w:val="008124E7"/>
    <w:rsid w:val="00815FD8"/>
    <w:rsid w:val="00830B44"/>
    <w:rsid w:val="0083666F"/>
    <w:rsid w:val="00866E4C"/>
    <w:rsid w:val="00881E3F"/>
    <w:rsid w:val="009177A1"/>
    <w:rsid w:val="009409F0"/>
    <w:rsid w:val="009936BF"/>
    <w:rsid w:val="009E13F1"/>
    <w:rsid w:val="00A60772"/>
    <w:rsid w:val="00A7529B"/>
    <w:rsid w:val="00A92365"/>
    <w:rsid w:val="00AA58B8"/>
    <w:rsid w:val="00AC40FE"/>
    <w:rsid w:val="00AC644C"/>
    <w:rsid w:val="00B5667D"/>
    <w:rsid w:val="00B766F8"/>
    <w:rsid w:val="00BA6D50"/>
    <w:rsid w:val="00BA77CA"/>
    <w:rsid w:val="00BC5B91"/>
    <w:rsid w:val="00C02BBB"/>
    <w:rsid w:val="00C545F3"/>
    <w:rsid w:val="00C91313"/>
    <w:rsid w:val="00CC4597"/>
    <w:rsid w:val="00D00A61"/>
    <w:rsid w:val="00D10D21"/>
    <w:rsid w:val="00D573DD"/>
    <w:rsid w:val="00D61AD9"/>
    <w:rsid w:val="00D90FB9"/>
    <w:rsid w:val="00DA3830"/>
    <w:rsid w:val="00DC6EA1"/>
    <w:rsid w:val="00DC714C"/>
    <w:rsid w:val="00E3425F"/>
    <w:rsid w:val="00EA0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073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0073"/>
    <w:pPr>
      <w:keepNext/>
      <w:jc w:val="center"/>
      <w:outlineLvl w:val="1"/>
    </w:pPr>
    <w:rPr>
      <w:b/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A0073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A0073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A0073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D30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067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9177A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361</TotalTime>
  <Pages>1</Pages>
  <Words>261</Words>
  <Characters>1491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совета</dc:creator>
  <cp:keywords/>
  <dc:description/>
  <cp:lastModifiedBy>puma</cp:lastModifiedBy>
  <cp:revision>13</cp:revision>
  <cp:lastPrinted>2016-12-22T03:52:00Z</cp:lastPrinted>
  <dcterms:created xsi:type="dcterms:W3CDTF">2016-12-07T07:52:00Z</dcterms:created>
  <dcterms:modified xsi:type="dcterms:W3CDTF">2016-12-27T07:36:00Z</dcterms:modified>
</cp:coreProperties>
</file>