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69" w:rsidRPr="003B72C4" w:rsidRDefault="00701A69" w:rsidP="003B72C4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701A69" w:rsidRDefault="00701A69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701A69" w:rsidRPr="002323C8" w:rsidRDefault="00701A69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8"/>
          <w:szCs w:val="38"/>
          <w:lang w:eastAsia="ru-RU"/>
        </w:rPr>
      </w:pPr>
    </w:p>
    <w:p w:rsidR="00701A69" w:rsidRPr="003B72C4" w:rsidRDefault="00701A69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НОВОСЕЛОВСКИЙ  </w:t>
      </w:r>
    </w:p>
    <w:p w:rsidR="00701A69" w:rsidRPr="003B72C4" w:rsidRDefault="00701A69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ДЕПУТАТОВ </w:t>
      </w:r>
    </w:p>
    <w:p w:rsidR="00701A69" w:rsidRPr="002323C8" w:rsidRDefault="00701A69" w:rsidP="002323C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701A69" w:rsidRDefault="00701A69" w:rsidP="002323C8">
      <w:pPr>
        <w:pStyle w:val="BodyTextIndent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sz w:val="44"/>
        </w:rPr>
        <w:t>РЕШЕНИЕ</w:t>
      </w:r>
    </w:p>
    <w:p w:rsidR="00701A69" w:rsidRDefault="00701A69" w:rsidP="002323C8">
      <w:pPr>
        <w:pStyle w:val="BodyTextIndent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36"/>
        </w:rPr>
      </w:pPr>
    </w:p>
    <w:p w:rsidR="00701A69" w:rsidRDefault="00701A69" w:rsidP="002323C8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 июня 2022 года                       с. Новоселово                              № 24-162-47р     </w:t>
      </w:r>
    </w:p>
    <w:p w:rsidR="00701A69" w:rsidRDefault="00701A69" w:rsidP="002323C8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52"/>
      </w:tblGrid>
      <w:tr w:rsidR="00701A69" w:rsidRPr="007A15AC" w:rsidTr="00291222">
        <w:tc>
          <w:tcPr>
            <w:tcW w:w="5852" w:type="dxa"/>
            <w:tcBorders>
              <w:top w:val="nil"/>
              <w:left w:val="nil"/>
              <w:bottom w:val="nil"/>
              <w:right w:val="nil"/>
            </w:tcBorders>
          </w:tcPr>
          <w:p w:rsidR="00701A69" w:rsidRPr="00437BE0" w:rsidRDefault="00701A69" w:rsidP="002323C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B72C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внесении изменений в решение районного Совета депутатов от 17.03.2021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№ 7-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42-16р «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утверждении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графика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приема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граждан депутатами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Новоселовского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районного Совета депутатов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701A69" w:rsidRPr="003B72C4" w:rsidRDefault="00701A69" w:rsidP="002323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01A69" w:rsidRPr="003B72C4" w:rsidRDefault="00701A69" w:rsidP="002323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Руководствуясь статьей 27 Устава Новоселовского района, в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соответствии с пунктом 2 статьи 42 Регламента Новоселовского районного Совета депутатов, утвержденного решением Новоселовского районного Совета депутатов от 16.12.2016 № 22-116-88р,</w:t>
      </w:r>
    </w:p>
    <w:p w:rsidR="00701A69" w:rsidRPr="00DF7B3F" w:rsidRDefault="00701A69" w:rsidP="003B7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01A69" w:rsidRPr="003B72C4" w:rsidRDefault="00701A69" w:rsidP="003B72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B72C4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701A69" w:rsidRPr="00DF7B3F" w:rsidRDefault="00701A69" w:rsidP="005A3D5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01A69" w:rsidRDefault="00701A69" w:rsidP="00DF7B3F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изменения в приложение к решению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Новоселовского районного Совета депутатов от 17.03.2021 № 7-42-16р «</w:t>
      </w:r>
      <w:r w:rsidRPr="0071460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</w:t>
      </w:r>
      <w:r w:rsidRPr="00E949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графика приема граждан депутатами Новоселовского районного Совета депутатов»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:</w:t>
      </w:r>
    </w:p>
    <w:p w:rsidR="00701A69" w:rsidRDefault="00701A69" w:rsidP="00DF7B3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1.1. исключить из графика приема граждан строку с фамилией, именем, отчеством, днём приёма, временем приема, местом проведения приема, </w:t>
      </w:r>
      <w:r w:rsidRPr="00E94502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контактны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м</w:t>
      </w:r>
      <w:r w:rsidRPr="00E9450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ом</w:t>
      </w:r>
      <w:r w:rsidRPr="00E9450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телефона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Шалько Андрея Николаевича;</w:t>
      </w:r>
    </w:p>
    <w:p w:rsidR="00701A69" w:rsidRDefault="00701A69" w:rsidP="00DF7B3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1.2. исключить из графика приема граждан строку с фамилией, именем, отчеством, днём приёма, временем приема, местом проведения приема, </w:t>
      </w:r>
      <w:r w:rsidRPr="00E94502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контактны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м</w:t>
      </w:r>
      <w:r w:rsidRPr="00E9450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ом</w:t>
      </w:r>
      <w:r w:rsidRPr="00E9450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телефона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Янцева Сергея Петровича;</w:t>
      </w:r>
    </w:p>
    <w:p w:rsidR="00701A69" w:rsidRDefault="00701A69" w:rsidP="00DF7B3F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1.3. исключить из графика приема граждан строку с фамилией, именем, отчеством, днём приёма, временем приема, местом проведения приема, </w:t>
      </w:r>
      <w:r w:rsidRPr="00E94502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контактны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м</w:t>
      </w:r>
      <w:r w:rsidRPr="00E9450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ом</w:t>
      </w:r>
      <w:r w:rsidRPr="00E94502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телефона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Валеева Радика Алмазовича.</w:t>
      </w:r>
    </w:p>
    <w:p w:rsidR="00701A69" w:rsidRDefault="00701A69" w:rsidP="00DF7B3F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F7B3F"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:rsidR="00701A69" w:rsidRPr="00DF7B3F" w:rsidRDefault="00701A69" w:rsidP="00DF7B3F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>Решение вступа</w:t>
      </w:r>
      <w:r>
        <w:rPr>
          <w:rFonts w:ascii="Times New Roman" w:hAnsi="Times New Roman"/>
          <w:sz w:val="28"/>
          <w:szCs w:val="28"/>
          <w:lang w:eastAsia="ru-RU"/>
        </w:rPr>
        <w:t xml:space="preserve">ет в силу со дня его подписания </w:t>
      </w:r>
      <w:r w:rsidRPr="00AE0D74">
        <w:rPr>
          <w:rFonts w:ascii="Times New Roman" w:hAnsi="Times New Roman"/>
          <w:sz w:val="28"/>
          <w:szCs w:val="28"/>
          <w:lang w:eastAsia="ru-RU"/>
        </w:rPr>
        <w:t>и подлежит официальному опубликованию в периодическом печатном издании «Официальный вестник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0D74">
        <w:rPr>
          <w:rFonts w:ascii="Times New Roman" w:hAnsi="Times New Roman"/>
          <w:sz w:val="28"/>
          <w:szCs w:val="28"/>
          <w:lang w:eastAsia="ru-RU"/>
        </w:rPr>
        <w:t>Новоселовского района», а также размещению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01A69" w:rsidRPr="00DF7B3F" w:rsidRDefault="00701A69" w:rsidP="003B7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1A69" w:rsidRPr="003B72C4" w:rsidRDefault="00701A69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</w:p>
    <w:p w:rsidR="00701A69" w:rsidRPr="003B72C4" w:rsidRDefault="00701A69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 xml:space="preserve">Новоселовского районного Совета депутатов   </w:t>
      </w:r>
      <w:r w:rsidRPr="003B72C4">
        <w:rPr>
          <w:rFonts w:ascii="Times New Roman" w:hAnsi="Times New Roman"/>
          <w:sz w:val="28"/>
          <w:szCs w:val="28"/>
          <w:lang w:eastAsia="ru-RU"/>
        </w:rPr>
        <w:tab/>
      </w:r>
      <w:r w:rsidRPr="003B72C4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 Л.Ю. Толстикова</w:t>
      </w:r>
    </w:p>
    <w:sectPr w:rsidR="00701A69" w:rsidRPr="003B72C4" w:rsidSect="004820F0">
      <w:pgSz w:w="11906" w:h="16838"/>
      <w:pgMar w:top="73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A1A39"/>
    <w:multiLevelType w:val="hybridMultilevel"/>
    <w:tmpl w:val="465CBC5E"/>
    <w:lvl w:ilvl="0" w:tplc="0D84D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5AFE19C2"/>
    <w:multiLevelType w:val="hybridMultilevel"/>
    <w:tmpl w:val="DC5EC3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2C4"/>
    <w:rsid w:val="000C181D"/>
    <w:rsid w:val="001361E2"/>
    <w:rsid w:val="00175FE9"/>
    <w:rsid w:val="00180A5F"/>
    <w:rsid w:val="00180C2E"/>
    <w:rsid w:val="001F0233"/>
    <w:rsid w:val="00221098"/>
    <w:rsid w:val="002323C8"/>
    <w:rsid w:val="00237840"/>
    <w:rsid w:val="002640B1"/>
    <w:rsid w:val="00282920"/>
    <w:rsid w:val="00291222"/>
    <w:rsid w:val="002B193C"/>
    <w:rsid w:val="002C2D07"/>
    <w:rsid w:val="002C7EF1"/>
    <w:rsid w:val="003056CA"/>
    <w:rsid w:val="0030721E"/>
    <w:rsid w:val="003B72C4"/>
    <w:rsid w:val="003D3744"/>
    <w:rsid w:val="003F3C41"/>
    <w:rsid w:val="0042625E"/>
    <w:rsid w:val="00437BE0"/>
    <w:rsid w:val="00443CF5"/>
    <w:rsid w:val="00451284"/>
    <w:rsid w:val="00473DDA"/>
    <w:rsid w:val="004820F0"/>
    <w:rsid w:val="00494A2B"/>
    <w:rsid w:val="004A53E1"/>
    <w:rsid w:val="005058F4"/>
    <w:rsid w:val="0053360E"/>
    <w:rsid w:val="00566DAC"/>
    <w:rsid w:val="005930D6"/>
    <w:rsid w:val="005A3D5A"/>
    <w:rsid w:val="005C109B"/>
    <w:rsid w:val="005C560F"/>
    <w:rsid w:val="00614022"/>
    <w:rsid w:val="006277E8"/>
    <w:rsid w:val="006328C6"/>
    <w:rsid w:val="006419D8"/>
    <w:rsid w:val="006805A0"/>
    <w:rsid w:val="006C2E52"/>
    <w:rsid w:val="006D17C0"/>
    <w:rsid w:val="00701A69"/>
    <w:rsid w:val="0071460D"/>
    <w:rsid w:val="0072367B"/>
    <w:rsid w:val="00742C1D"/>
    <w:rsid w:val="00756CEA"/>
    <w:rsid w:val="007775ED"/>
    <w:rsid w:val="00782425"/>
    <w:rsid w:val="00783424"/>
    <w:rsid w:val="007A15AC"/>
    <w:rsid w:val="007B6000"/>
    <w:rsid w:val="00807E4E"/>
    <w:rsid w:val="0082640E"/>
    <w:rsid w:val="0085082F"/>
    <w:rsid w:val="00876631"/>
    <w:rsid w:val="0089363C"/>
    <w:rsid w:val="008A1F69"/>
    <w:rsid w:val="008C3DAA"/>
    <w:rsid w:val="008C623E"/>
    <w:rsid w:val="008D2B7A"/>
    <w:rsid w:val="008E70AB"/>
    <w:rsid w:val="00920D81"/>
    <w:rsid w:val="00974FE9"/>
    <w:rsid w:val="009B6FC9"/>
    <w:rsid w:val="009D7CFC"/>
    <w:rsid w:val="009D7D6A"/>
    <w:rsid w:val="00A226E1"/>
    <w:rsid w:val="00A379ED"/>
    <w:rsid w:val="00A41473"/>
    <w:rsid w:val="00A641F0"/>
    <w:rsid w:val="00A65A8D"/>
    <w:rsid w:val="00A874D5"/>
    <w:rsid w:val="00A97B7C"/>
    <w:rsid w:val="00AA7494"/>
    <w:rsid w:val="00AB5C72"/>
    <w:rsid w:val="00AD65A7"/>
    <w:rsid w:val="00AE0D74"/>
    <w:rsid w:val="00B02B29"/>
    <w:rsid w:val="00B04817"/>
    <w:rsid w:val="00B67DD1"/>
    <w:rsid w:val="00BA3FB4"/>
    <w:rsid w:val="00C05496"/>
    <w:rsid w:val="00C15CE9"/>
    <w:rsid w:val="00C22544"/>
    <w:rsid w:val="00C66150"/>
    <w:rsid w:val="00CB3928"/>
    <w:rsid w:val="00CF100A"/>
    <w:rsid w:val="00D0541F"/>
    <w:rsid w:val="00D1063E"/>
    <w:rsid w:val="00D30034"/>
    <w:rsid w:val="00D42EBF"/>
    <w:rsid w:val="00D82335"/>
    <w:rsid w:val="00D85130"/>
    <w:rsid w:val="00DC229F"/>
    <w:rsid w:val="00DF7B3F"/>
    <w:rsid w:val="00E7012E"/>
    <w:rsid w:val="00E94502"/>
    <w:rsid w:val="00E949DB"/>
    <w:rsid w:val="00EE080A"/>
    <w:rsid w:val="00EE5A73"/>
    <w:rsid w:val="00EE5D47"/>
    <w:rsid w:val="00F01958"/>
    <w:rsid w:val="00F03E1E"/>
    <w:rsid w:val="00F2363F"/>
    <w:rsid w:val="00F44DB3"/>
    <w:rsid w:val="00F702FF"/>
    <w:rsid w:val="00FF2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D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2323C8"/>
    <w:pPr>
      <w:widowControl w:val="0"/>
      <w:spacing w:after="120" w:line="240" w:lineRule="auto"/>
      <w:ind w:left="283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B7C9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2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222</TotalTime>
  <Pages>1</Pages>
  <Words>280</Words>
  <Characters>1596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43</cp:revision>
  <cp:lastPrinted>2022-06-15T04:58:00Z</cp:lastPrinted>
  <dcterms:created xsi:type="dcterms:W3CDTF">2021-08-30T03:24:00Z</dcterms:created>
  <dcterms:modified xsi:type="dcterms:W3CDTF">2022-06-20T07:42:00Z</dcterms:modified>
</cp:coreProperties>
</file>