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B76" w:rsidRDefault="00134B76" w:rsidP="007B21DF">
      <w:pPr>
        <w:spacing w:after="0" w:line="240" w:lineRule="auto"/>
        <w:ind w:firstLine="58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10</w:t>
      </w:r>
    </w:p>
    <w:p w:rsidR="00134B76" w:rsidRDefault="00134B76" w:rsidP="007B21DF">
      <w:pPr>
        <w:spacing w:after="0" w:line="240" w:lineRule="auto"/>
        <w:ind w:firstLine="58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Решению Новоселовского </w:t>
      </w:r>
    </w:p>
    <w:p w:rsidR="00134B76" w:rsidRDefault="00134B76" w:rsidP="007B21DF">
      <w:pPr>
        <w:spacing w:after="0" w:line="240" w:lineRule="auto"/>
        <w:ind w:firstLine="58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районного Совета депутатов</w:t>
      </w:r>
    </w:p>
    <w:p w:rsidR="00134B76" w:rsidRPr="00A14F9E" w:rsidRDefault="00134B76" w:rsidP="007B21DF">
      <w:pPr>
        <w:spacing w:after="0" w:line="240" w:lineRule="auto"/>
        <w:ind w:firstLine="5812"/>
        <w:rPr>
          <w:rFonts w:ascii="Times New Roman" w:hAnsi="Times New Roman"/>
          <w:sz w:val="28"/>
          <w:szCs w:val="28"/>
        </w:rPr>
      </w:pPr>
      <w:r w:rsidRPr="00A14F9E">
        <w:rPr>
          <w:rFonts w:ascii="Times New Roman" w:hAnsi="Times New Roman"/>
          <w:sz w:val="28"/>
          <w:szCs w:val="28"/>
        </w:rPr>
        <w:t>от 20.04.2017  № 26-139-17р</w:t>
      </w:r>
    </w:p>
    <w:p w:rsidR="00134B76" w:rsidRDefault="00134B76" w:rsidP="007B21DF">
      <w:pPr>
        <w:spacing w:after="0" w:line="240" w:lineRule="auto"/>
        <w:ind w:firstLine="5812"/>
        <w:rPr>
          <w:rFonts w:ascii="Times New Roman" w:hAnsi="Times New Roman"/>
          <w:sz w:val="28"/>
          <w:szCs w:val="28"/>
        </w:rPr>
      </w:pPr>
    </w:p>
    <w:p w:rsidR="00134B76" w:rsidRDefault="00134B76" w:rsidP="007B21DF">
      <w:pPr>
        <w:spacing w:after="0" w:line="240" w:lineRule="auto"/>
        <w:ind w:firstLine="58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17 </w:t>
      </w:r>
    </w:p>
    <w:p w:rsidR="00134B76" w:rsidRDefault="00134B76" w:rsidP="007B21DF">
      <w:pPr>
        <w:spacing w:after="0" w:line="240" w:lineRule="auto"/>
        <w:ind w:firstLine="58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Решению Новоселовского </w:t>
      </w:r>
    </w:p>
    <w:p w:rsidR="00134B76" w:rsidRDefault="00134B76" w:rsidP="007B21DF">
      <w:pPr>
        <w:spacing w:after="0" w:line="240" w:lineRule="auto"/>
        <w:ind w:firstLine="58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районного Совета депутатов</w:t>
      </w:r>
    </w:p>
    <w:p w:rsidR="00134B76" w:rsidRDefault="00134B76" w:rsidP="007B21DF">
      <w:pPr>
        <w:spacing w:after="0" w:line="240" w:lineRule="auto"/>
        <w:ind w:firstLine="58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16.12.2016 № 22-114-86р</w:t>
      </w:r>
    </w:p>
    <w:p w:rsidR="00134B76" w:rsidRDefault="00134B76" w:rsidP="007B21DF">
      <w:pPr>
        <w:jc w:val="center"/>
        <w:rPr>
          <w:rFonts w:ascii="Times New Roman" w:hAnsi="Times New Roman"/>
          <w:sz w:val="28"/>
          <w:szCs w:val="28"/>
        </w:rPr>
      </w:pPr>
    </w:p>
    <w:p w:rsidR="00134B76" w:rsidRDefault="00134B76" w:rsidP="007B21D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Распределение иных межбюджетных трансфертов бюджетам муниципальных образований Новоселовского района на повышение размеров оплаты труда основного персонала библиотек и музеев Красноярского края </w:t>
      </w:r>
    </w:p>
    <w:p w:rsidR="00134B76" w:rsidRDefault="00134B76" w:rsidP="00A85FF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(тыс.рублей)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29"/>
        <w:gridCol w:w="4041"/>
        <w:gridCol w:w="1417"/>
        <w:gridCol w:w="1418"/>
        <w:gridCol w:w="1418"/>
      </w:tblGrid>
      <w:tr w:rsidR="00134B76" w:rsidRPr="00B011A0" w:rsidTr="00B011A0">
        <w:tc>
          <w:tcPr>
            <w:tcW w:w="1029" w:type="dxa"/>
          </w:tcPr>
          <w:p w:rsidR="00134B76" w:rsidRPr="00B011A0" w:rsidRDefault="00134B76" w:rsidP="00B011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11A0">
              <w:rPr>
                <w:rFonts w:ascii="Times New Roman" w:hAnsi="Times New Roman"/>
                <w:sz w:val="28"/>
                <w:szCs w:val="28"/>
              </w:rPr>
              <w:t>№ строки</w:t>
            </w:r>
          </w:p>
        </w:tc>
        <w:tc>
          <w:tcPr>
            <w:tcW w:w="4041" w:type="dxa"/>
          </w:tcPr>
          <w:p w:rsidR="00134B76" w:rsidRPr="00B011A0" w:rsidRDefault="00134B76" w:rsidP="00B011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11A0">
              <w:rPr>
                <w:rFonts w:ascii="Times New Roman" w:hAnsi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134B76" w:rsidRPr="00B011A0" w:rsidRDefault="00134B76" w:rsidP="00B011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11A0">
              <w:rPr>
                <w:rFonts w:ascii="Times New Roman" w:hAnsi="Times New Roman"/>
                <w:sz w:val="28"/>
                <w:szCs w:val="28"/>
              </w:rPr>
              <w:t>Сумма на 2017 год</w:t>
            </w:r>
          </w:p>
        </w:tc>
        <w:tc>
          <w:tcPr>
            <w:tcW w:w="1418" w:type="dxa"/>
          </w:tcPr>
          <w:p w:rsidR="00134B76" w:rsidRPr="00B011A0" w:rsidRDefault="00134B76" w:rsidP="00B011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11A0">
              <w:rPr>
                <w:rFonts w:ascii="Times New Roman" w:hAnsi="Times New Roman"/>
                <w:sz w:val="28"/>
                <w:szCs w:val="28"/>
              </w:rPr>
              <w:t>Сумма на 2018 год</w:t>
            </w:r>
          </w:p>
        </w:tc>
        <w:tc>
          <w:tcPr>
            <w:tcW w:w="1418" w:type="dxa"/>
          </w:tcPr>
          <w:p w:rsidR="00134B76" w:rsidRPr="00B011A0" w:rsidRDefault="00134B76" w:rsidP="00B011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11A0">
              <w:rPr>
                <w:rFonts w:ascii="Times New Roman" w:hAnsi="Times New Roman"/>
                <w:sz w:val="28"/>
                <w:szCs w:val="28"/>
              </w:rPr>
              <w:t>Сумма на 2019 год</w:t>
            </w:r>
          </w:p>
        </w:tc>
      </w:tr>
      <w:tr w:rsidR="00134B76" w:rsidRPr="00B011A0" w:rsidTr="00B011A0">
        <w:tc>
          <w:tcPr>
            <w:tcW w:w="1029" w:type="dxa"/>
          </w:tcPr>
          <w:p w:rsidR="00134B76" w:rsidRPr="00B011A0" w:rsidRDefault="00134B76" w:rsidP="00B011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41" w:type="dxa"/>
          </w:tcPr>
          <w:p w:rsidR="00134B76" w:rsidRPr="00B011A0" w:rsidRDefault="00134B76" w:rsidP="00B011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11A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134B76" w:rsidRPr="00B011A0" w:rsidRDefault="00134B76" w:rsidP="00B011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11A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134B76" w:rsidRPr="00B011A0" w:rsidRDefault="00134B76" w:rsidP="00B011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11A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134B76" w:rsidRPr="00B011A0" w:rsidRDefault="00134B76" w:rsidP="00B011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11A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134B76" w:rsidRPr="00B011A0" w:rsidTr="00B011A0">
        <w:tc>
          <w:tcPr>
            <w:tcW w:w="1029" w:type="dxa"/>
          </w:tcPr>
          <w:p w:rsidR="00134B76" w:rsidRPr="00B011A0" w:rsidRDefault="00134B76" w:rsidP="00B011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11A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041" w:type="dxa"/>
          </w:tcPr>
          <w:p w:rsidR="00134B76" w:rsidRPr="00B011A0" w:rsidRDefault="00134B76" w:rsidP="00B011A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11A0">
              <w:rPr>
                <w:rFonts w:ascii="Times New Roman" w:hAnsi="Times New Roman"/>
                <w:sz w:val="28"/>
                <w:szCs w:val="28"/>
              </w:rPr>
              <w:t>Анашенский сельсовет</w:t>
            </w:r>
          </w:p>
        </w:tc>
        <w:tc>
          <w:tcPr>
            <w:tcW w:w="1417" w:type="dxa"/>
          </w:tcPr>
          <w:p w:rsidR="00134B76" w:rsidRPr="00B011A0" w:rsidRDefault="00134B76" w:rsidP="00B011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11A0">
              <w:rPr>
                <w:rFonts w:ascii="Times New Roman" w:hAnsi="Times New Roman"/>
                <w:sz w:val="28"/>
                <w:szCs w:val="28"/>
              </w:rPr>
              <w:t>107,0</w:t>
            </w:r>
          </w:p>
        </w:tc>
        <w:tc>
          <w:tcPr>
            <w:tcW w:w="1418" w:type="dxa"/>
          </w:tcPr>
          <w:p w:rsidR="00134B76" w:rsidRPr="00B011A0" w:rsidRDefault="00134B76" w:rsidP="00B011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11A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134B76" w:rsidRPr="00B011A0" w:rsidRDefault="00134B76" w:rsidP="00B011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11A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134B76" w:rsidRPr="00B011A0" w:rsidTr="00B011A0">
        <w:tc>
          <w:tcPr>
            <w:tcW w:w="1029" w:type="dxa"/>
          </w:tcPr>
          <w:p w:rsidR="00134B76" w:rsidRPr="00B011A0" w:rsidRDefault="00134B76" w:rsidP="00B011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11A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041" w:type="dxa"/>
          </w:tcPr>
          <w:p w:rsidR="00134B76" w:rsidRPr="00B011A0" w:rsidRDefault="00134B76" w:rsidP="00B011A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11A0">
              <w:rPr>
                <w:rFonts w:ascii="Times New Roman" w:hAnsi="Times New Roman"/>
                <w:sz w:val="28"/>
                <w:szCs w:val="28"/>
              </w:rPr>
              <w:t>Бараитский сельсовет</w:t>
            </w:r>
          </w:p>
        </w:tc>
        <w:tc>
          <w:tcPr>
            <w:tcW w:w="1417" w:type="dxa"/>
          </w:tcPr>
          <w:p w:rsidR="00134B76" w:rsidRPr="00B011A0" w:rsidRDefault="00134B76" w:rsidP="00B011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11A0">
              <w:rPr>
                <w:rFonts w:ascii="Times New Roman" w:hAnsi="Times New Roman"/>
                <w:sz w:val="28"/>
                <w:szCs w:val="28"/>
              </w:rPr>
              <w:t>22,0</w:t>
            </w:r>
          </w:p>
        </w:tc>
        <w:tc>
          <w:tcPr>
            <w:tcW w:w="1418" w:type="dxa"/>
          </w:tcPr>
          <w:p w:rsidR="00134B76" w:rsidRPr="00B011A0" w:rsidRDefault="00134B76" w:rsidP="00B011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11A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134B76" w:rsidRPr="00B011A0" w:rsidRDefault="00134B76" w:rsidP="00B011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11A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134B76" w:rsidRPr="00B011A0" w:rsidTr="00B011A0">
        <w:tc>
          <w:tcPr>
            <w:tcW w:w="1029" w:type="dxa"/>
          </w:tcPr>
          <w:p w:rsidR="00134B76" w:rsidRPr="00B011A0" w:rsidRDefault="00134B76" w:rsidP="00B011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11A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041" w:type="dxa"/>
          </w:tcPr>
          <w:p w:rsidR="00134B76" w:rsidRPr="00B011A0" w:rsidRDefault="00134B76" w:rsidP="00B011A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11A0">
              <w:rPr>
                <w:rFonts w:ascii="Times New Roman" w:hAnsi="Times New Roman"/>
                <w:sz w:val="28"/>
                <w:szCs w:val="28"/>
              </w:rPr>
              <w:t>Комский сельсовет</w:t>
            </w:r>
          </w:p>
        </w:tc>
        <w:tc>
          <w:tcPr>
            <w:tcW w:w="1417" w:type="dxa"/>
          </w:tcPr>
          <w:p w:rsidR="00134B76" w:rsidRPr="00B011A0" w:rsidRDefault="00134B76" w:rsidP="00B011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11A0">
              <w:rPr>
                <w:rFonts w:ascii="Times New Roman" w:hAnsi="Times New Roman"/>
                <w:sz w:val="28"/>
                <w:szCs w:val="28"/>
              </w:rPr>
              <w:t>95,0</w:t>
            </w:r>
          </w:p>
        </w:tc>
        <w:tc>
          <w:tcPr>
            <w:tcW w:w="1418" w:type="dxa"/>
          </w:tcPr>
          <w:p w:rsidR="00134B76" w:rsidRPr="00B011A0" w:rsidRDefault="00134B76" w:rsidP="00B011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11A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134B76" w:rsidRPr="00B011A0" w:rsidRDefault="00134B76" w:rsidP="00B011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11A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134B76" w:rsidRPr="00B011A0" w:rsidTr="00B011A0">
        <w:tc>
          <w:tcPr>
            <w:tcW w:w="1029" w:type="dxa"/>
          </w:tcPr>
          <w:p w:rsidR="00134B76" w:rsidRPr="00B011A0" w:rsidRDefault="00134B76" w:rsidP="00B011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11A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041" w:type="dxa"/>
          </w:tcPr>
          <w:p w:rsidR="00134B76" w:rsidRPr="00B011A0" w:rsidRDefault="00134B76" w:rsidP="00B011A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11A0">
              <w:rPr>
                <w:rFonts w:ascii="Times New Roman" w:hAnsi="Times New Roman"/>
                <w:sz w:val="28"/>
                <w:szCs w:val="28"/>
              </w:rPr>
              <w:t>Легостаевский сельсовет</w:t>
            </w:r>
          </w:p>
        </w:tc>
        <w:tc>
          <w:tcPr>
            <w:tcW w:w="1417" w:type="dxa"/>
          </w:tcPr>
          <w:p w:rsidR="00134B76" w:rsidRPr="00B011A0" w:rsidRDefault="00134B76" w:rsidP="00B011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11A0">
              <w:rPr>
                <w:rFonts w:ascii="Times New Roman" w:hAnsi="Times New Roman"/>
                <w:sz w:val="28"/>
                <w:szCs w:val="28"/>
              </w:rPr>
              <w:t>21,0</w:t>
            </w:r>
          </w:p>
        </w:tc>
        <w:tc>
          <w:tcPr>
            <w:tcW w:w="1418" w:type="dxa"/>
          </w:tcPr>
          <w:p w:rsidR="00134B76" w:rsidRPr="00B011A0" w:rsidRDefault="00134B76" w:rsidP="00B011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11A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134B76" w:rsidRPr="00B011A0" w:rsidRDefault="00134B76" w:rsidP="00B011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11A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134B76" w:rsidRPr="00B011A0" w:rsidTr="00B011A0">
        <w:tc>
          <w:tcPr>
            <w:tcW w:w="1029" w:type="dxa"/>
          </w:tcPr>
          <w:p w:rsidR="00134B76" w:rsidRPr="00B011A0" w:rsidRDefault="00134B76" w:rsidP="00B011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11A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041" w:type="dxa"/>
          </w:tcPr>
          <w:p w:rsidR="00134B76" w:rsidRPr="00B011A0" w:rsidRDefault="00134B76" w:rsidP="00B011A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11A0">
              <w:rPr>
                <w:rFonts w:ascii="Times New Roman" w:hAnsi="Times New Roman"/>
                <w:sz w:val="28"/>
                <w:szCs w:val="28"/>
              </w:rPr>
              <w:t>Светлолобовский сельсовет</w:t>
            </w:r>
          </w:p>
        </w:tc>
        <w:tc>
          <w:tcPr>
            <w:tcW w:w="1417" w:type="dxa"/>
          </w:tcPr>
          <w:p w:rsidR="00134B76" w:rsidRPr="00B011A0" w:rsidRDefault="00134B76" w:rsidP="00B011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11A0">
              <w:rPr>
                <w:rFonts w:ascii="Times New Roman" w:hAnsi="Times New Roman"/>
                <w:sz w:val="28"/>
                <w:szCs w:val="28"/>
              </w:rPr>
              <w:t>43,0</w:t>
            </w:r>
          </w:p>
        </w:tc>
        <w:tc>
          <w:tcPr>
            <w:tcW w:w="1418" w:type="dxa"/>
          </w:tcPr>
          <w:p w:rsidR="00134B76" w:rsidRPr="00B011A0" w:rsidRDefault="00134B76" w:rsidP="00B011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11A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134B76" w:rsidRPr="00B011A0" w:rsidRDefault="00134B76" w:rsidP="00B011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11A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134B76" w:rsidRPr="00B011A0" w:rsidTr="00B011A0">
        <w:tc>
          <w:tcPr>
            <w:tcW w:w="1029" w:type="dxa"/>
          </w:tcPr>
          <w:p w:rsidR="00134B76" w:rsidRPr="00B011A0" w:rsidRDefault="00134B76" w:rsidP="00B011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11A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041" w:type="dxa"/>
          </w:tcPr>
          <w:p w:rsidR="00134B76" w:rsidRPr="00B011A0" w:rsidRDefault="00134B76" w:rsidP="00B011A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11A0">
              <w:rPr>
                <w:rFonts w:ascii="Times New Roman" w:hAnsi="Times New Roman"/>
                <w:sz w:val="28"/>
                <w:szCs w:val="28"/>
              </w:rPr>
              <w:t>Толстомысенский сельсовет</w:t>
            </w:r>
          </w:p>
        </w:tc>
        <w:tc>
          <w:tcPr>
            <w:tcW w:w="1417" w:type="dxa"/>
          </w:tcPr>
          <w:p w:rsidR="00134B76" w:rsidRPr="00B011A0" w:rsidRDefault="00134B76" w:rsidP="00B011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11A0">
              <w:rPr>
                <w:rFonts w:ascii="Times New Roman" w:hAnsi="Times New Roman"/>
                <w:sz w:val="28"/>
                <w:szCs w:val="28"/>
              </w:rPr>
              <w:t>71,0</w:t>
            </w:r>
          </w:p>
        </w:tc>
        <w:tc>
          <w:tcPr>
            <w:tcW w:w="1418" w:type="dxa"/>
          </w:tcPr>
          <w:p w:rsidR="00134B76" w:rsidRPr="00B011A0" w:rsidRDefault="00134B76" w:rsidP="00B011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11A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134B76" w:rsidRPr="00B011A0" w:rsidRDefault="00134B76" w:rsidP="00B011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11A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134B76" w:rsidRPr="00B011A0" w:rsidTr="00B011A0">
        <w:tc>
          <w:tcPr>
            <w:tcW w:w="1029" w:type="dxa"/>
          </w:tcPr>
          <w:p w:rsidR="00134B76" w:rsidRPr="00B011A0" w:rsidRDefault="00134B76" w:rsidP="00B011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11A0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041" w:type="dxa"/>
          </w:tcPr>
          <w:p w:rsidR="00134B76" w:rsidRPr="00B011A0" w:rsidRDefault="00134B76" w:rsidP="00B011A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11A0">
              <w:rPr>
                <w:rFonts w:ascii="Times New Roman" w:hAnsi="Times New Roman"/>
                <w:sz w:val="28"/>
                <w:szCs w:val="28"/>
              </w:rPr>
              <w:t>Чулымский сельсовет</w:t>
            </w:r>
          </w:p>
        </w:tc>
        <w:tc>
          <w:tcPr>
            <w:tcW w:w="1417" w:type="dxa"/>
          </w:tcPr>
          <w:p w:rsidR="00134B76" w:rsidRPr="00B011A0" w:rsidRDefault="00134B76" w:rsidP="00B011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11A0">
              <w:rPr>
                <w:rFonts w:ascii="Times New Roman" w:hAnsi="Times New Roman"/>
                <w:sz w:val="28"/>
                <w:szCs w:val="28"/>
              </w:rPr>
              <w:t>102,0</w:t>
            </w:r>
          </w:p>
        </w:tc>
        <w:tc>
          <w:tcPr>
            <w:tcW w:w="1418" w:type="dxa"/>
          </w:tcPr>
          <w:p w:rsidR="00134B76" w:rsidRPr="00B011A0" w:rsidRDefault="00134B76" w:rsidP="00B011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11A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134B76" w:rsidRPr="00B011A0" w:rsidRDefault="00134B76" w:rsidP="00B011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11A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134B76" w:rsidRPr="00B011A0" w:rsidTr="00B011A0">
        <w:tc>
          <w:tcPr>
            <w:tcW w:w="5070" w:type="dxa"/>
            <w:gridSpan w:val="2"/>
          </w:tcPr>
          <w:p w:rsidR="00134B76" w:rsidRPr="00B011A0" w:rsidRDefault="00134B76" w:rsidP="00B011A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011A0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417" w:type="dxa"/>
          </w:tcPr>
          <w:p w:rsidR="00134B76" w:rsidRPr="00B011A0" w:rsidRDefault="00134B76" w:rsidP="00B011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011A0">
              <w:rPr>
                <w:rFonts w:ascii="Times New Roman" w:hAnsi="Times New Roman"/>
                <w:b/>
                <w:sz w:val="28"/>
                <w:szCs w:val="28"/>
              </w:rPr>
              <w:t>461,0</w:t>
            </w:r>
          </w:p>
        </w:tc>
        <w:tc>
          <w:tcPr>
            <w:tcW w:w="1418" w:type="dxa"/>
          </w:tcPr>
          <w:p w:rsidR="00134B76" w:rsidRPr="00B011A0" w:rsidRDefault="00134B76" w:rsidP="00B011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011A0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134B76" w:rsidRPr="00B011A0" w:rsidRDefault="00134B76" w:rsidP="00B011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011A0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</w:tbl>
    <w:p w:rsidR="00134B76" w:rsidRPr="007B21DF" w:rsidRDefault="00134B76" w:rsidP="007B21D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sectPr w:rsidR="00134B76" w:rsidRPr="007B21DF" w:rsidSect="006A58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21DF"/>
    <w:rsid w:val="00001B7D"/>
    <w:rsid w:val="00001D02"/>
    <w:rsid w:val="00002E38"/>
    <w:rsid w:val="0000377F"/>
    <w:rsid w:val="00004519"/>
    <w:rsid w:val="00004E90"/>
    <w:rsid w:val="00005200"/>
    <w:rsid w:val="0000554C"/>
    <w:rsid w:val="0000641E"/>
    <w:rsid w:val="00006889"/>
    <w:rsid w:val="000070BC"/>
    <w:rsid w:val="00007A21"/>
    <w:rsid w:val="0001013B"/>
    <w:rsid w:val="00011512"/>
    <w:rsid w:val="00011CF4"/>
    <w:rsid w:val="0001257A"/>
    <w:rsid w:val="000130C6"/>
    <w:rsid w:val="000137A7"/>
    <w:rsid w:val="00014B1A"/>
    <w:rsid w:val="00014DE5"/>
    <w:rsid w:val="000153AD"/>
    <w:rsid w:val="00016126"/>
    <w:rsid w:val="00016FAB"/>
    <w:rsid w:val="00017DC9"/>
    <w:rsid w:val="00017FF6"/>
    <w:rsid w:val="000200FF"/>
    <w:rsid w:val="000206DA"/>
    <w:rsid w:val="00020920"/>
    <w:rsid w:val="00020979"/>
    <w:rsid w:val="00021305"/>
    <w:rsid w:val="00021610"/>
    <w:rsid w:val="00021641"/>
    <w:rsid w:val="00022BF5"/>
    <w:rsid w:val="00022CB5"/>
    <w:rsid w:val="00023F0A"/>
    <w:rsid w:val="00024C56"/>
    <w:rsid w:val="00027B21"/>
    <w:rsid w:val="00027BFE"/>
    <w:rsid w:val="000324FB"/>
    <w:rsid w:val="00032E6F"/>
    <w:rsid w:val="000330B3"/>
    <w:rsid w:val="00033477"/>
    <w:rsid w:val="000367C8"/>
    <w:rsid w:val="00037660"/>
    <w:rsid w:val="0004132D"/>
    <w:rsid w:val="00041463"/>
    <w:rsid w:val="00043E3A"/>
    <w:rsid w:val="0004444B"/>
    <w:rsid w:val="000445DF"/>
    <w:rsid w:val="00045E3E"/>
    <w:rsid w:val="0005266B"/>
    <w:rsid w:val="00052FE3"/>
    <w:rsid w:val="000534E2"/>
    <w:rsid w:val="00054E3D"/>
    <w:rsid w:val="00055407"/>
    <w:rsid w:val="00055A2A"/>
    <w:rsid w:val="00056F88"/>
    <w:rsid w:val="000572EE"/>
    <w:rsid w:val="00060E9A"/>
    <w:rsid w:val="00061323"/>
    <w:rsid w:val="00062C21"/>
    <w:rsid w:val="00063224"/>
    <w:rsid w:val="00063FF4"/>
    <w:rsid w:val="00064BAE"/>
    <w:rsid w:val="00067B91"/>
    <w:rsid w:val="00070299"/>
    <w:rsid w:val="00070363"/>
    <w:rsid w:val="000718BF"/>
    <w:rsid w:val="00072052"/>
    <w:rsid w:val="00073135"/>
    <w:rsid w:val="00073695"/>
    <w:rsid w:val="00073A82"/>
    <w:rsid w:val="00075FB9"/>
    <w:rsid w:val="00076679"/>
    <w:rsid w:val="00076861"/>
    <w:rsid w:val="00076EF2"/>
    <w:rsid w:val="00077626"/>
    <w:rsid w:val="00077A6D"/>
    <w:rsid w:val="0008077D"/>
    <w:rsid w:val="00080C99"/>
    <w:rsid w:val="0008204A"/>
    <w:rsid w:val="0008237D"/>
    <w:rsid w:val="00083A73"/>
    <w:rsid w:val="0008417E"/>
    <w:rsid w:val="00084D3D"/>
    <w:rsid w:val="000852EA"/>
    <w:rsid w:val="00085E23"/>
    <w:rsid w:val="00086561"/>
    <w:rsid w:val="00086974"/>
    <w:rsid w:val="00087BBF"/>
    <w:rsid w:val="00090106"/>
    <w:rsid w:val="00090346"/>
    <w:rsid w:val="00090506"/>
    <w:rsid w:val="00090685"/>
    <w:rsid w:val="00090E6F"/>
    <w:rsid w:val="0009157C"/>
    <w:rsid w:val="00094E1A"/>
    <w:rsid w:val="00094F1C"/>
    <w:rsid w:val="00095388"/>
    <w:rsid w:val="000958A7"/>
    <w:rsid w:val="00095AF9"/>
    <w:rsid w:val="000A019F"/>
    <w:rsid w:val="000A01F4"/>
    <w:rsid w:val="000A0DEE"/>
    <w:rsid w:val="000A1987"/>
    <w:rsid w:val="000A28B0"/>
    <w:rsid w:val="000A2A0E"/>
    <w:rsid w:val="000A2A2F"/>
    <w:rsid w:val="000A31C2"/>
    <w:rsid w:val="000A4287"/>
    <w:rsid w:val="000A5D85"/>
    <w:rsid w:val="000A7BAE"/>
    <w:rsid w:val="000A7D6E"/>
    <w:rsid w:val="000B0044"/>
    <w:rsid w:val="000B107C"/>
    <w:rsid w:val="000B18A7"/>
    <w:rsid w:val="000B2FC4"/>
    <w:rsid w:val="000B3FDC"/>
    <w:rsid w:val="000B3FDD"/>
    <w:rsid w:val="000B4EF4"/>
    <w:rsid w:val="000B54B1"/>
    <w:rsid w:val="000C01C3"/>
    <w:rsid w:val="000C0EAE"/>
    <w:rsid w:val="000C1001"/>
    <w:rsid w:val="000C123A"/>
    <w:rsid w:val="000C125D"/>
    <w:rsid w:val="000C213E"/>
    <w:rsid w:val="000C2250"/>
    <w:rsid w:val="000C3D6C"/>
    <w:rsid w:val="000C3E27"/>
    <w:rsid w:val="000C4998"/>
    <w:rsid w:val="000C58C2"/>
    <w:rsid w:val="000C7951"/>
    <w:rsid w:val="000D0137"/>
    <w:rsid w:val="000D1403"/>
    <w:rsid w:val="000D33E5"/>
    <w:rsid w:val="000D394E"/>
    <w:rsid w:val="000D3C57"/>
    <w:rsid w:val="000D5FE5"/>
    <w:rsid w:val="000D6160"/>
    <w:rsid w:val="000D77D7"/>
    <w:rsid w:val="000D791D"/>
    <w:rsid w:val="000E051B"/>
    <w:rsid w:val="000E10EB"/>
    <w:rsid w:val="000E12FD"/>
    <w:rsid w:val="000E16CD"/>
    <w:rsid w:val="000E1881"/>
    <w:rsid w:val="000E25F8"/>
    <w:rsid w:val="000E268D"/>
    <w:rsid w:val="000E3E72"/>
    <w:rsid w:val="000E43DF"/>
    <w:rsid w:val="000E6909"/>
    <w:rsid w:val="000E740D"/>
    <w:rsid w:val="000F07A1"/>
    <w:rsid w:val="000F0C59"/>
    <w:rsid w:val="000F115B"/>
    <w:rsid w:val="000F192F"/>
    <w:rsid w:val="000F1D3A"/>
    <w:rsid w:val="000F23B8"/>
    <w:rsid w:val="000F30CC"/>
    <w:rsid w:val="000F32E3"/>
    <w:rsid w:val="000F3AFC"/>
    <w:rsid w:val="000F3E8A"/>
    <w:rsid w:val="000F6F03"/>
    <w:rsid w:val="000F7251"/>
    <w:rsid w:val="000F744A"/>
    <w:rsid w:val="000F7FB1"/>
    <w:rsid w:val="00101579"/>
    <w:rsid w:val="00101EE5"/>
    <w:rsid w:val="00102233"/>
    <w:rsid w:val="00102730"/>
    <w:rsid w:val="0010428F"/>
    <w:rsid w:val="001045DD"/>
    <w:rsid w:val="00104806"/>
    <w:rsid w:val="001048E8"/>
    <w:rsid w:val="00105170"/>
    <w:rsid w:val="00105299"/>
    <w:rsid w:val="001053BA"/>
    <w:rsid w:val="001053CB"/>
    <w:rsid w:val="001058C8"/>
    <w:rsid w:val="00105B81"/>
    <w:rsid w:val="00105C0C"/>
    <w:rsid w:val="00106CCE"/>
    <w:rsid w:val="001127BF"/>
    <w:rsid w:val="00112B79"/>
    <w:rsid w:val="001138BA"/>
    <w:rsid w:val="00117167"/>
    <w:rsid w:val="0011762D"/>
    <w:rsid w:val="00120218"/>
    <w:rsid w:val="00120730"/>
    <w:rsid w:val="00120955"/>
    <w:rsid w:val="00120CB5"/>
    <w:rsid w:val="0012114B"/>
    <w:rsid w:val="001221E0"/>
    <w:rsid w:val="0012368F"/>
    <w:rsid w:val="00123F0D"/>
    <w:rsid w:val="00124AFB"/>
    <w:rsid w:val="001252E9"/>
    <w:rsid w:val="001253C3"/>
    <w:rsid w:val="0012570B"/>
    <w:rsid w:val="00125F20"/>
    <w:rsid w:val="00126006"/>
    <w:rsid w:val="001261C8"/>
    <w:rsid w:val="00126271"/>
    <w:rsid w:val="00127348"/>
    <w:rsid w:val="00127CDF"/>
    <w:rsid w:val="00127E8A"/>
    <w:rsid w:val="00130165"/>
    <w:rsid w:val="00130732"/>
    <w:rsid w:val="00131FB2"/>
    <w:rsid w:val="00132434"/>
    <w:rsid w:val="00132A61"/>
    <w:rsid w:val="00134B76"/>
    <w:rsid w:val="001355DA"/>
    <w:rsid w:val="00135725"/>
    <w:rsid w:val="00135871"/>
    <w:rsid w:val="00135AAB"/>
    <w:rsid w:val="00136323"/>
    <w:rsid w:val="00136919"/>
    <w:rsid w:val="001370A3"/>
    <w:rsid w:val="0013776E"/>
    <w:rsid w:val="00137D79"/>
    <w:rsid w:val="0014082F"/>
    <w:rsid w:val="001415FB"/>
    <w:rsid w:val="00141B8E"/>
    <w:rsid w:val="001424FC"/>
    <w:rsid w:val="0014384E"/>
    <w:rsid w:val="00143E17"/>
    <w:rsid w:val="00145248"/>
    <w:rsid w:val="00145C68"/>
    <w:rsid w:val="001479AF"/>
    <w:rsid w:val="00150074"/>
    <w:rsid w:val="001507B5"/>
    <w:rsid w:val="00150893"/>
    <w:rsid w:val="00150E74"/>
    <w:rsid w:val="00151953"/>
    <w:rsid w:val="00152BC7"/>
    <w:rsid w:val="00153819"/>
    <w:rsid w:val="00154467"/>
    <w:rsid w:val="0015476C"/>
    <w:rsid w:val="00155E78"/>
    <w:rsid w:val="00156018"/>
    <w:rsid w:val="001607D6"/>
    <w:rsid w:val="00160CA3"/>
    <w:rsid w:val="00160F9C"/>
    <w:rsid w:val="00161282"/>
    <w:rsid w:val="00162521"/>
    <w:rsid w:val="00162C79"/>
    <w:rsid w:val="00163F96"/>
    <w:rsid w:val="0016460E"/>
    <w:rsid w:val="00164816"/>
    <w:rsid w:val="00165226"/>
    <w:rsid w:val="00166124"/>
    <w:rsid w:val="00167013"/>
    <w:rsid w:val="00170D94"/>
    <w:rsid w:val="00170EC7"/>
    <w:rsid w:val="0017102C"/>
    <w:rsid w:val="001713DC"/>
    <w:rsid w:val="001717E5"/>
    <w:rsid w:val="00172F70"/>
    <w:rsid w:val="0017388A"/>
    <w:rsid w:val="00173F2C"/>
    <w:rsid w:val="00174FC1"/>
    <w:rsid w:val="00175372"/>
    <w:rsid w:val="00175A2F"/>
    <w:rsid w:val="00176E8A"/>
    <w:rsid w:val="001807EB"/>
    <w:rsid w:val="00180D98"/>
    <w:rsid w:val="001814BE"/>
    <w:rsid w:val="001823A2"/>
    <w:rsid w:val="0018285A"/>
    <w:rsid w:val="00184196"/>
    <w:rsid w:val="0018478F"/>
    <w:rsid w:val="00187D13"/>
    <w:rsid w:val="00187DCD"/>
    <w:rsid w:val="00187E7A"/>
    <w:rsid w:val="00187FCB"/>
    <w:rsid w:val="0019025D"/>
    <w:rsid w:val="00193329"/>
    <w:rsid w:val="001937BE"/>
    <w:rsid w:val="00193C5E"/>
    <w:rsid w:val="00194DD0"/>
    <w:rsid w:val="00194F00"/>
    <w:rsid w:val="00195D96"/>
    <w:rsid w:val="0019607D"/>
    <w:rsid w:val="0019617C"/>
    <w:rsid w:val="00196645"/>
    <w:rsid w:val="00196D08"/>
    <w:rsid w:val="001971C9"/>
    <w:rsid w:val="00197A54"/>
    <w:rsid w:val="00197D21"/>
    <w:rsid w:val="001A02A2"/>
    <w:rsid w:val="001A16E3"/>
    <w:rsid w:val="001A2F37"/>
    <w:rsid w:val="001A3274"/>
    <w:rsid w:val="001A59A0"/>
    <w:rsid w:val="001A5C97"/>
    <w:rsid w:val="001A5FD8"/>
    <w:rsid w:val="001A63BF"/>
    <w:rsid w:val="001A6C39"/>
    <w:rsid w:val="001A6E0B"/>
    <w:rsid w:val="001A7386"/>
    <w:rsid w:val="001A743F"/>
    <w:rsid w:val="001B0B9A"/>
    <w:rsid w:val="001B1FF5"/>
    <w:rsid w:val="001B238C"/>
    <w:rsid w:val="001B2B6D"/>
    <w:rsid w:val="001B35EE"/>
    <w:rsid w:val="001B5213"/>
    <w:rsid w:val="001B5DF0"/>
    <w:rsid w:val="001B6686"/>
    <w:rsid w:val="001B7384"/>
    <w:rsid w:val="001B7B5D"/>
    <w:rsid w:val="001C04FA"/>
    <w:rsid w:val="001C05F1"/>
    <w:rsid w:val="001C0D16"/>
    <w:rsid w:val="001C20D8"/>
    <w:rsid w:val="001C2C57"/>
    <w:rsid w:val="001C3A54"/>
    <w:rsid w:val="001C4A1F"/>
    <w:rsid w:val="001C5739"/>
    <w:rsid w:val="001C6751"/>
    <w:rsid w:val="001C6A92"/>
    <w:rsid w:val="001C6C21"/>
    <w:rsid w:val="001D3300"/>
    <w:rsid w:val="001D3A38"/>
    <w:rsid w:val="001D4712"/>
    <w:rsid w:val="001D47C6"/>
    <w:rsid w:val="001D4E0F"/>
    <w:rsid w:val="001D57D6"/>
    <w:rsid w:val="001D583D"/>
    <w:rsid w:val="001D58C2"/>
    <w:rsid w:val="001D6236"/>
    <w:rsid w:val="001D6C5F"/>
    <w:rsid w:val="001D7F24"/>
    <w:rsid w:val="001D7F72"/>
    <w:rsid w:val="001E2226"/>
    <w:rsid w:val="001E34CC"/>
    <w:rsid w:val="001E3851"/>
    <w:rsid w:val="001E3DC4"/>
    <w:rsid w:val="001E3FFF"/>
    <w:rsid w:val="001E4328"/>
    <w:rsid w:val="001E47AB"/>
    <w:rsid w:val="001E5C29"/>
    <w:rsid w:val="001E61D0"/>
    <w:rsid w:val="001E66AC"/>
    <w:rsid w:val="001E7961"/>
    <w:rsid w:val="001F02AB"/>
    <w:rsid w:val="001F04F6"/>
    <w:rsid w:val="001F13A4"/>
    <w:rsid w:val="001F1C45"/>
    <w:rsid w:val="001F2429"/>
    <w:rsid w:val="001F2A08"/>
    <w:rsid w:val="001F31DF"/>
    <w:rsid w:val="001F33E5"/>
    <w:rsid w:val="001F3455"/>
    <w:rsid w:val="001F40D6"/>
    <w:rsid w:val="001F4A07"/>
    <w:rsid w:val="001F4EAC"/>
    <w:rsid w:val="001F64C8"/>
    <w:rsid w:val="001F7A11"/>
    <w:rsid w:val="001F7E62"/>
    <w:rsid w:val="0020079E"/>
    <w:rsid w:val="00200BF8"/>
    <w:rsid w:val="00201EDB"/>
    <w:rsid w:val="00202B4F"/>
    <w:rsid w:val="00203D75"/>
    <w:rsid w:val="00204298"/>
    <w:rsid w:val="00204342"/>
    <w:rsid w:val="00204788"/>
    <w:rsid w:val="00205970"/>
    <w:rsid w:val="00205F18"/>
    <w:rsid w:val="00205F8F"/>
    <w:rsid w:val="00206674"/>
    <w:rsid w:val="00207FFB"/>
    <w:rsid w:val="00210E23"/>
    <w:rsid w:val="00212DED"/>
    <w:rsid w:val="002138FD"/>
    <w:rsid w:val="00213AF6"/>
    <w:rsid w:val="00213DB2"/>
    <w:rsid w:val="002166F9"/>
    <w:rsid w:val="0021682C"/>
    <w:rsid w:val="0022073C"/>
    <w:rsid w:val="002219C5"/>
    <w:rsid w:val="0022206E"/>
    <w:rsid w:val="0022341F"/>
    <w:rsid w:val="00223A12"/>
    <w:rsid w:val="00223CB5"/>
    <w:rsid w:val="00224AF8"/>
    <w:rsid w:val="00224BF8"/>
    <w:rsid w:val="002262A7"/>
    <w:rsid w:val="002264B9"/>
    <w:rsid w:val="0022735C"/>
    <w:rsid w:val="0023408D"/>
    <w:rsid w:val="00234F0A"/>
    <w:rsid w:val="002359E6"/>
    <w:rsid w:val="0023740F"/>
    <w:rsid w:val="00237DFB"/>
    <w:rsid w:val="00240693"/>
    <w:rsid w:val="0024099B"/>
    <w:rsid w:val="00240D1A"/>
    <w:rsid w:val="00242866"/>
    <w:rsid w:val="00243BAF"/>
    <w:rsid w:val="00245917"/>
    <w:rsid w:val="0024732E"/>
    <w:rsid w:val="0024766C"/>
    <w:rsid w:val="0024769A"/>
    <w:rsid w:val="00247A01"/>
    <w:rsid w:val="00247D41"/>
    <w:rsid w:val="002502E0"/>
    <w:rsid w:val="00250BBE"/>
    <w:rsid w:val="00250D47"/>
    <w:rsid w:val="0025165B"/>
    <w:rsid w:val="00251954"/>
    <w:rsid w:val="002533F9"/>
    <w:rsid w:val="00254B24"/>
    <w:rsid w:val="002552B2"/>
    <w:rsid w:val="0025549E"/>
    <w:rsid w:val="00255BFA"/>
    <w:rsid w:val="002563B8"/>
    <w:rsid w:val="002565B7"/>
    <w:rsid w:val="002570BF"/>
    <w:rsid w:val="00257476"/>
    <w:rsid w:val="002600D3"/>
    <w:rsid w:val="0026077E"/>
    <w:rsid w:val="00260CBF"/>
    <w:rsid w:val="002613E6"/>
    <w:rsid w:val="00261AE4"/>
    <w:rsid w:val="002622E4"/>
    <w:rsid w:val="002638A5"/>
    <w:rsid w:val="00263E90"/>
    <w:rsid w:val="002648E5"/>
    <w:rsid w:val="00264E82"/>
    <w:rsid w:val="00266188"/>
    <w:rsid w:val="00266D6F"/>
    <w:rsid w:val="00266F37"/>
    <w:rsid w:val="002673FA"/>
    <w:rsid w:val="00267545"/>
    <w:rsid w:val="0027095C"/>
    <w:rsid w:val="002714F3"/>
    <w:rsid w:val="00272594"/>
    <w:rsid w:val="00272BCB"/>
    <w:rsid w:val="00272E0E"/>
    <w:rsid w:val="00273D07"/>
    <w:rsid w:val="0027597A"/>
    <w:rsid w:val="002761C5"/>
    <w:rsid w:val="0027659A"/>
    <w:rsid w:val="00276C8E"/>
    <w:rsid w:val="00276D2C"/>
    <w:rsid w:val="00277D2F"/>
    <w:rsid w:val="00280315"/>
    <w:rsid w:val="00280BC2"/>
    <w:rsid w:val="002811E3"/>
    <w:rsid w:val="00281546"/>
    <w:rsid w:val="00281DD2"/>
    <w:rsid w:val="002825E5"/>
    <w:rsid w:val="002831AD"/>
    <w:rsid w:val="00284AAD"/>
    <w:rsid w:val="00284E0C"/>
    <w:rsid w:val="002855C4"/>
    <w:rsid w:val="00285704"/>
    <w:rsid w:val="00287304"/>
    <w:rsid w:val="00287568"/>
    <w:rsid w:val="002875D9"/>
    <w:rsid w:val="0029003F"/>
    <w:rsid w:val="002901EE"/>
    <w:rsid w:val="00290232"/>
    <w:rsid w:val="002905ED"/>
    <w:rsid w:val="00290915"/>
    <w:rsid w:val="00290D29"/>
    <w:rsid w:val="00291AD7"/>
    <w:rsid w:val="00292D91"/>
    <w:rsid w:val="002932C7"/>
    <w:rsid w:val="00293831"/>
    <w:rsid w:val="00293AEF"/>
    <w:rsid w:val="002943DE"/>
    <w:rsid w:val="00295903"/>
    <w:rsid w:val="0029658C"/>
    <w:rsid w:val="00296D52"/>
    <w:rsid w:val="002A1345"/>
    <w:rsid w:val="002A1AF5"/>
    <w:rsid w:val="002A2740"/>
    <w:rsid w:val="002A5989"/>
    <w:rsid w:val="002A5BD4"/>
    <w:rsid w:val="002A638A"/>
    <w:rsid w:val="002A7185"/>
    <w:rsid w:val="002A718F"/>
    <w:rsid w:val="002A72AD"/>
    <w:rsid w:val="002A73C1"/>
    <w:rsid w:val="002A7C14"/>
    <w:rsid w:val="002A7C5C"/>
    <w:rsid w:val="002B06C9"/>
    <w:rsid w:val="002B1E88"/>
    <w:rsid w:val="002B1EF2"/>
    <w:rsid w:val="002B20A6"/>
    <w:rsid w:val="002B2350"/>
    <w:rsid w:val="002B2C98"/>
    <w:rsid w:val="002B2EEA"/>
    <w:rsid w:val="002B3EC4"/>
    <w:rsid w:val="002B419D"/>
    <w:rsid w:val="002B4AC9"/>
    <w:rsid w:val="002B5288"/>
    <w:rsid w:val="002B6AB1"/>
    <w:rsid w:val="002B748C"/>
    <w:rsid w:val="002B75CF"/>
    <w:rsid w:val="002B7E41"/>
    <w:rsid w:val="002C0085"/>
    <w:rsid w:val="002C2E8D"/>
    <w:rsid w:val="002C40EF"/>
    <w:rsid w:val="002C4546"/>
    <w:rsid w:val="002C4B04"/>
    <w:rsid w:val="002C54AB"/>
    <w:rsid w:val="002C5D77"/>
    <w:rsid w:val="002C6562"/>
    <w:rsid w:val="002C727D"/>
    <w:rsid w:val="002C736B"/>
    <w:rsid w:val="002D08BB"/>
    <w:rsid w:val="002D093D"/>
    <w:rsid w:val="002D12D8"/>
    <w:rsid w:val="002D1D18"/>
    <w:rsid w:val="002D3AC2"/>
    <w:rsid w:val="002D3F44"/>
    <w:rsid w:val="002D48F9"/>
    <w:rsid w:val="002D4CF2"/>
    <w:rsid w:val="002D5D1E"/>
    <w:rsid w:val="002D658C"/>
    <w:rsid w:val="002D7546"/>
    <w:rsid w:val="002E01D3"/>
    <w:rsid w:val="002E0271"/>
    <w:rsid w:val="002E382E"/>
    <w:rsid w:val="002E39EC"/>
    <w:rsid w:val="002E45BD"/>
    <w:rsid w:val="002E4F65"/>
    <w:rsid w:val="002E5123"/>
    <w:rsid w:val="002E5646"/>
    <w:rsid w:val="002E5C07"/>
    <w:rsid w:val="002E5CF6"/>
    <w:rsid w:val="002E5DC2"/>
    <w:rsid w:val="002E6301"/>
    <w:rsid w:val="002E6FB1"/>
    <w:rsid w:val="002E7302"/>
    <w:rsid w:val="002F09DD"/>
    <w:rsid w:val="002F0BBA"/>
    <w:rsid w:val="002F0DCC"/>
    <w:rsid w:val="002F0EFE"/>
    <w:rsid w:val="002F1E07"/>
    <w:rsid w:val="002F24F3"/>
    <w:rsid w:val="002F2A8B"/>
    <w:rsid w:val="002F32FA"/>
    <w:rsid w:val="002F33AB"/>
    <w:rsid w:val="002F3CA2"/>
    <w:rsid w:val="002F4455"/>
    <w:rsid w:val="002F6338"/>
    <w:rsid w:val="002F6D23"/>
    <w:rsid w:val="002F77DA"/>
    <w:rsid w:val="002F7B0F"/>
    <w:rsid w:val="0030002C"/>
    <w:rsid w:val="00301259"/>
    <w:rsid w:val="003022AF"/>
    <w:rsid w:val="00303205"/>
    <w:rsid w:val="00303D44"/>
    <w:rsid w:val="003058A0"/>
    <w:rsid w:val="00305A34"/>
    <w:rsid w:val="0030726B"/>
    <w:rsid w:val="00307D48"/>
    <w:rsid w:val="00307E9E"/>
    <w:rsid w:val="0031108F"/>
    <w:rsid w:val="0031220B"/>
    <w:rsid w:val="00312774"/>
    <w:rsid w:val="003134AF"/>
    <w:rsid w:val="00313514"/>
    <w:rsid w:val="00313A8D"/>
    <w:rsid w:val="00313C12"/>
    <w:rsid w:val="003154A5"/>
    <w:rsid w:val="00315D54"/>
    <w:rsid w:val="00315F83"/>
    <w:rsid w:val="003169B9"/>
    <w:rsid w:val="00320786"/>
    <w:rsid w:val="00320A4E"/>
    <w:rsid w:val="00320C32"/>
    <w:rsid w:val="0032379C"/>
    <w:rsid w:val="003237E6"/>
    <w:rsid w:val="003249AC"/>
    <w:rsid w:val="00324C49"/>
    <w:rsid w:val="003253EF"/>
    <w:rsid w:val="0032581C"/>
    <w:rsid w:val="003269ED"/>
    <w:rsid w:val="00326F4C"/>
    <w:rsid w:val="00327C73"/>
    <w:rsid w:val="00327DCD"/>
    <w:rsid w:val="00331867"/>
    <w:rsid w:val="00331F9A"/>
    <w:rsid w:val="00336A75"/>
    <w:rsid w:val="00336F29"/>
    <w:rsid w:val="00337212"/>
    <w:rsid w:val="00341029"/>
    <w:rsid w:val="00342601"/>
    <w:rsid w:val="00343831"/>
    <w:rsid w:val="00350550"/>
    <w:rsid w:val="003522C9"/>
    <w:rsid w:val="00352494"/>
    <w:rsid w:val="0035253F"/>
    <w:rsid w:val="003526C8"/>
    <w:rsid w:val="00352820"/>
    <w:rsid w:val="00352EDD"/>
    <w:rsid w:val="00352FB6"/>
    <w:rsid w:val="003530A0"/>
    <w:rsid w:val="00353840"/>
    <w:rsid w:val="00354214"/>
    <w:rsid w:val="00354EB7"/>
    <w:rsid w:val="0035524E"/>
    <w:rsid w:val="00355BC6"/>
    <w:rsid w:val="00355F1A"/>
    <w:rsid w:val="00355F20"/>
    <w:rsid w:val="003560D0"/>
    <w:rsid w:val="003575BE"/>
    <w:rsid w:val="00357F6D"/>
    <w:rsid w:val="00360D19"/>
    <w:rsid w:val="0036112A"/>
    <w:rsid w:val="003620E5"/>
    <w:rsid w:val="00362697"/>
    <w:rsid w:val="003638A0"/>
    <w:rsid w:val="00363FD6"/>
    <w:rsid w:val="00364396"/>
    <w:rsid w:val="0036531F"/>
    <w:rsid w:val="00365C19"/>
    <w:rsid w:val="00371051"/>
    <w:rsid w:val="00371A4D"/>
    <w:rsid w:val="00372251"/>
    <w:rsid w:val="00372951"/>
    <w:rsid w:val="003729E0"/>
    <w:rsid w:val="003730F1"/>
    <w:rsid w:val="00373496"/>
    <w:rsid w:val="00374D18"/>
    <w:rsid w:val="00376F18"/>
    <w:rsid w:val="00377405"/>
    <w:rsid w:val="00377735"/>
    <w:rsid w:val="00380286"/>
    <w:rsid w:val="00380B2D"/>
    <w:rsid w:val="0038105F"/>
    <w:rsid w:val="003811A1"/>
    <w:rsid w:val="00381A09"/>
    <w:rsid w:val="00381B7A"/>
    <w:rsid w:val="00383DA2"/>
    <w:rsid w:val="003844D7"/>
    <w:rsid w:val="00384D93"/>
    <w:rsid w:val="003852F7"/>
    <w:rsid w:val="003856BE"/>
    <w:rsid w:val="00385B42"/>
    <w:rsid w:val="00385F67"/>
    <w:rsid w:val="00386E7A"/>
    <w:rsid w:val="00387834"/>
    <w:rsid w:val="0038790C"/>
    <w:rsid w:val="00387B17"/>
    <w:rsid w:val="00387EC2"/>
    <w:rsid w:val="00390316"/>
    <w:rsid w:val="00390A58"/>
    <w:rsid w:val="00390AEB"/>
    <w:rsid w:val="00390EBE"/>
    <w:rsid w:val="0039175C"/>
    <w:rsid w:val="00392059"/>
    <w:rsid w:val="00392A0A"/>
    <w:rsid w:val="00392C3A"/>
    <w:rsid w:val="00392DAB"/>
    <w:rsid w:val="003935AA"/>
    <w:rsid w:val="0039379F"/>
    <w:rsid w:val="003947AE"/>
    <w:rsid w:val="00394C7C"/>
    <w:rsid w:val="00395719"/>
    <w:rsid w:val="00395899"/>
    <w:rsid w:val="00397746"/>
    <w:rsid w:val="003A0258"/>
    <w:rsid w:val="003A0615"/>
    <w:rsid w:val="003A0904"/>
    <w:rsid w:val="003A12E9"/>
    <w:rsid w:val="003A29E0"/>
    <w:rsid w:val="003A2C41"/>
    <w:rsid w:val="003A3E01"/>
    <w:rsid w:val="003A3E81"/>
    <w:rsid w:val="003A4086"/>
    <w:rsid w:val="003A46DD"/>
    <w:rsid w:val="003A4FEA"/>
    <w:rsid w:val="003A51CB"/>
    <w:rsid w:val="003A544A"/>
    <w:rsid w:val="003A600F"/>
    <w:rsid w:val="003A68C0"/>
    <w:rsid w:val="003A78C3"/>
    <w:rsid w:val="003A7E55"/>
    <w:rsid w:val="003A7F84"/>
    <w:rsid w:val="003B1C01"/>
    <w:rsid w:val="003B296A"/>
    <w:rsid w:val="003B3F54"/>
    <w:rsid w:val="003B403E"/>
    <w:rsid w:val="003B40A6"/>
    <w:rsid w:val="003B4B04"/>
    <w:rsid w:val="003B6E22"/>
    <w:rsid w:val="003C1036"/>
    <w:rsid w:val="003C15B9"/>
    <w:rsid w:val="003C17BC"/>
    <w:rsid w:val="003C190E"/>
    <w:rsid w:val="003C2043"/>
    <w:rsid w:val="003C25BB"/>
    <w:rsid w:val="003C497D"/>
    <w:rsid w:val="003C49F9"/>
    <w:rsid w:val="003C4B44"/>
    <w:rsid w:val="003C530C"/>
    <w:rsid w:val="003C5682"/>
    <w:rsid w:val="003C74A0"/>
    <w:rsid w:val="003C7B87"/>
    <w:rsid w:val="003D0DE5"/>
    <w:rsid w:val="003D1F4E"/>
    <w:rsid w:val="003D1F80"/>
    <w:rsid w:val="003D3187"/>
    <w:rsid w:val="003D31DB"/>
    <w:rsid w:val="003D4B69"/>
    <w:rsid w:val="003D4FB6"/>
    <w:rsid w:val="003D6228"/>
    <w:rsid w:val="003D6591"/>
    <w:rsid w:val="003D6597"/>
    <w:rsid w:val="003D690B"/>
    <w:rsid w:val="003D6D5E"/>
    <w:rsid w:val="003D7A92"/>
    <w:rsid w:val="003E00E2"/>
    <w:rsid w:val="003E0B5F"/>
    <w:rsid w:val="003E19A2"/>
    <w:rsid w:val="003E32A7"/>
    <w:rsid w:val="003E36AB"/>
    <w:rsid w:val="003E38BD"/>
    <w:rsid w:val="003E4F6B"/>
    <w:rsid w:val="003E6500"/>
    <w:rsid w:val="003F023C"/>
    <w:rsid w:val="003F0335"/>
    <w:rsid w:val="003F0D4B"/>
    <w:rsid w:val="003F1548"/>
    <w:rsid w:val="003F1C98"/>
    <w:rsid w:val="003F36AF"/>
    <w:rsid w:val="003F3954"/>
    <w:rsid w:val="003F3CFA"/>
    <w:rsid w:val="003F56AD"/>
    <w:rsid w:val="003F6647"/>
    <w:rsid w:val="003F72D6"/>
    <w:rsid w:val="003F7C1E"/>
    <w:rsid w:val="004006FC"/>
    <w:rsid w:val="004026AD"/>
    <w:rsid w:val="00402B82"/>
    <w:rsid w:val="00403D60"/>
    <w:rsid w:val="00404B21"/>
    <w:rsid w:val="0040646D"/>
    <w:rsid w:val="00406B05"/>
    <w:rsid w:val="004076C8"/>
    <w:rsid w:val="004078C0"/>
    <w:rsid w:val="004078C2"/>
    <w:rsid w:val="00410BC7"/>
    <w:rsid w:val="00411850"/>
    <w:rsid w:val="00411ED8"/>
    <w:rsid w:val="004142F6"/>
    <w:rsid w:val="00415508"/>
    <w:rsid w:val="00415877"/>
    <w:rsid w:val="004159AD"/>
    <w:rsid w:val="00415BB9"/>
    <w:rsid w:val="00416014"/>
    <w:rsid w:val="00416C3B"/>
    <w:rsid w:val="00417980"/>
    <w:rsid w:val="00417B64"/>
    <w:rsid w:val="00420983"/>
    <w:rsid w:val="004226A6"/>
    <w:rsid w:val="00422CDC"/>
    <w:rsid w:val="0042410B"/>
    <w:rsid w:val="004246C5"/>
    <w:rsid w:val="00424972"/>
    <w:rsid w:val="00424A0C"/>
    <w:rsid w:val="00424ABD"/>
    <w:rsid w:val="00424D90"/>
    <w:rsid w:val="00425A24"/>
    <w:rsid w:val="00427338"/>
    <w:rsid w:val="00427A30"/>
    <w:rsid w:val="00427D4C"/>
    <w:rsid w:val="00430345"/>
    <w:rsid w:val="00430EBA"/>
    <w:rsid w:val="00431D49"/>
    <w:rsid w:val="00432624"/>
    <w:rsid w:val="0043268D"/>
    <w:rsid w:val="0043354B"/>
    <w:rsid w:val="00434298"/>
    <w:rsid w:val="004372B5"/>
    <w:rsid w:val="00440B13"/>
    <w:rsid w:val="00441E57"/>
    <w:rsid w:val="00441E8F"/>
    <w:rsid w:val="00442EB1"/>
    <w:rsid w:val="0044308D"/>
    <w:rsid w:val="00444BF5"/>
    <w:rsid w:val="00445AE7"/>
    <w:rsid w:val="00445B00"/>
    <w:rsid w:val="00446438"/>
    <w:rsid w:val="00447B91"/>
    <w:rsid w:val="004500D2"/>
    <w:rsid w:val="0045087F"/>
    <w:rsid w:val="00451C20"/>
    <w:rsid w:val="00451D6E"/>
    <w:rsid w:val="00451DA8"/>
    <w:rsid w:val="00453A5E"/>
    <w:rsid w:val="00453A63"/>
    <w:rsid w:val="0045434D"/>
    <w:rsid w:val="0045467F"/>
    <w:rsid w:val="004608FB"/>
    <w:rsid w:val="00461EEB"/>
    <w:rsid w:val="00462154"/>
    <w:rsid w:val="00462242"/>
    <w:rsid w:val="0046452B"/>
    <w:rsid w:val="004648AD"/>
    <w:rsid w:val="00464F8C"/>
    <w:rsid w:val="00466E4D"/>
    <w:rsid w:val="00467509"/>
    <w:rsid w:val="00470D7D"/>
    <w:rsid w:val="00473585"/>
    <w:rsid w:val="00473853"/>
    <w:rsid w:val="00473F48"/>
    <w:rsid w:val="00474A7E"/>
    <w:rsid w:val="00475D55"/>
    <w:rsid w:val="004766F3"/>
    <w:rsid w:val="004774C2"/>
    <w:rsid w:val="00477569"/>
    <w:rsid w:val="004779A8"/>
    <w:rsid w:val="0048191C"/>
    <w:rsid w:val="00482039"/>
    <w:rsid w:val="00482C58"/>
    <w:rsid w:val="0048379D"/>
    <w:rsid w:val="00484CDE"/>
    <w:rsid w:val="004867CC"/>
    <w:rsid w:val="00486F59"/>
    <w:rsid w:val="00487330"/>
    <w:rsid w:val="00490151"/>
    <w:rsid w:val="00490455"/>
    <w:rsid w:val="00490671"/>
    <w:rsid w:val="004906C0"/>
    <w:rsid w:val="004916BA"/>
    <w:rsid w:val="00491A52"/>
    <w:rsid w:val="00491CB6"/>
    <w:rsid w:val="00493156"/>
    <w:rsid w:val="00494768"/>
    <w:rsid w:val="00494CA1"/>
    <w:rsid w:val="004955A6"/>
    <w:rsid w:val="00495811"/>
    <w:rsid w:val="0049583F"/>
    <w:rsid w:val="004966A7"/>
    <w:rsid w:val="00497853"/>
    <w:rsid w:val="004A0352"/>
    <w:rsid w:val="004A0429"/>
    <w:rsid w:val="004A0685"/>
    <w:rsid w:val="004A1D63"/>
    <w:rsid w:val="004A3CB0"/>
    <w:rsid w:val="004A4C32"/>
    <w:rsid w:val="004A5683"/>
    <w:rsid w:val="004A59B2"/>
    <w:rsid w:val="004A649B"/>
    <w:rsid w:val="004A6812"/>
    <w:rsid w:val="004A704F"/>
    <w:rsid w:val="004A75E9"/>
    <w:rsid w:val="004A7BCD"/>
    <w:rsid w:val="004B0576"/>
    <w:rsid w:val="004B0E0B"/>
    <w:rsid w:val="004B267C"/>
    <w:rsid w:val="004B283B"/>
    <w:rsid w:val="004B331D"/>
    <w:rsid w:val="004B36B2"/>
    <w:rsid w:val="004B37B3"/>
    <w:rsid w:val="004B42B4"/>
    <w:rsid w:val="004B4FE9"/>
    <w:rsid w:val="004B62F8"/>
    <w:rsid w:val="004B6F70"/>
    <w:rsid w:val="004C008B"/>
    <w:rsid w:val="004C015E"/>
    <w:rsid w:val="004C0C11"/>
    <w:rsid w:val="004C1085"/>
    <w:rsid w:val="004C1965"/>
    <w:rsid w:val="004C2299"/>
    <w:rsid w:val="004C2F4F"/>
    <w:rsid w:val="004C46F9"/>
    <w:rsid w:val="004C56E8"/>
    <w:rsid w:val="004C5DF0"/>
    <w:rsid w:val="004C65BA"/>
    <w:rsid w:val="004C6DE1"/>
    <w:rsid w:val="004C795B"/>
    <w:rsid w:val="004D00E5"/>
    <w:rsid w:val="004D01BE"/>
    <w:rsid w:val="004D0563"/>
    <w:rsid w:val="004D1561"/>
    <w:rsid w:val="004D2D4C"/>
    <w:rsid w:val="004D41D1"/>
    <w:rsid w:val="004D5E98"/>
    <w:rsid w:val="004D6390"/>
    <w:rsid w:val="004D6D8E"/>
    <w:rsid w:val="004D7110"/>
    <w:rsid w:val="004D72EB"/>
    <w:rsid w:val="004D7BFC"/>
    <w:rsid w:val="004E025C"/>
    <w:rsid w:val="004E09E9"/>
    <w:rsid w:val="004E157B"/>
    <w:rsid w:val="004E2910"/>
    <w:rsid w:val="004E30C1"/>
    <w:rsid w:val="004E31BD"/>
    <w:rsid w:val="004E3FDF"/>
    <w:rsid w:val="004E4A6F"/>
    <w:rsid w:val="004E5D0D"/>
    <w:rsid w:val="004E6074"/>
    <w:rsid w:val="004E62F7"/>
    <w:rsid w:val="004E7408"/>
    <w:rsid w:val="004E74F1"/>
    <w:rsid w:val="004E7A98"/>
    <w:rsid w:val="004F0208"/>
    <w:rsid w:val="004F026E"/>
    <w:rsid w:val="004F1200"/>
    <w:rsid w:val="004F1BFD"/>
    <w:rsid w:val="004F1FA2"/>
    <w:rsid w:val="004F20CE"/>
    <w:rsid w:val="004F248D"/>
    <w:rsid w:val="004F28D6"/>
    <w:rsid w:val="004F380C"/>
    <w:rsid w:val="004F3FD0"/>
    <w:rsid w:val="004F4040"/>
    <w:rsid w:val="004F4DE4"/>
    <w:rsid w:val="004F7899"/>
    <w:rsid w:val="005008D9"/>
    <w:rsid w:val="00500AB7"/>
    <w:rsid w:val="00500CF0"/>
    <w:rsid w:val="00501F2F"/>
    <w:rsid w:val="00504938"/>
    <w:rsid w:val="005059B3"/>
    <w:rsid w:val="00505ABD"/>
    <w:rsid w:val="00505E7A"/>
    <w:rsid w:val="005072E4"/>
    <w:rsid w:val="00510272"/>
    <w:rsid w:val="005103CD"/>
    <w:rsid w:val="00511790"/>
    <w:rsid w:val="00511A45"/>
    <w:rsid w:val="00512D66"/>
    <w:rsid w:val="00513E65"/>
    <w:rsid w:val="00514425"/>
    <w:rsid w:val="0051455B"/>
    <w:rsid w:val="0051495D"/>
    <w:rsid w:val="005155C7"/>
    <w:rsid w:val="00516E0B"/>
    <w:rsid w:val="00516EA3"/>
    <w:rsid w:val="0051778A"/>
    <w:rsid w:val="0052102B"/>
    <w:rsid w:val="00522208"/>
    <w:rsid w:val="00522486"/>
    <w:rsid w:val="005247E8"/>
    <w:rsid w:val="00524C7D"/>
    <w:rsid w:val="00526FCD"/>
    <w:rsid w:val="005273B9"/>
    <w:rsid w:val="0053010D"/>
    <w:rsid w:val="005309B9"/>
    <w:rsid w:val="005316CE"/>
    <w:rsid w:val="00532456"/>
    <w:rsid w:val="00532C76"/>
    <w:rsid w:val="00533665"/>
    <w:rsid w:val="0053442D"/>
    <w:rsid w:val="0053444C"/>
    <w:rsid w:val="00534580"/>
    <w:rsid w:val="0053494C"/>
    <w:rsid w:val="005362BB"/>
    <w:rsid w:val="005369D6"/>
    <w:rsid w:val="00536AD6"/>
    <w:rsid w:val="005373F8"/>
    <w:rsid w:val="00537774"/>
    <w:rsid w:val="005404F8"/>
    <w:rsid w:val="00540729"/>
    <w:rsid w:val="0054083E"/>
    <w:rsid w:val="00540C09"/>
    <w:rsid w:val="005411BC"/>
    <w:rsid w:val="00541BA6"/>
    <w:rsid w:val="00542D26"/>
    <w:rsid w:val="00543881"/>
    <w:rsid w:val="00543DD6"/>
    <w:rsid w:val="00544CC3"/>
    <w:rsid w:val="00546168"/>
    <w:rsid w:val="00546506"/>
    <w:rsid w:val="00546F6B"/>
    <w:rsid w:val="005506FF"/>
    <w:rsid w:val="005513FF"/>
    <w:rsid w:val="00551FB5"/>
    <w:rsid w:val="00552136"/>
    <w:rsid w:val="0055462B"/>
    <w:rsid w:val="005556DC"/>
    <w:rsid w:val="0055586F"/>
    <w:rsid w:val="00555D62"/>
    <w:rsid w:val="00556B10"/>
    <w:rsid w:val="00557238"/>
    <w:rsid w:val="00560848"/>
    <w:rsid w:val="00561A0E"/>
    <w:rsid w:val="00562BCC"/>
    <w:rsid w:val="00563539"/>
    <w:rsid w:val="0056397F"/>
    <w:rsid w:val="005648DB"/>
    <w:rsid w:val="00564AA9"/>
    <w:rsid w:val="00564BBF"/>
    <w:rsid w:val="00564F41"/>
    <w:rsid w:val="00566AA8"/>
    <w:rsid w:val="00566F16"/>
    <w:rsid w:val="005708CA"/>
    <w:rsid w:val="00571551"/>
    <w:rsid w:val="00571A43"/>
    <w:rsid w:val="00572C7F"/>
    <w:rsid w:val="00575B34"/>
    <w:rsid w:val="005763B6"/>
    <w:rsid w:val="00576ADF"/>
    <w:rsid w:val="005771A4"/>
    <w:rsid w:val="00577F48"/>
    <w:rsid w:val="005802F1"/>
    <w:rsid w:val="00580C4D"/>
    <w:rsid w:val="005811D1"/>
    <w:rsid w:val="00584A7B"/>
    <w:rsid w:val="0058541B"/>
    <w:rsid w:val="00585996"/>
    <w:rsid w:val="005869A5"/>
    <w:rsid w:val="00586BFA"/>
    <w:rsid w:val="00590E50"/>
    <w:rsid w:val="00590FD4"/>
    <w:rsid w:val="00591447"/>
    <w:rsid w:val="0059144E"/>
    <w:rsid w:val="00591F8D"/>
    <w:rsid w:val="00592BD7"/>
    <w:rsid w:val="00593639"/>
    <w:rsid w:val="00593DAA"/>
    <w:rsid w:val="00594293"/>
    <w:rsid w:val="005949D9"/>
    <w:rsid w:val="00594EF9"/>
    <w:rsid w:val="00595E83"/>
    <w:rsid w:val="00596893"/>
    <w:rsid w:val="00597802"/>
    <w:rsid w:val="005979F8"/>
    <w:rsid w:val="00597D4E"/>
    <w:rsid w:val="005A0F88"/>
    <w:rsid w:val="005A2B34"/>
    <w:rsid w:val="005A3042"/>
    <w:rsid w:val="005A33E9"/>
    <w:rsid w:val="005A3D69"/>
    <w:rsid w:val="005A3ED9"/>
    <w:rsid w:val="005A420A"/>
    <w:rsid w:val="005A5204"/>
    <w:rsid w:val="005A5FDB"/>
    <w:rsid w:val="005A6126"/>
    <w:rsid w:val="005A69E9"/>
    <w:rsid w:val="005B0215"/>
    <w:rsid w:val="005B0BF9"/>
    <w:rsid w:val="005B22F5"/>
    <w:rsid w:val="005B23D9"/>
    <w:rsid w:val="005B350D"/>
    <w:rsid w:val="005B40E2"/>
    <w:rsid w:val="005B46DB"/>
    <w:rsid w:val="005B4938"/>
    <w:rsid w:val="005B5406"/>
    <w:rsid w:val="005C018B"/>
    <w:rsid w:val="005C0667"/>
    <w:rsid w:val="005C1530"/>
    <w:rsid w:val="005C2990"/>
    <w:rsid w:val="005C4FA3"/>
    <w:rsid w:val="005C5870"/>
    <w:rsid w:val="005C59AF"/>
    <w:rsid w:val="005C6BA8"/>
    <w:rsid w:val="005C70DE"/>
    <w:rsid w:val="005C7311"/>
    <w:rsid w:val="005D0E3F"/>
    <w:rsid w:val="005D1425"/>
    <w:rsid w:val="005D169F"/>
    <w:rsid w:val="005D3083"/>
    <w:rsid w:val="005D339C"/>
    <w:rsid w:val="005D340A"/>
    <w:rsid w:val="005D355D"/>
    <w:rsid w:val="005D4294"/>
    <w:rsid w:val="005D4A2F"/>
    <w:rsid w:val="005D4F2A"/>
    <w:rsid w:val="005D6988"/>
    <w:rsid w:val="005D79C3"/>
    <w:rsid w:val="005D7BD9"/>
    <w:rsid w:val="005E075E"/>
    <w:rsid w:val="005E0870"/>
    <w:rsid w:val="005E1CD1"/>
    <w:rsid w:val="005E429F"/>
    <w:rsid w:val="005E4C0A"/>
    <w:rsid w:val="005E5204"/>
    <w:rsid w:val="005E5C34"/>
    <w:rsid w:val="005E5FD7"/>
    <w:rsid w:val="005E6975"/>
    <w:rsid w:val="005E723D"/>
    <w:rsid w:val="005E7A24"/>
    <w:rsid w:val="005F0240"/>
    <w:rsid w:val="005F2BDA"/>
    <w:rsid w:val="005F32D0"/>
    <w:rsid w:val="005F3E95"/>
    <w:rsid w:val="005F4990"/>
    <w:rsid w:val="005F55A8"/>
    <w:rsid w:val="005F57F9"/>
    <w:rsid w:val="005F5A74"/>
    <w:rsid w:val="005F5C44"/>
    <w:rsid w:val="005F5E2C"/>
    <w:rsid w:val="005F61E9"/>
    <w:rsid w:val="005F7812"/>
    <w:rsid w:val="006005AA"/>
    <w:rsid w:val="00600BE4"/>
    <w:rsid w:val="0060142F"/>
    <w:rsid w:val="00601A55"/>
    <w:rsid w:val="00603704"/>
    <w:rsid w:val="006038C6"/>
    <w:rsid w:val="00604CAA"/>
    <w:rsid w:val="00604DF1"/>
    <w:rsid w:val="00605100"/>
    <w:rsid w:val="006055EC"/>
    <w:rsid w:val="00605A39"/>
    <w:rsid w:val="00607265"/>
    <w:rsid w:val="00607390"/>
    <w:rsid w:val="00610203"/>
    <w:rsid w:val="006107D2"/>
    <w:rsid w:val="006107F0"/>
    <w:rsid w:val="00611B47"/>
    <w:rsid w:val="00612102"/>
    <w:rsid w:val="006144DF"/>
    <w:rsid w:val="006148CD"/>
    <w:rsid w:val="00616042"/>
    <w:rsid w:val="0061625C"/>
    <w:rsid w:val="00620306"/>
    <w:rsid w:val="00620559"/>
    <w:rsid w:val="006205FA"/>
    <w:rsid w:val="00620812"/>
    <w:rsid w:val="0062185D"/>
    <w:rsid w:val="006226BD"/>
    <w:rsid w:val="00622AE5"/>
    <w:rsid w:val="006240A7"/>
    <w:rsid w:val="006241F7"/>
    <w:rsid w:val="006242BA"/>
    <w:rsid w:val="006260B0"/>
    <w:rsid w:val="006262D0"/>
    <w:rsid w:val="006273BF"/>
    <w:rsid w:val="00630355"/>
    <w:rsid w:val="00630603"/>
    <w:rsid w:val="006310F5"/>
    <w:rsid w:val="00631690"/>
    <w:rsid w:val="00631887"/>
    <w:rsid w:val="00631B23"/>
    <w:rsid w:val="00631DCF"/>
    <w:rsid w:val="0063213B"/>
    <w:rsid w:val="00633568"/>
    <w:rsid w:val="00633EAA"/>
    <w:rsid w:val="00634040"/>
    <w:rsid w:val="0063429C"/>
    <w:rsid w:val="00635021"/>
    <w:rsid w:val="006365D9"/>
    <w:rsid w:val="00637558"/>
    <w:rsid w:val="0063763B"/>
    <w:rsid w:val="00642E38"/>
    <w:rsid w:val="0064351E"/>
    <w:rsid w:val="006441AE"/>
    <w:rsid w:val="00644314"/>
    <w:rsid w:val="0064431D"/>
    <w:rsid w:val="00644816"/>
    <w:rsid w:val="00644C46"/>
    <w:rsid w:val="00644F58"/>
    <w:rsid w:val="00645762"/>
    <w:rsid w:val="0064593D"/>
    <w:rsid w:val="006469D5"/>
    <w:rsid w:val="006473C0"/>
    <w:rsid w:val="006504F2"/>
    <w:rsid w:val="006512E3"/>
    <w:rsid w:val="006532BA"/>
    <w:rsid w:val="00653980"/>
    <w:rsid w:val="00653AC5"/>
    <w:rsid w:val="00653C1A"/>
    <w:rsid w:val="00654559"/>
    <w:rsid w:val="00654CAB"/>
    <w:rsid w:val="006550BE"/>
    <w:rsid w:val="00655316"/>
    <w:rsid w:val="00655489"/>
    <w:rsid w:val="00655CA3"/>
    <w:rsid w:val="00656345"/>
    <w:rsid w:val="006564DB"/>
    <w:rsid w:val="00656A3B"/>
    <w:rsid w:val="0065741A"/>
    <w:rsid w:val="006601DB"/>
    <w:rsid w:val="006612F6"/>
    <w:rsid w:val="00662CC0"/>
    <w:rsid w:val="0066402A"/>
    <w:rsid w:val="006645CA"/>
    <w:rsid w:val="00665905"/>
    <w:rsid w:val="00665F1B"/>
    <w:rsid w:val="00670364"/>
    <w:rsid w:val="0067185E"/>
    <w:rsid w:val="00673C3B"/>
    <w:rsid w:val="00673CB5"/>
    <w:rsid w:val="00675CA6"/>
    <w:rsid w:val="00676127"/>
    <w:rsid w:val="00676141"/>
    <w:rsid w:val="0067718B"/>
    <w:rsid w:val="00681D24"/>
    <w:rsid w:val="0068401D"/>
    <w:rsid w:val="00684692"/>
    <w:rsid w:val="006872E1"/>
    <w:rsid w:val="00690218"/>
    <w:rsid w:val="00690E45"/>
    <w:rsid w:val="00691B0C"/>
    <w:rsid w:val="00692A67"/>
    <w:rsid w:val="0069691E"/>
    <w:rsid w:val="00696A1C"/>
    <w:rsid w:val="006976B8"/>
    <w:rsid w:val="006978EC"/>
    <w:rsid w:val="006A079D"/>
    <w:rsid w:val="006A0F57"/>
    <w:rsid w:val="006A3141"/>
    <w:rsid w:val="006A49F0"/>
    <w:rsid w:val="006A4D2B"/>
    <w:rsid w:val="006A582E"/>
    <w:rsid w:val="006A5E47"/>
    <w:rsid w:val="006A62E5"/>
    <w:rsid w:val="006A67D6"/>
    <w:rsid w:val="006A6945"/>
    <w:rsid w:val="006A6A47"/>
    <w:rsid w:val="006A6DA0"/>
    <w:rsid w:val="006A73C5"/>
    <w:rsid w:val="006A776D"/>
    <w:rsid w:val="006B0AFF"/>
    <w:rsid w:val="006B1DD9"/>
    <w:rsid w:val="006B2BC1"/>
    <w:rsid w:val="006B3C8E"/>
    <w:rsid w:val="006B449F"/>
    <w:rsid w:val="006B46CE"/>
    <w:rsid w:val="006B4946"/>
    <w:rsid w:val="006B5F1B"/>
    <w:rsid w:val="006B7B17"/>
    <w:rsid w:val="006C0E7C"/>
    <w:rsid w:val="006C2676"/>
    <w:rsid w:val="006C2C1B"/>
    <w:rsid w:val="006C4B96"/>
    <w:rsid w:val="006C4ED0"/>
    <w:rsid w:val="006C73D0"/>
    <w:rsid w:val="006D0F85"/>
    <w:rsid w:val="006D0F9D"/>
    <w:rsid w:val="006D1135"/>
    <w:rsid w:val="006D11DF"/>
    <w:rsid w:val="006D2D05"/>
    <w:rsid w:val="006D3239"/>
    <w:rsid w:val="006D4C81"/>
    <w:rsid w:val="006D7B5A"/>
    <w:rsid w:val="006E0059"/>
    <w:rsid w:val="006E016A"/>
    <w:rsid w:val="006E0B63"/>
    <w:rsid w:val="006E0E7C"/>
    <w:rsid w:val="006E12ED"/>
    <w:rsid w:val="006E152A"/>
    <w:rsid w:val="006E26A2"/>
    <w:rsid w:val="006E3511"/>
    <w:rsid w:val="006E4637"/>
    <w:rsid w:val="006E4723"/>
    <w:rsid w:val="006E5772"/>
    <w:rsid w:val="006E592B"/>
    <w:rsid w:val="006E6DF1"/>
    <w:rsid w:val="006E7322"/>
    <w:rsid w:val="006E78DB"/>
    <w:rsid w:val="006E7922"/>
    <w:rsid w:val="006E7E07"/>
    <w:rsid w:val="006F020A"/>
    <w:rsid w:val="006F03C5"/>
    <w:rsid w:val="006F0DE2"/>
    <w:rsid w:val="006F1C96"/>
    <w:rsid w:val="006F23AE"/>
    <w:rsid w:val="006F32AA"/>
    <w:rsid w:val="006F3942"/>
    <w:rsid w:val="006F3A87"/>
    <w:rsid w:val="006F488F"/>
    <w:rsid w:val="006F5BA5"/>
    <w:rsid w:val="006F625C"/>
    <w:rsid w:val="006F6810"/>
    <w:rsid w:val="006F69F9"/>
    <w:rsid w:val="006F6FE3"/>
    <w:rsid w:val="006F7893"/>
    <w:rsid w:val="006F7CA0"/>
    <w:rsid w:val="007000C7"/>
    <w:rsid w:val="0070067C"/>
    <w:rsid w:val="00700CCC"/>
    <w:rsid w:val="007023D1"/>
    <w:rsid w:val="00702B8F"/>
    <w:rsid w:val="0070331E"/>
    <w:rsid w:val="00703503"/>
    <w:rsid w:val="00704629"/>
    <w:rsid w:val="00704788"/>
    <w:rsid w:val="00706D4B"/>
    <w:rsid w:val="00707421"/>
    <w:rsid w:val="00710004"/>
    <w:rsid w:val="00711458"/>
    <w:rsid w:val="00711508"/>
    <w:rsid w:val="00712B48"/>
    <w:rsid w:val="007138DF"/>
    <w:rsid w:val="0071467B"/>
    <w:rsid w:val="00714695"/>
    <w:rsid w:val="007146BD"/>
    <w:rsid w:val="00715717"/>
    <w:rsid w:val="007164CA"/>
    <w:rsid w:val="0071763C"/>
    <w:rsid w:val="00720A8D"/>
    <w:rsid w:val="00720F44"/>
    <w:rsid w:val="0072169A"/>
    <w:rsid w:val="007226D1"/>
    <w:rsid w:val="00722983"/>
    <w:rsid w:val="00723044"/>
    <w:rsid w:val="00723469"/>
    <w:rsid w:val="00723B3E"/>
    <w:rsid w:val="00724A91"/>
    <w:rsid w:val="00726405"/>
    <w:rsid w:val="00726A2D"/>
    <w:rsid w:val="007276B5"/>
    <w:rsid w:val="007310AE"/>
    <w:rsid w:val="0073232E"/>
    <w:rsid w:val="00732C4A"/>
    <w:rsid w:val="007330F5"/>
    <w:rsid w:val="00733D77"/>
    <w:rsid w:val="00733E2B"/>
    <w:rsid w:val="00734F09"/>
    <w:rsid w:val="00735259"/>
    <w:rsid w:val="007357F6"/>
    <w:rsid w:val="00735BB1"/>
    <w:rsid w:val="00735C6F"/>
    <w:rsid w:val="007369F9"/>
    <w:rsid w:val="0073788D"/>
    <w:rsid w:val="007413D7"/>
    <w:rsid w:val="00741A43"/>
    <w:rsid w:val="007433BD"/>
    <w:rsid w:val="007433D6"/>
    <w:rsid w:val="007444C1"/>
    <w:rsid w:val="00744793"/>
    <w:rsid w:val="007452DC"/>
    <w:rsid w:val="00746344"/>
    <w:rsid w:val="00746CE3"/>
    <w:rsid w:val="00747CC4"/>
    <w:rsid w:val="00747F9A"/>
    <w:rsid w:val="007500F8"/>
    <w:rsid w:val="007510D5"/>
    <w:rsid w:val="00751DBA"/>
    <w:rsid w:val="0075314D"/>
    <w:rsid w:val="007537B9"/>
    <w:rsid w:val="00754E63"/>
    <w:rsid w:val="0075683D"/>
    <w:rsid w:val="0075692E"/>
    <w:rsid w:val="00757B5D"/>
    <w:rsid w:val="00757CB1"/>
    <w:rsid w:val="007608F1"/>
    <w:rsid w:val="007608FB"/>
    <w:rsid w:val="007629A1"/>
    <w:rsid w:val="00763744"/>
    <w:rsid w:val="00764AC4"/>
    <w:rsid w:val="00765E11"/>
    <w:rsid w:val="007669A8"/>
    <w:rsid w:val="00766C5D"/>
    <w:rsid w:val="00766D62"/>
    <w:rsid w:val="00767029"/>
    <w:rsid w:val="0077094C"/>
    <w:rsid w:val="00771AF3"/>
    <w:rsid w:val="00772A89"/>
    <w:rsid w:val="00772C76"/>
    <w:rsid w:val="007730F3"/>
    <w:rsid w:val="00773914"/>
    <w:rsid w:val="0077578A"/>
    <w:rsid w:val="00777E05"/>
    <w:rsid w:val="00784E2D"/>
    <w:rsid w:val="00784E77"/>
    <w:rsid w:val="007850A4"/>
    <w:rsid w:val="00785C92"/>
    <w:rsid w:val="00786060"/>
    <w:rsid w:val="00786442"/>
    <w:rsid w:val="00786D44"/>
    <w:rsid w:val="00787BFE"/>
    <w:rsid w:val="00790B20"/>
    <w:rsid w:val="0079186E"/>
    <w:rsid w:val="00791D33"/>
    <w:rsid w:val="00792325"/>
    <w:rsid w:val="00792677"/>
    <w:rsid w:val="00793212"/>
    <w:rsid w:val="00793255"/>
    <w:rsid w:val="00793C2A"/>
    <w:rsid w:val="00793CA2"/>
    <w:rsid w:val="00794432"/>
    <w:rsid w:val="007944E4"/>
    <w:rsid w:val="007956A5"/>
    <w:rsid w:val="0079574A"/>
    <w:rsid w:val="007975AB"/>
    <w:rsid w:val="007A00B7"/>
    <w:rsid w:val="007A0CF3"/>
    <w:rsid w:val="007A1561"/>
    <w:rsid w:val="007A2883"/>
    <w:rsid w:val="007A290B"/>
    <w:rsid w:val="007A3FDD"/>
    <w:rsid w:val="007A5422"/>
    <w:rsid w:val="007A55B6"/>
    <w:rsid w:val="007A580C"/>
    <w:rsid w:val="007A77E8"/>
    <w:rsid w:val="007A7CE6"/>
    <w:rsid w:val="007A7D72"/>
    <w:rsid w:val="007B057A"/>
    <w:rsid w:val="007B0CF5"/>
    <w:rsid w:val="007B21DF"/>
    <w:rsid w:val="007B31A6"/>
    <w:rsid w:val="007B3441"/>
    <w:rsid w:val="007B3E18"/>
    <w:rsid w:val="007B4369"/>
    <w:rsid w:val="007B606D"/>
    <w:rsid w:val="007B6BE8"/>
    <w:rsid w:val="007B78BC"/>
    <w:rsid w:val="007B7EAB"/>
    <w:rsid w:val="007C0A4F"/>
    <w:rsid w:val="007C1408"/>
    <w:rsid w:val="007C1C4B"/>
    <w:rsid w:val="007C3243"/>
    <w:rsid w:val="007C3754"/>
    <w:rsid w:val="007C3BCA"/>
    <w:rsid w:val="007C4475"/>
    <w:rsid w:val="007C4664"/>
    <w:rsid w:val="007C4B3C"/>
    <w:rsid w:val="007C5642"/>
    <w:rsid w:val="007C564F"/>
    <w:rsid w:val="007C5825"/>
    <w:rsid w:val="007C5AC9"/>
    <w:rsid w:val="007C5FE3"/>
    <w:rsid w:val="007C7AFB"/>
    <w:rsid w:val="007D0547"/>
    <w:rsid w:val="007D10FB"/>
    <w:rsid w:val="007D212C"/>
    <w:rsid w:val="007D21E5"/>
    <w:rsid w:val="007D42F4"/>
    <w:rsid w:val="007D4B7B"/>
    <w:rsid w:val="007D5B72"/>
    <w:rsid w:val="007D7396"/>
    <w:rsid w:val="007D7C1D"/>
    <w:rsid w:val="007E1E80"/>
    <w:rsid w:val="007E3125"/>
    <w:rsid w:val="007E351D"/>
    <w:rsid w:val="007E3606"/>
    <w:rsid w:val="007E3742"/>
    <w:rsid w:val="007E46A6"/>
    <w:rsid w:val="007E46CE"/>
    <w:rsid w:val="007E50F4"/>
    <w:rsid w:val="007E607F"/>
    <w:rsid w:val="007E6AF5"/>
    <w:rsid w:val="007E6B84"/>
    <w:rsid w:val="007F1175"/>
    <w:rsid w:val="007F2317"/>
    <w:rsid w:val="007F439D"/>
    <w:rsid w:val="007F4A93"/>
    <w:rsid w:val="007F56F8"/>
    <w:rsid w:val="007F63CF"/>
    <w:rsid w:val="007F6552"/>
    <w:rsid w:val="007F7C36"/>
    <w:rsid w:val="007F7E9D"/>
    <w:rsid w:val="0080085A"/>
    <w:rsid w:val="00800AE1"/>
    <w:rsid w:val="00801B9B"/>
    <w:rsid w:val="00802891"/>
    <w:rsid w:val="00802FB1"/>
    <w:rsid w:val="0080450A"/>
    <w:rsid w:val="008051A7"/>
    <w:rsid w:val="0080568C"/>
    <w:rsid w:val="00805848"/>
    <w:rsid w:val="008059DF"/>
    <w:rsid w:val="00805EAE"/>
    <w:rsid w:val="00806D35"/>
    <w:rsid w:val="00807073"/>
    <w:rsid w:val="00810FA0"/>
    <w:rsid w:val="00811675"/>
    <w:rsid w:val="00812109"/>
    <w:rsid w:val="00812285"/>
    <w:rsid w:val="00812D1A"/>
    <w:rsid w:val="00813861"/>
    <w:rsid w:val="00814715"/>
    <w:rsid w:val="00814994"/>
    <w:rsid w:val="00815020"/>
    <w:rsid w:val="00815D00"/>
    <w:rsid w:val="0081672B"/>
    <w:rsid w:val="00816DA7"/>
    <w:rsid w:val="008173A0"/>
    <w:rsid w:val="00817E82"/>
    <w:rsid w:val="00821C4C"/>
    <w:rsid w:val="00821E0A"/>
    <w:rsid w:val="0082242B"/>
    <w:rsid w:val="00822534"/>
    <w:rsid w:val="00823895"/>
    <w:rsid w:val="00823E78"/>
    <w:rsid w:val="00824F43"/>
    <w:rsid w:val="00825DAC"/>
    <w:rsid w:val="00826698"/>
    <w:rsid w:val="008267A6"/>
    <w:rsid w:val="00826CFD"/>
    <w:rsid w:val="0082744B"/>
    <w:rsid w:val="00827798"/>
    <w:rsid w:val="00830BD9"/>
    <w:rsid w:val="00830C24"/>
    <w:rsid w:val="00831C6E"/>
    <w:rsid w:val="00831EDA"/>
    <w:rsid w:val="00832299"/>
    <w:rsid w:val="00832511"/>
    <w:rsid w:val="00833993"/>
    <w:rsid w:val="00833BAA"/>
    <w:rsid w:val="008345B3"/>
    <w:rsid w:val="00834F91"/>
    <w:rsid w:val="00835916"/>
    <w:rsid w:val="00835C5B"/>
    <w:rsid w:val="00836F29"/>
    <w:rsid w:val="008372F4"/>
    <w:rsid w:val="00837639"/>
    <w:rsid w:val="00837941"/>
    <w:rsid w:val="00840EFE"/>
    <w:rsid w:val="008424E4"/>
    <w:rsid w:val="00842A58"/>
    <w:rsid w:val="008432C4"/>
    <w:rsid w:val="00843B8F"/>
    <w:rsid w:val="0084416A"/>
    <w:rsid w:val="00845508"/>
    <w:rsid w:val="008459C6"/>
    <w:rsid w:val="00845DC9"/>
    <w:rsid w:val="00845F5E"/>
    <w:rsid w:val="00846A38"/>
    <w:rsid w:val="0084705C"/>
    <w:rsid w:val="00847C21"/>
    <w:rsid w:val="0085066D"/>
    <w:rsid w:val="00850C28"/>
    <w:rsid w:val="00851000"/>
    <w:rsid w:val="00851137"/>
    <w:rsid w:val="00852E7F"/>
    <w:rsid w:val="0085338F"/>
    <w:rsid w:val="0085367D"/>
    <w:rsid w:val="00853EC2"/>
    <w:rsid w:val="0085608D"/>
    <w:rsid w:val="00856257"/>
    <w:rsid w:val="00856601"/>
    <w:rsid w:val="00856D30"/>
    <w:rsid w:val="00860681"/>
    <w:rsid w:val="00860B7E"/>
    <w:rsid w:val="00861495"/>
    <w:rsid w:val="00861914"/>
    <w:rsid w:val="008654B6"/>
    <w:rsid w:val="008655C8"/>
    <w:rsid w:val="00866111"/>
    <w:rsid w:val="00866DB7"/>
    <w:rsid w:val="0086765D"/>
    <w:rsid w:val="008676D8"/>
    <w:rsid w:val="00870994"/>
    <w:rsid w:val="00872410"/>
    <w:rsid w:val="00873846"/>
    <w:rsid w:val="00873A79"/>
    <w:rsid w:val="008740FB"/>
    <w:rsid w:val="008754A3"/>
    <w:rsid w:val="0087563A"/>
    <w:rsid w:val="00876ED2"/>
    <w:rsid w:val="00877937"/>
    <w:rsid w:val="0087797A"/>
    <w:rsid w:val="00880578"/>
    <w:rsid w:val="00881025"/>
    <w:rsid w:val="00882FA9"/>
    <w:rsid w:val="00883AC2"/>
    <w:rsid w:val="00884F2A"/>
    <w:rsid w:val="00886062"/>
    <w:rsid w:val="00886211"/>
    <w:rsid w:val="00886505"/>
    <w:rsid w:val="00886A64"/>
    <w:rsid w:val="00887260"/>
    <w:rsid w:val="008905BC"/>
    <w:rsid w:val="00890782"/>
    <w:rsid w:val="00890E37"/>
    <w:rsid w:val="00893A82"/>
    <w:rsid w:val="00894020"/>
    <w:rsid w:val="008951B3"/>
    <w:rsid w:val="008958E3"/>
    <w:rsid w:val="0089709E"/>
    <w:rsid w:val="008971A1"/>
    <w:rsid w:val="0089728E"/>
    <w:rsid w:val="00897AFC"/>
    <w:rsid w:val="00897CEE"/>
    <w:rsid w:val="008A0190"/>
    <w:rsid w:val="008A263C"/>
    <w:rsid w:val="008A2E71"/>
    <w:rsid w:val="008A37C6"/>
    <w:rsid w:val="008A383B"/>
    <w:rsid w:val="008A5DC3"/>
    <w:rsid w:val="008A6459"/>
    <w:rsid w:val="008A687F"/>
    <w:rsid w:val="008A6CF4"/>
    <w:rsid w:val="008A7D75"/>
    <w:rsid w:val="008B0844"/>
    <w:rsid w:val="008B11BE"/>
    <w:rsid w:val="008B155C"/>
    <w:rsid w:val="008B1B18"/>
    <w:rsid w:val="008B3ACD"/>
    <w:rsid w:val="008B6091"/>
    <w:rsid w:val="008B63ED"/>
    <w:rsid w:val="008B70CC"/>
    <w:rsid w:val="008B7385"/>
    <w:rsid w:val="008B7646"/>
    <w:rsid w:val="008B7A14"/>
    <w:rsid w:val="008C1267"/>
    <w:rsid w:val="008C142B"/>
    <w:rsid w:val="008C17F8"/>
    <w:rsid w:val="008C2E45"/>
    <w:rsid w:val="008C37DE"/>
    <w:rsid w:val="008C41A5"/>
    <w:rsid w:val="008C4B43"/>
    <w:rsid w:val="008C4EA5"/>
    <w:rsid w:val="008C521F"/>
    <w:rsid w:val="008C5D29"/>
    <w:rsid w:val="008C654B"/>
    <w:rsid w:val="008C6765"/>
    <w:rsid w:val="008C6EDE"/>
    <w:rsid w:val="008C757C"/>
    <w:rsid w:val="008C78B4"/>
    <w:rsid w:val="008C7FC5"/>
    <w:rsid w:val="008D19B9"/>
    <w:rsid w:val="008D3D40"/>
    <w:rsid w:val="008D4677"/>
    <w:rsid w:val="008D489E"/>
    <w:rsid w:val="008D5144"/>
    <w:rsid w:val="008D5434"/>
    <w:rsid w:val="008D5C35"/>
    <w:rsid w:val="008D6538"/>
    <w:rsid w:val="008D7547"/>
    <w:rsid w:val="008D7739"/>
    <w:rsid w:val="008E049D"/>
    <w:rsid w:val="008E11F6"/>
    <w:rsid w:val="008E3A01"/>
    <w:rsid w:val="008E3F8E"/>
    <w:rsid w:val="008E4F30"/>
    <w:rsid w:val="008E584C"/>
    <w:rsid w:val="008E5FD6"/>
    <w:rsid w:val="008E7838"/>
    <w:rsid w:val="008F0676"/>
    <w:rsid w:val="008F1000"/>
    <w:rsid w:val="008F105D"/>
    <w:rsid w:val="008F1D9E"/>
    <w:rsid w:val="008F2387"/>
    <w:rsid w:val="008F4A4B"/>
    <w:rsid w:val="008F601A"/>
    <w:rsid w:val="008F7112"/>
    <w:rsid w:val="008F7B41"/>
    <w:rsid w:val="009012D4"/>
    <w:rsid w:val="009027C7"/>
    <w:rsid w:val="00902B36"/>
    <w:rsid w:val="00903A96"/>
    <w:rsid w:val="00903CE7"/>
    <w:rsid w:val="00903DD5"/>
    <w:rsid w:val="00904168"/>
    <w:rsid w:val="00904741"/>
    <w:rsid w:val="009052A1"/>
    <w:rsid w:val="00907732"/>
    <w:rsid w:val="009078D0"/>
    <w:rsid w:val="00907995"/>
    <w:rsid w:val="00907A53"/>
    <w:rsid w:val="009104D5"/>
    <w:rsid w:val="00910681"/>
    <w:rsid w:val="00910CCC"/>
    <w:rsid w:val="0091141D"/>
    <w:rsid w:val="009115F0"/>
    <w:rsid w:val="009117EC"/>
    <w:rsid w:val="00911C49"/>
    <w:rsid w:val="00911F00"/>
    <w:rsid w:val="00913240"/>
    <w:rsid w:val="00913E1A"/>
    <w:rsid w:val="009152D8"/>
    <w:rsid w:val="00916AD3"/>
    <w:rsid w:val="00916AE1"/>
    <w:rsid w:val="00920FA0"/>
    <w:rsid w:val="00921A34"/>
    <w:rsid w:val="0092261E"/>
    <w:rsid w:val="00922E88"/>
    <w:rsid w:val="009231F5"/>
    <w:rsid w:val="009238ED"/>
    <w:rsid w:val="009244DA"/>
    <w:rsid w:val="00924C2F"/>
    <w:rsid w:val="00925880"/>
    <w:rsid w:val="00925A90"/>
    <w:rsid w:val="00926338"/>
    <w:rsid w:val="00926656"/>
    <w:rsid w:val="009274C1"/>
    <w:rsid w:val="00930772"/>
    <w:rsid w:val="0093112F"/>
    <w:rsid w:val="009315A0"/>
    <w:rsid w:val="00931914"/>
    <w:rsid w:val="0093195C"/>
    <w:rsid w:val="00932455"/>
    <w:rsid w:val="009331B6"/>
    <w:rsid w:val="00936702"/>
    <w:rsid w:val="00936C28"/>
    <w:rsid w:val="00936E8A"/>
    <w:rsid w:val="009371D1"/>
    <w:rsid w:val="009426AE"/>
    <w:rsid w:val="00942A73"/>
    <w:rsid w:val="00942DCC"/>
    <w:rsid w:val="00943522"/>
    <w:rsid w:val="00943FF6"/>
    <w:rsid w:val="00944B20"/>
    <w:rsid w:val="009469AA"/>
    <w:rsid w:val="00950486"/>
    <w:rsid w:val="009510AA"/>
    <w:rsid w:val="0095206A"/>
    <w:rsid w:val="00952174"/>
    <w:rsid w:val="00953E83"/>
    <w:rsid w:val="0095416B"/>
    <w:rsid w:val="009544FC"/>
    <w:rsid w:val="00954FAE"/>
    <w:rsid w:val="009552CF"/>
    <w:rsid w:val="009557B9"/>
    <w:rsid w:val="00955E28"/>
    <w:rsid w:val="00956C07"/>
    <w:rsid w:val="00956E3B"/>
    <w:rsid w:val="0096002C"/>
    <w:rsid w:val="009600EF"/>
    <w:rsid w:val="009605D9"/>
    <w:rsid w:val="009617D4"/>
    <w:rsid w:val="009618DD"/>
    <w:rsid w:val="0096312A"/>
    <w:rsid w:val="009635C5"/>
    <w:rsid w:val="00963C9C"/>
    <w:rsid w:val="00964AEA"/>
    <w:rsid w:val="00965EB1"/>
    <w:rsid w:val="0096716D"/>
    <w:rsid w:val="00967911"/>
    <w:rsid w:val="00967DC2"/>
    <w:rsid w:val="009707B0"/>
    <w:rsid w:val="009725AA"/>
    <w:rsid w:val="00973270"/>
    <w:rsid w:val="009735F5"/>
    <w:rsid w:val="0097460A"/>
    <w:rsid w:val="00974F7B"/>
    <w:rsid w:val="0097516C"/>
    <w:rsid w:val="009759BC"/>
    <w:rsid w:val="009766B0"/>
    <w:rsid w:val="009776A2"/>
    <w:rsid w:val="00980590"/>
    <w:rsid w:val="00981DDE"/>
    <w:rsid w:val="00982954"/>
    <w:rsid w:val="00982B8C"/>
    <w:rsid w:val="00983D38"/>
    <w:rsid w:val="00984285"/>
    <w:rsid w:val="00986138"/>
    <w:rsid w:val="00986994"/>
    <w:rsid w:val="00987019"/>
    <w:rsid w:val="0098717C"/>
    <w:rsid w:val="00987D75"/>
    <w:rsid w:val="0099147F"/>
    <w:rsid w:val="00991DA6"/>
    <w:rsid w:val="009920D0"/>
    <w:rsid w:val="00993267"/>
    <w:rsid w:val="00993801"/>
    <w:rsid w:val="00994905"/>
    <w:rsid w:val="00995583"/>
    <w:rsid w:val="009959B4"/>
    <w:rsid w:val="00995AF6"/>
    <w:rsid w:val="00996286"/>
    <w:rsid w:val="00996668"/>
    <w:rsid w:val="00996950"/>
    <w:rsid w:val="009969BC"/>
    <w:rsid w:val="00996C4A"/>
    <w:rsid w:val="009A08D2"/>
    <w:rsid w:val="009A0BE6"/>
    <w:rsid w:val="009A0C91"/>
    <w:rsid w:val="009A119B"/>
    <w:rsid w:val="009A1646"/>
    <w:rsid w:val="009A1967"/>
    <w:rsid w:val="009A1D5F"/>
    <w:rsid w:val="009A2421"/>
    <w:rsid w:val="009A2D79"/>
    <w:rsid w:val="009A2DEE"/>
    <w:rsid w:val="009A31AB"/>
    <w:rsid w:val="009A338A"/>
    <w:rsid w:val="009A443C"/>
    <w:rsid w:val="009A4FAE"/>
    <w:rsid w:val="009A527A"/>
    <w:rsid w:val="009A5335"/>
    <w:rsid w:val="009A62DC"/>
    <w:rsid w:val="009A6583"/>
    <w:rsid w:val="009A758A"/>
    <w:rsid w:val="009B140C"/>
    <w:rsid w:val="009B1FC9"/>
    <w:rsid w:val="009B2E40"/>
    <w:rsid w:val="009B2F3D"/>
    <w:rsid w:val="009B39EF"/>
    <w:rsid w:val="009B4E1F"/>
    <w:rsid w:val="009B50CB"/>
    <w:rsid w:val="009B5262"/>
    <w:rsid w:val="009B531F"/>
    <w:rsid w:val="009B53B4"/>
    <w:rsid w:val="009B6F59"/>
    <w:rsid w:val="009B7961"/>
    <w:rsid w:val="009C05B5"/>
    <w:rsid w:val="009C0A28"/>
    <w:rsid w:val="009C0B14"/>
    <w:rsid w:val="009C1B06"/>
    <w:rsid w:val="009C2059"/>
    <w:rsid w:val="009C30E0"/>
    <w:rsid w:val="009C4685"/>
    <w:rsid w:val="009C584B"/>
    <w:rsid w:val="009C74A0"/>
    <w:rsid w:val="009C7AE8"/>
    <w:rsid w:val="009D1247"/>
    <w:rsid w:val="009D1595"/>
    <w:rsid w:val="009D2CB9"/>
    <w:rsid w:val="009D3A9D"/>
    <w:rsid w:val="009D5980"/>
    <w:rsid w:val="009D62BF"/>
    <w:rsid w:val="009D6515"/>
    <w:rsid w:val="009D6A93"/>
    <w:rsid w:val="009D6CE7"/>
    <w:rsid w:val="009D6D3F"/>
    <w:rsid w:val="009D7558"/>
    <w:rsid w:val="009D7A71"/>
    <w:rsid w:val="009E041D"/>
    <w:rsid w:val="009E1B47"/>
    <w:rsid w:val="009E20C3"/>
    <w:rsid w:val="009E2F4B"/>
    <w:rsid w:val="009E2FB2"/>
    <w:rsid w:val="009E3092"/>
    <w:rsid w:val="009E330B"/>
    <w:rsid w:val="009E4734"/>
    <w:rsid w:val="009E4C58"/>
    <w:rsid w:val="009E7274"/>
    <w:rsid w:val="009F10D4"/>
    <w:rsid w:val="009F15AB"/>
    <w:rsid w:val="009F2291"/>
    <w:rsid w:val="009F2FF2"/>
    <w:rsid w:val="009F4539"/>
    <w:rsid w:val="009F64AA"/>
    <w:rsid w:val="009F71B6"/>
    <w:rsid w:val="009F7294"/>
    <w:rsid w:val="009F7DD4"/>
    <w:rsid w:val="00A00374"/>
    <w:rsid w:val="00A009CC"/>
    <w:rsid w:val="00A00D91"/>
    <w:rsid w:val="00A0208D"/>
    <w:rsid w:val="00A02238"/>
    <w:rsid w:val="00A022CB"/>
    <w:rsid w:val="00A027ED"/>
    <w:rsid w:val="00A02AF2"/>
    <w:rsid w:val="00A03BF5"/>
    <w:rsid w:val="00A04C00"/>
    <w:rsid w:val="00A04CB1"/>
    <w:rsid w:val="00A04F42"/>
    <w:rsid w:val="00A063B7"/>
    <w:rsid w:val="00A06A2D"/>
    <w:rsid w:val="00A07C58"/>
    <w:rsid w:val="00A10AD2"/>
    <w:rsid w:val="00A10E46"/>
    <w:rsid w:val="00A113A9"/>
    <w:rsid w:val="00A13A08"/>
    <w:rsid w:val="00A13BC9"/>
    <w:rsid w:val="00A14939"/>
    <w:rsid w:val="00A14F9E"/>
    <w:rsid w:val="00A157EF"/>
    <w:rsid w:val="00A1591D"/>
    <w:rsid w:val="00A15F92"/>
    <w:rsid w:val="00A1690A"/>
    <w:rsid w:val="00A20097"/>
    <w:rsid w:val="00A20B86"/>
    <w:rsid w:val="00A20FFB"/>
    <w:rsid w:val="00A21B3E"/>
    <w:rsid w:val="00A222E6"/>
    <w:rsid w:val="00A234BC"/>
    <w:rsid w:val="00A23E10"/>
    <w:rsid w:val="00A24003"/>
    <w:rsid w:val="00A24869"/>
    <w:rsid w:val="00A2733D"/>
    <w:rsid w:val="00A27B5C"/>
    <w:rsid w:val="00A27E27"/>
    <w:rsid w:val="00A30721"/>
    <w:rsid w:val="00A30A54"/>
    <w:rsid w:val="00A316B1"/>
    <w:rsid w:val="00A31811"/>
    <w:rsid w:val="00A31B1E"/>
    <w:rsid w:val="00A32146"/>
    <w:rsid w:val="00A32266"/>
    <w:rsid w:val="00A33AD5"/>
    <w:rsid w:val="00A34192"/>
    <w:rsid w:val="00A344AF"/>
    <w:rsid w:val="00A35468"/>
    <w:rsid w:val="00A35F4E"/>
    <w:rsid w:val="00A36164"/>
    <w:rsid w:val="00A36E95"/>
    <w:rsid w:val="00A4016C"/>
    <w:rsid w:val="00A411A0"/>
    <w:rsid w:val="00A41255"/>
    <w:rsid w:val="00A4128C"/>
    <w:rsid w:val="00A41E12"/>
    <w:rsid w:val="00A430B0"/>
    <w:rsid w:val="00A43215"/>
    <w:rsid w:val="00A43E46"/>
    <w:rsid w:val="00A44037"/>
    <w:rsid w:val="00A44E50"/>
    <w:rsid w:val="00A45058"/>
    <w:rsid w:val="00A4518A"/>
    <w:rsid w:val="00A453B9"/>
    <w:rsid w:val="00A4566A"/>
    <w:rsid w:val="00A456A0"/>
    <w:rsid w:val="00A45D15"/>
    <w:rsid w:val="00A4777D"/>
    <w:rsid w:val="00A5051F"/>
    <w:rsid w:val="00A52B72"/>
    <w:rsid w:val="00A53663"/>
    <w:rsid w:val="00A5539E"/>
    <w:rsid w:val="00A55662"/>
    <w:rsid w:val="00A5662F"/>
    <w:rsid w:val="00A57117"/>
    <w:rsid w:val="00A57E7A"/>
    <w:rsid w:val="00A615EC"/>
    <w:rsid w:val="00A6235F"/>
    <w:rsid w:val="00A62C75"/>
    <w:rsid w:val="00A63381"/>
    <w:rsid w:val="00A63ACB"/>
    <w:rsid w:val="00A6431A"/>
    <w:rsid w:val="00A643FF"/>
    <w:rsid w:val="00A653E5"/>
    <w:rsid w:val="00A66252"/>
    <w:rsid w:val="00A66282"/>
    <w:rsid w:val="00A667CB"/>
    <w:rsid w:val="00A67093"/>
    <w:rsid w:val="00A70130"/>
    <w:rsid w:val="00A701B5"/>
    <w:rsid w:val="00A7185F"/>
    <w:rsid w:val="00A72630"/>
    <w:rsid w:val="00A73029"/>
    <w:rsid w:val="00A732B7"/>
    <w:rsid w:val="00A74666"/>
    <w:rsid w:val="00A7561D"/>
    <w:rsid w:val="00A75D25"/>
    <w:rsid w:val="00A75DF7"/>
    <w:rsid w:val="00A76431"/>
    <w:rsid w:val="00A77210"/>
    <w:rsid w:val="00A772F2"/>
    <w:rsid w:val="00A774D5"/>
    <w:rsid w:val="00A808F0"/>
    <w:rsid w:val="00A80C85"/>
    <w:rsid w:val="00A81BD1"/>
    <w:rsid w:val="00A82B8F"/>
    <w:rsid w:val="00A82C4C"/>
    <w:rsid w:val="00A82F0D"/>
    <w:rsid w:val="00A82F67"/>
    <w:rsid w:val="00A836AA"/>
    <w:rsid w:val="00A83AF9"/>
    <w:rsid w:val="00A8439A"/>
    <w:rsid w:val="00A8589F"/>
    <w:rsid w:val="00A85FFC"/>
    <w:rsid w:val="00A86D86"/>
    <w:rsid w:val="00A878AF"/>
    <w:rsid w:val="00A90148"/>
    <w:rsid w:val="00A90713"/>
    <w:rsid w:val="00A92153"/>
    <w:rsid w:val="00A9253E"/>
    <w:rsid w:val="00A931FB"/>
    <w:rsid w:val="00A93A68"/>
    <w:rsid w:val="00A956BC"/>
    <w:rsid w:val="00A95973"/>
    <w:rsid w:val="00A95B3E"/>
    <w:rsid w:val="00A964E9"/>
    <w:rsid w:val="00A965CE"/>
    <w:rsid w:val="00A97717"/>
    <w:rsid w:val="00A97AFB"/>
    <w:rsid w:val="00A97DBC"/>
    <w:rsid w:val="00AA0136"/>
    <w:rsid w:val="00AA073A"/>
    <w:rsid w:val="00AA14A4"/>
    <w:rsid w:val="00AA2A0A"/>
    <w:rsid w:val="00AA3B81"/>
    <w:rsid w:val="00AA3EFB"/>
    <w:rsid w:val="00AA5803"/>
    <w:rsid w:val="00AA588D"/>
    <w:rsid w:val="00AA5D11"/>
    <w:rsid w:val="00AA6754"/>
    <w:rsid w:val="00AA6CD5"/>
    <w:rsid w:val="00AA6F73"/>
    <w:rsid w:val="00AA7407"/>
    <w:rsid w:val="00AB0617"/>
    <w:rsid w:val="00AB09D5"/>
    <w:rsid w:val="00AB2515"/>
    <w:rsid w:val="00AB2A06"/>
    <w:rsid w:val="00AB2D99"/>
    <w:rsid w:val="00AB3492"/>
    <w:rsid w:val="00AB4959"/>
    <w:rsid w:val="00AB5252"/>
    <w:rsid w:val="00AB609B"/>
    <w:rsid w:val="00AB66D3"/>
    <w:rsid w:val="00AB6BD7"/>
    <w:rsid w:val="00AB735B"/>
    <w:rsid w:val="00AB77EF"/>
    <w:rsid w:val="00AC053B"/>
    <w:rsid w:val="00AC087A"/>
    <w:rsid w:val="00AC142E"/>
    <w:rsid w:val="00AC242E"/>
    <w:rsid w:val="00AC2748"/>
    <w:rsid w:val="00AC2A4E"/>
    <w:rsid w:val="00AC3BF4"/>
    <w:rsid w:val="00AC45C4"/>
    <w:rsid w:val="00AC5E4F"/>
    <w:rsid w:val="00AC60D3"/>
    <w:rsid w:val="00AC7166"/>
    <w:rsid w:val="00AC79DA"/>
    <w:rsid w:val="00AD0DC4"/>
    <w:rsid w:val="00AD17A2"/>
    <w:rsid w:val="00AD250C"/>
    <w:rsid w:val="00AD37F5"/>
    <w:rsid w:val="00AD3A08"/>
    <w:rsid w:val="00AD441B"/>
    <w:rsid w:val="00AD529B"/>
    <w:rsid w:val="00AD5511"/>
    <w:rsid w:val="00AD5B60"/>
    <w:rsid w:val="00AD7D76"/>
    <w:rsid w:val="00AD7F77"/>
    <w:rsid w:val="00AE063B"/>
    <w:rsid w:val="00AE0D75"/>
    <w:rsid w:val="00AE130F"/>
    <w:rsid w:val="00AE1428"/>
    <w:rsid w:val="00AE2B78"/>
    <w:rsid w:val="00AE31A4"/>
    <w:rsid w:val="00AE3520"/>
    <w:rsid w:val="00AE38D5"/>
    <w:rsid w:val="00AE4076"/>
    <w:rsid w:val="00AE40E0"/>
    <w:rsid w:val="00AE534F"/>
    <w:rsid w:val="00AE72C3"/>
    <w:rsid w:val="00AF00BA"/>
    <w:rsid w:val="00AF0525"/>
    <w:rsid w:val="00AF4FD2"/>
    <w:rsid w:val="00AF745C"/>
    <w:rsid w:val="00B00B01"/>
    <w:rsid w:val="00B011A0"/>
    <w:rsid w:val="00B01FF5"/>
    <w:rsid w:val="00B02AD5"/>
    <w:rsid w:val="00B02CDF"/>
    <w:rsid w:val="00B04490"/>
    <w:rsid w:val="00B045D4"/>
    <w:rsid w:val="00B0490F"/>
    <w:rsid w:val="00B04AD4"/>
    <w:rsid w:val="00B05229"/>
    <w:rsid w:val="00B0536B"/>
    <w:rsid w:val="00B05C50"/>
    <w:rsid w:val="00B05F4D"/>
    <w:rsid w:val="00B06EA5"/>
    <w:rsid w:val="00B07070"/>
    <w:rsid w:val="00B1194D"/>
    <w:rsid w:val="00B12579"/>
    <w:rsid w:val="00B139DD"/>
    <w:rsid w:val="00B1552F"/>
    <w:rsid w:val="00B1581C"/>
    <w:rsid w:val="00B158BF"/>
    <w:rsid w:val="00B15F59"/>
    <w:rsid w:val="00B16483"/>
    <w:rsid w:val="00B165DD"/>
    <w:rsid w:val="00B16D19"/>
    <w:rsid w:val="00B16D2C"/>
    <w:rsid w:val="00B16D73"/>
    <w:rsid w:val="00B16E53"/>
    <w:rsid w:val="00B17200"/>
    <w:rsid w:val="00B17CC5"/>
    <w:rsid w:val="00B17E09"/>
    <w:rsid w:val="00B2053B"/>
    <w:rsid w:val="00B20AB2"/>
    <w:rsid w:val="00B216E3"/>
    <w:rsid w:val="00B22AD6"/>
    <w:rsid w:val="00B22E15"/>
    <w:rsid w:val="00B249D6"/>
    <w:rsid w:val="00B25882"/>
    <w:rsid w:val="00B27448"/>
    <w:rsid w:val="00B276FE"/>
    <w:rsid w:val="00B278CE"/>
    <w:rsid w:val="00B30CF3"/>
    <w:rsid w:val="00B31517"/>
    <w:rsid w:val="00B329AF"/>
    <w:rsid w:val="00B33536"/>
    <w:rsid w:val="00B34AE3"/>
    <w:rsid w:val="00B359C2"/>
    <w:rsid w:val="00B35D13"/>
    <w:rsid w:val="00B35F2C"/>
    <w:rsid w:val="00B36711"/>
    <w:rsid w:val="00B36AB9"/>
    <w:rsid w:val="00B36E8F"/>
    <w:rsid w:val="00B37B79"/>
    <w:rsid w:val="00B40F27"/>
    <w:rsid w:val="00B413B4"/>
    <w:rsid w:val="00B4150B"/>
    <w:rsid w:val="00B42325"/>
    <w:rsid w:val="00B445FC"/>
    <w:rsid w:val="00B44888"/>
    <w:rsid w:val="00B45624"/>
    <w:rsid w:val="00B464C0"/>
    <w:rsid w:val="00B47E31"/>
    <w:rsid w:val="00B50BC4"/>
    <w:rsid w:val="00B50F11"/>
    <w:rsid w:val="00B50F87"/>
    <w:rsid w:val="00B52927"/>
    <w:rsid w:val="00B55142"/>
    <w:rsid w:val="00B558E6"/>
    <w:rsid w:val="00B56386"/>
    <w:rsid w:val="00B56424"/>
    <w:rsid w:val="00B5688A"/>
    <w:rsid w:val="00B56C82"/>
    <w:rsid w:val="00B574DF"/>
    <w:rsid w:val="00B615ED"/>
    <w:rsid w:val="00B63755"/>
    <w:rsid w:val="00B640BB"/>
    <w:rsid w:val="00B646A2"/>
    <w:rsid w:val="00B6591D"/>
    <w:rsid w:val="00B65A2F"/>
    <w:rsid w:val="00B66814"/>
    <w:rsid w:val="00B66DD7"/>
    <w:rsid w:val="00B675B6"/>
    <w:rsid w:val="00B7066E"/>
    <w:rsid w:val="00B71422"/>
    <w:rsid w:val="00B72C54"/>
    <w:rsid w:val="00B7370C"/>
    <w:rsid w:val="00B73CDE"/>
    <w:rsid w:val="00B745BB"/>
    <w:rsid w:val="00B7547E"/>
    <w:rsid w:val="00B75CCC"/>
    <w:rsid w:val="00B819BA"/>
    <w:rsid w:val="00B83DD3"/>
    <w:rsid w:val="00B840D8"/>
    <w:rsid w:val="00B85328"/>
    <w:rsid w:val="00B85346"/>
    <w:rsid w:val="00B85D1E"/>
    <w:rsid w:val="00B85F36"/>
    <w:rsid w:val="00B92578"/>
    <w:rsid w:val="00B930AC"/>
    <w:rsid w:val="00B93473"/>
    <w:rsid w:val="00B938B4"/>
    <w:rsid w:val="00B94D5C"/>
    <w:rsid w:val="00B94F2E"/>
    <w:rsid w:val="00B95218"/>
    <w:rsid w:val="00B9564E"/>
    <w:rsid w:val="00B95B43"/>
    <w:rsid w:val="00B95CC2"/>
    <w:rsid w:val="00B95DBE"/>
    <w:rsid w:val="00B96876"/>
    <w:rsid w:val="00B97687"/>
    <w:rsid w:val="00B9770F"/>
    <w:rsid w:val="00BA04AF"/>
    <w:rsid w:val="00BA0E4D"/>
    <w:rsid w:val="00BA1113"/>
    <w:rsid w:val="00BA1348"/>
    <w:rsid w:val="00BA20B9"/>
    <w:rsid w:val="00BA4EE9"/>
    <w:rsid w:val="00BA54CE"/>
    <w:rsid w:val="00BA5F9C"/>
    <w:rsid w:val="00BA60CC"/>
    <w:rsid w:val="00BA6E03"/>
    <w:rsid w:val="00BA7FCB"/>
    <w:rsid w:val="00BB217F"/>
    <w:rsid w:val="00BB31A3"/>
    <w:rsid w:val="00BB3A0B"/>
    <w:rsid w:val="00BB480D"/>
    <w:rsid w:val="00BB4F0B"/>
    <w:rsid w:val="00BB569A"/>
    <w:rsid w:val="00BB6234"/>
    <w:rsid w:val="00BB7116"/>
    <w:rsid w:val="00BB7409"/>
    <w:rsid w:val="00BB7473"/>
    <w:rsid w:val="00BB7C65"/>
    <w:rsid w:val="00BC073F"/>
    <w:rsid w:val="00BC2206"/>
    <w:rsid w:val="00BC225F"/>
    <w:rsid w:val="00BC2C34"/>
    <w:rsid w:val="00BC30FB"/>
    <w:rsid w:val="00BC46C2"/>
    <w:rsid w:val="00BC5409"/>
    <w:rsid w:val="00BC58F4"/>
    <w:rsid w:val="00BC5A9A"/>
    <w:rsid w:val="00BC7041"/>
    <w:rsid w:val="00BC70DC"/>
    <w:rsid w:val="00BC70F9"/>
    <w:rsid w:val="00BD0D76"/>
    <w:rsid w:val="00BD1415"/>
    <w:rsid w:val="00BD25A3"/>
    <w:rsid w:val="00BD31C3"/>
    <w:rsid w:val="00BD35F2"/>
    <w:rsid w:val="00BD3DEB"/>
    <w:rsid w:val="00BD41CA"/>
    <w:rsid w:val="00BD4556"/>
    <w:rsid w:val="00BD4701"/>
    <w:rsid w:val="00BD473C"/>
    <w:rsid w:val="00BD50CE"/>
    <w:rsid w:val="00BD55A1"/>
    <w:rsid w:val="00BD593B"/>
    <w:rsid w:val="00BD5BF5"/>
    <w:rsid w:val="00BD6D83"/>
    <w:rsid w:val="00BD743F"/>
    <w:rsid w:val="00BE17F6"/>
    <w:rsid w:val="00BE18CF"/>
    <w:rsid w:val="00BE28C5"/>
    <w:rsid w:val="00BE3501"/>
    <w:rsid w:val="00BE39BF"/>
    <w:rsid w:val="00BE4C50"/>
    <w:rsid w:val="00BE4D3D"/>
    <w:rsid w:val="00BE6B23"/>
    <w:rsid w:val="00BE742A"/>
    <w:rsid w:val="00BE7919"/>
    <w:rsid w:val="00BF0536"/>
    <w:rsid w:val="00BF0904"/>
    <w:rsid w:val="00BF10CC"/>
    <w:rsid w:val="00BF1300"/>
    <w:rsid w:val="00BF288C"/>
    <w:rsid w:val="00BF36FA"/>
    <w:rsid w:val="00BF3E67"/>
    <w:rsid w:val="00BF439F"/>
    <w:rsid w:val="00BF5CA1"/>
    <w:rsid w:val="00BF654D"/>
    <w:rsid w:val="00C0045E"/>
    <w:rsid w:val="00C00F08"/>
    <w:rsid w:val="00C01436"/>
    <w:rsid w:val="00C01662"/>
    <w:rsid w:val="00C022F8"/>
    <w:rsid w:val="00C02440"/>
    <w:rsid w:val="00C026D6"/>
    <w:rsid w:val="00C03232"/>
    <w:rsid w:val="00C03313"/>
    <w:rsid w:val="00C04345"/>
    <w:rsid w:val="00C04571"/>
    <w:rsid w:val="00C04867"/>
    <w:rsid w:val="00C04AE5"/>
    <w:rsid w:val="00C04C80"/>
    <w:rsid w:val="00C0574B"/>
    <w:rsid w:val="00C05CC7"/>
    <w:rsid w:val="00C062D5"/>
    <w:rsid w:val="00C07E7C"/>
    <w:rsid w:val="00C115AF"/>
    <w:rsid w:val="00C1202F"/>
    <w:rsid w:val="00C12BD9"/>
    <w:rsid w:val="00C13493"/>
    <w:rsid w:val="00C136E6"/>
    <w:rsid w:val="00C14338"/>
    <w:rsid w:val="00C14625"/>
    <w:rsid w:val="00C14701"/>
    <w:rsid w:val="00C14CB5"/>
    <w:rsid w:val="00C14CB9"/>
    <w:rsid w:val="00C14E13"/>
    <w:rsid w:val="00C15E3A"/>
    <w:rsid w:val="00C17181"/>
    <w:rsid w:val="00C174C9"/>
    <w:rsid w:val="00C1755D"/>
    <w:rsid w:val="00C17F1B"/>
    <w:rsid w:val="00C20932"/>
    <w:rsid w:val="00C20A03"/>
    <w:rsid w:val="00C20B70"/>
    <w:rsid w:val="00C216DA"/>
    <w:rsid w:val="00C22061"/>
    <w:rsid w:val="00C222FD"/>
    <w:rsid w:val="00C22659"/>
    <w:rsid w:val="00C233B0"/>
    <w:rsid w:val="00C23B5E"/>
    <w:rsid w:val="00C24431"/>
    <w:rsid w:val="00C2486B"/>
    <w:rsid w:val="00C268A6"/>
    <w:rsid w:val="00C27815"/>
    <w:rsid w:val="00C305A5"/>
    <w:rsid w:val="00C306BA"/>
    <w:rsid w:val="00C30B0D"/>
    <w:rsid w:val="00C322C4"/>
    <w:rsid w:val="00C335BD"/>
    <w:rsid w:val="00C33EFB"/>
    <w:rsid w:val="00C344D7"/>
    <w:rsid w:val="00C34BD3"/>
    <w:rsid w:val="00C36DA0"/>
    <w:rsid w:val="00C37B05"/>
    <w:rsid w:val="00C37F62"/>
    <w:rsid w:val="00C41983"/>
    <w:rsid w:val="00C42106"/>
    <w:rsid w:val="00C425B8"/>
    <w:rsid w:val="00C43A01"/>
    <w:rsid w:val="00C44870"/>
    <w:rsid w:val="00C46001"/>
    <w:rsid w:val="00C46D1C"/>
    <w:rsid w:val="00C47DC5"/>
    <w:rsid w:val="00C5153A"/>
    <w:rsid w:val="00C51EF3"/>
    <w:rsid w:val="00C52CBF"/>
    <w:rsid w:val="00C534FF"/>
    <w:rsid w:val="00C541A6"/>
    <w:rsid w:val="00C55C3D"/>
    <w:rsid w:val="00C5609F"/>
    <w:rsid w:val="00C57CB0"/>
    <w:rsid w:val="00C603B0"/>
    <w:rsid w:val="00C606F4"/>
    <w:rsid w:val="00C607F4"/>
    <w:rsid w:val="00C6121D"/>
    <w:rsid w:val="00C61876"/>
    <w:rsid w:val="00C62D40"/>
    <w:rsid w:val="00C62E19"/>
    <w:rsid w:val="00C636FA"/>
    <w:rsid w:val="00C63A1F"/>
    <w:rsid w:val="00C64DC2"/>
    <w:rsid w:val="00C66909"/>
    <w:rsid w:val="00C70A05"/>
    <w:rsid w:val="00C70A0A"/>
    <w:rsid w:val="00C70DFD"/>
    <w:rsid w:val="00C71135"/>
    <w:rsid w:val="00C729ED"/>
    <w:rsid w:val="00C72A31"/>
    <w:rsid w:val="00C72F04"/>
    <w:rsid w:val="00C73319"/>
    <w:rsid w:val="00C736FE"/>
    <w:rsid w:val="00C74482"/>
    <w:rsid w:val="00C74FD9"/>
    <w:rsid w:val="00C755DD"/>
    <w:rsid w:val="00C75766"/>
    <w:rsid w:val="00C76AEC"/>
    <w:rsid w:val="00C77356"/>
    <w:rsid w:val="00C77410"/>
    <w:rsid w:val="00C774DA"/>
    <w:rsid w:val="00C77D1A"/>
    <w:rsid w:val="00C817D7"/>
    <w:rsid w:val="00C82695"/>
    <w:rsid w:val="00C82A03"/>
    <w:rsid w:val="00C82BD6"/>
    <w:rsid w:val="00C83113"/>
    <w:rsid w:val="00C83376"/>
    <w:rsid w:val="00C83488"/>
    <w:rsid w:val="00C839F4"/>
    <w:rsid w:val="00C83F14"/>
    <w:rsid w:val="00C842A8"/>
    <w:rsid w:val="00C84698"/>
    <w:rsid w:val="00C849AF"/>
    <w:rsid w:val="00C85A23"/>
    <w:rsid w:val="00C85CC0"/>
    <w:rsid w:val="00C860A7"/>
    <w:rsid w:val="00C86927"/>
    <w:rsid w:val="00C86D54"/>
    <w:rsid w:val="00C87B9B"/>
    <w:rsid w:val="00C87F69"/>
    <w:rsid w:val="00C90484"/>
    <w:rsid w:val="00C910FC"/>
    <w:rsid w:val="00C91A1B"/>
    <w:rsid w:val="00C91BF0"/>
    <w:rsid w:val="00C9220D"/>
    <w:rsid w:val="00C924ED"/>
    <w:rsid w:val="00C92651"/>
    <w:rsid w:val="00C9553B"/>
    <w:rsid w:val="00C959DF"/>
    <w:rsid w:val="00C95BD0"/>
    <w:rsid w:val="00C95D51"/>
    <w:rsid w:val="00C95D8B"/>
    <w:rsid w:val="00C9662B"/>
    <w:rsid w:val="00C97F35"/>
    <w:rsid w:val="00CA0BBC"/>
    <w:rsid w:val="00CA0EA2"/>
    <w:rsid w:val="00CA17AF"/>
    <w:rsid w:val="00CA1822"/>
    <w:rsid w:val="00CA2099"/>
    <w:rsid w:val="00CA3B1D"/>
    <w:rsid w:val="00CA4250"/>
    <w:rsid w:val="00CA69A9"/>
    <w:rsid w:val="00CA7025"/>
    <w:rsid w:val="00CB00F8"/>
    <w:rsid w:val="00CB073C"/>
    <w:rsid w:val="00CB1C9D"/>
    <w:rsid w:val="00CB1CF2"/>
    <w:rsid w:val="00CB2AD9"/>
    <w:rsid w:val="00CB395C"/>
    <w:rsid w:val="00CB449F"/>
    <w:rsid w:val="00CB4554"/>
    <w:rsid w:val="00CB506E"/>
    <w:rsid w:val="00CB67E7"/>
    <w:rsid w:val="00CB7598"/>
    <w:rsid w:val="00CB7B90"/>
    <w:rsid w:val="00CC0A9D"/>
    <w:rsid w:val="00CC10F4"/>
    <w:rsid w:val="00CC1441"/>
    <w:rsid w:val="00CC1EEA"/>
    <w:rsid w:val="00CC254F"/>
    <w:rsid w:val="00CC376C"/>
    <w:rsid w:val="00CC4C60"/>
    <w:rsid w:val="00CC56A1"/>
    <w:rsid w:val="00CC5A7E"/>
    <w:rsid w:val="00CC6A58"/>
    <w:rsid w:val="00CC6BDE"/>
    <w:rsid w:val="00CC701E"/>
    <w:rsid w:val="00CC7A96"/>
    <w:rsid w:val="00CC7EAB"/>
    <w:rsid w:val="00CD015C"/>
    <w:rsid w:val="00CD1397"/>
    <w:rsid w:val="00CD18FB"/>
    <w:rsid w:val="00CD1B8C"/>
    <w:rsid w:val="00CD2954"/>
    <w:rsid w:val="00CD2F25"/>
    <w:rsid w:val="00CD335C"/>
    <w:rsid w:val="00CD3B63"/>
    <w:rsid w:val="00CD419B"/>
    <w:rsid w:val="00CD4772"/>
    <w:rsid w:val="00CD4F03"/>
    <w:rsid w:val="00CD6073"/>
    <w:rsid w:val="00CD60C0"/>
    <w:rsid w:val="00CD628C"/>
    <w:rsid w:val="00CD6416"/>
    <w:rsid w:val="00CD68B2"/>
    <w:rsid w:val="00CD6D8E"/>
    <w:rsid w:val="00CE0434"/>
    <w:rsid w:val="00CE120E"/>
    <w:rsid w:val="00CE1259"/>
    <w:rsid w:val="00CE149F"/>
    <w:rsid w:val="00CE295C"/>
    <w:rsid w:val="00CE36D0"/>
    <w:rsid w:val="00CE548C"/>
    <w:rsid w:val="00CE5863"/>
    <w:rsid w:val="00CE5F14"/>
    <w:rsid w:val="00CE602F"/>
    <w:rsid w:val="00CE6DAA"/>
    <w:rsid w:val="00CF0B6A"/>
    <w:rsid w:val="00CF0E01"/>
    <w:rsid w:val="00CF0FE5"/>
    <w:rsid w:val="00CF2008"/>
    <w:rsid w:val="00CF2DD1"/>
    <w:rsid w:val="00CF593F"/>
    <w:rsid w:val="00CF5F3B"/>
    <w:rsid w:val="00CF6A1E"/>
    <w:rsid w:val="00D0032D"/>
    <w:rsid w:val="00D0075E"/>
    <w:rsid w:val="00D008C0"/>
    <w:rsid w:val="00D00BCF"/>
    <w:rsid w:val="00D01194"/>
    <w:rsid w:val="00D01CBB"/>
    <w:rsid w:val="00D03F1D"/>
    <w:rsid w:val="00D042ED"/>
    <w:rsid w:val="00D0446F"/>
    <w:rsid w:val="00D04BC4"/>
    <w:rsid w:val="00D05E3B"/>
    <w:rsid w:val="00D067CC"/>
    <w:rsid w:val="00D06B79"/>
    <w:rsid w:val="00D0739A"/>
    <w:rsid w:val="00D07648"/>
    <w:rsid w:val="00D1206B"/>
    <w:rsid w:val="00D127E1"/>
    <w:rsid w:val="00D129F5"/>
    <w:rsid w:val="00D13488"/>
    <w:rsid w:val="00D1410C"/>
    <w:rsid w:val="00D142CB"/>
    <w:rsid w:val="00D155FF"/>
    <w:rsid w:val="00D15F44"/>
    <w:rsid w:val="00D16916"/>
    <w:rsid w:val="00D21494"/>
    <w:rsid w:val="00D2230F"/>
    <w:rsid w:val="00D223CE"/>
    <w:rsid w:val="00D22B42"/>
    <w:rsid w:val="00D22F7B"/>
    <w:rsid w:val="00D231F9"/>
    <w:rsid w:val="00D25B0F"/>
    <w:rsid w:val="00D26440"/>
    <w:rsid w:val="00D27402"/>
    <w:rsid w:val="00D27701"/>
    <w:rsid w:val="00D27BCA"/>
    <w:rsid w:val="00D31B94"/>
    <w:rsid w:val="00D31FB9"/>
    <w:rsid w:val="00D332C9"/>
    <w:rsid w:val="00D3396D"/>
    <w:rsid w:val="00D349CA"/>
    <w:rsid w:val="00D366F6"/>
    <w:rsid w:val="00D40663"/>
    <w:rsid w:val="00D428CB"/>
    <w:rsid w:val="00D429D2"/>
    <w:rsid w:val="00D4326E"/>
    <w:rsid w:val="00D4362D"/>
    <w:rsid w:val="00D442FA"/>
    <w:rsid w:val="00D4430D"/>
    <w:rsid w:val="00D4439B"/>
    <w:rsid w:val="00D44CC5"/>
    <w:rsid w:val="00D45169"/>
    <w:rsid w:val="00D45508"/>
    <w:rsid w:val="00D51BB5"/>
    <w:rsid w:val="00D5200D"/>
    <w:rsid w:val="00D535AD"/>
    <w:rsid w:val="00D554EF"/>
    <w:rsid w:val="00D558A9"/>
    <w:rsid w:val="00D56C25"/>
    <w:rsid w:val="00D57924"/>
    <w:rsid w:val="00D60595"/>
    <w:rsid w:val="00D608C2"/>
    <w:rsid w:val="00D60D68"/>
    <w:rsid w:val="00D617E3"/>
    <w:rsid w:val="00D62A4F"/>
    <w:rsid w:val="00D63BE0"/>
    <w:rsid w:val="00D6551D"/>
    <w:rsid w:val="00D702A5"/>
    <w:rsid w:val="00D70632"/>
    <w:rsid w:val="00D71C08"/>
    <w:rsid w:val="00D723C9"/>
    <w:rsid w:val="00D72691"/>
    <w:rsid w:val="00D72BCA"/>
    <w:rsid w:val="00D740BF"/>
    <w:rsid w:val="00D74313"/>
    <w:rsid w:val="00D74778"/>
    <w:rsid w:val="00D74AFE"/>
    <w:rsid w:val="00D75648"/>
    <w:rsid w:val="00D75838"/>
    <w:rsid w:val="00D7663F"/>
    <w:rsid w:val="00D76EDA"/>
    <w:rsid w:val="00D773FF"/>
    <w:rsid w:val="00D77A45"/>
    <w:rsid w:val="00D77E94"/>
    <w:rsid w:val="00D77FB4"/>
    <w:rsid w:val="00D8068A"/>
    <w:rsid w:val="00D80864"/>
    <w:rsid w:val="00D80A04"/>
    <w:rsid w:val="00D80C60"/>
    <w:rsid w:val="00D80F92"/>
    <w:rsid w:val="00D819DE"/>
    <w:rsid w:val="00D835D8"/>
    <w:rsid w:val="00D838DE"/>
    <w:rsid w:val="00D83A2B"/>
    <w:rsid w:val="00D83C4D"/>
    <w:rsid w:val="00D849EC"/>
    <w:rsid w:val="00D85B16"/>
    <w:rsid w:val="00D90299"/>
    <w:rsid w:val="00D90EFA"/>
    <w:rsid w:val="00D91D86"/>
    <w:rsid w:val="00D93AC8"/>
    <w:rsid w:val="00D93F1A"/>
    <w:rsid w:val="00D944CC"/>
    <w:rsid w:val="00D94909"/>
    <w:rsid w:val="00D94A69"/>
    <w:rsid w:val="00D95882"/>
    <w:rsid w:val="00D958CA"/>
    <w:rsid w:val="00D95D31"/>
    <w:rsid w:val="00D97180"/>
    <w:rsid w:val="00DA0116"/>
    <w:rsid w:val="00DA15D3"/>
    <w:rsid w:val="00DA1A48"/>
    <w:rsid w:val="00DA1D8C"/>
    <w:rsid w:val="00DA206D"/>
    <w:rsid w:val="00DA28CF"/>
    <w:rsid w:val="00DA3E92"/>
    <w:rsid w:val="00DA3F42"/>
    <w:rsid w:val="00DA4520"/>
    <w:rsid w:val="00DA53EE"/>
    <w:rsid w:val="00DA622C"/>
    <w:rsid w:val="00DA7035"/>
    <w:rsid w:val="00DA75C7"/>
    <w:rsid w:val="00DB022B"/>
    <w:rsid w:val="00DB05B5"/>
    <w:rsid w:val="00DB107E"/>
    <w:rsid w:val="00DB1144"/>
    <w:rsid w:val="00DB15CE"/>
    <w:rsid w:val="00DB2E53"/>
    <w:rsid w:val="00DB2F36"/>
    <w:rsid w:val="00DB35FD"/>
    <w:rsid w:val="00DB4903"/>
    <w:rsid w:val="00DB541D"/>
    <w:rsid w:val="00DB598E"/>
    <w:rsid w:val="00DB59B2"/>
    <w:rsid w:val="00DB5C49"/>
    <w:rsid w:val="00DB60BC"/>
    <w:rsid w:val="00DB685C"/>
    <w:rsid w:val="00DB6ED7"/>
    <w:rsid w:val="00DB70B7"/>
    <w:rsid w:val="00DC1C73"/>
    <w:rsid w:val="00DC1DC8"/>
    <w:rsid w:val="00DC3269"/>
    <w:rsid w:val="00DC44A1"/>
    <w:rsid w:val="00DC51ED"/>
    <w:rsid w:val="00DC5AB8"/>
    <w:rsid w:val="00DC5B9D"/>
    <w:rsid w:val="00DC7ED2"/>
    <w:rsid w:val="00DD0908"/>
    <w:rsid w:val="00DD0A7B"/>
    <w:rsid w:val="00DD17C4"/>
    <w:rsid w:val="00DD1D0D"/>
    <w:rsid w:val="00DD3A9B"/>
    <w:rsid w:val="00DD3F7A"/>
    <w:rsid w:val="00DD41DA"/>
    <w:rsid w:val="00DD4380"/>
    <w:rsid w:val="00DD4474"/>
    <w:rsid w:val="00DD54C8"/>
    <w:rsid w:val="00DD5867"/>
    <w:rsid w:val="00DD5B60"/>
    <w:rsid w:val="00DD661E"/>
    <w:rsid w:val="00DD7751"/>
    <w:rsid w:val="00DD78FF"/>
    <w:rsid w:val="00DE2355"/>
    <w:rsid w:val="00DE3AFA"/>
    <w:rsid w:val="00DE43C8"/>
    <w:rsid w:val="00DE4DA2"/>
    <w:rsid w:val="00DE4E37"/>
    <w:rsid w:val="00DE5A3F"/>
    <w:rsid w:val="00DE5DB3"/>
    <w:rsid w:val="00DE7796"/>
    <w:rsid w:val="00DF0F35"/>
    <w:rsid w:val="00DF1243"/>
    <w:rsid w:val="00DF2314"/>
    <w:rsid w:val="00DF2EB3"/>
    <w:rsid w:val="00DF2FEB"/>
    <w:rsid w:val="00DF3AF3"/>
    <w:rsid w:val="00DF3B7F"/>
    <w:rsid w:val="00DF47B5"/>
    <w:rsid w:val="00DF492F"/>
    <w:rsid w:val="00DF4A67"/>
    <w:rsid w:val="00DF6402"/>
    <w:rsid w:val="00DF6484"/>
    <w:rsid w:val="00DF6F45"/>
    <w:rsid w:val="00E00188"/>
    <w:rsid w:val="00E014F8"/>
    <w:rsid w:val="00E044CB"/>
    <w:rsid w:val="00E04DB7"/>
    <w:rsid w:val="00E051F2"/>
    <w:rsid w:val="00E057A0"/>
    <w:rsid w:val="00E061CF"/>
    <w:rsid w:val="00E06F86"/>
    <w:rsid w:val="00E07237"/>
    <w:rsid w:val="00E07E0A"/>
    <w:rsid w:val="00E11EAB"/>
    <w:rsid w:val="00E11EC9"/>
    <w:rsid w:val="00E1228F"/>
    <w:rsid w:val="00E12638"/>
    <w:rsid w:val="00E129E0"/>
    <w:rsid w:val="00E13A9E"/>
    <w:rsid w:val="00E15668"/>
    <w:rsid w:val="00E15B2B"/>
    <w:rsid w:val="00E16740"/>
    <w:rsid w:val="00E16C6A"/>
    <w:rsid w:val="00E1746A"/>
    <w:rsid w:val="00E174DA"/>
    <w:rsid w:val="00E20D66"/>
    <w:rsid w:val="00E2126D"/>
    <w:rsid w:val="00E214BD"/>
    <w:rsid w:val="00E22085"/>
    <w:rsid w:val="00E22C8D"/>
    <w:rsid w:val="00E2374D"/>
    <w:rsid w:val="00E248E3"/>
    <w:rsid w:val="00E25523"/>
    <w:rsid w:val="00E25A1E"/>
    <w:rsid w:val="00E25D5E"/>
    <w:rsid w:val="00E26026"/>
    <w:rsid w:val="00E26C05"/>
    <w:rsid w:val="00E26D85"/>
    <w:rsid w:val="00E3044A"/>
    <w:rsid w:val="00E304A0"/>
    <w:rsid w:val="00E3052C"/>
    <w:rsid w:val="00E30862"/>
    <w:rsid w:val="00E30A0E"/>
    <w:rsid w:val="00E31715"/>
    <w:rsid w:val="00E32278"/>
    <w:rsid w:val="00E324A7"/>
    <w:rsid w:val="00E324C8"/>
    <w:rsid w:val="00E32D6B"/>
    <w:rsid w:val="00E32EFA"/>
    <w:rsid w:val="00E33FD8"/>
    <w:rsid w:val="00E34F37"/>
    <w:rsid w:val="00E3553D"/>
    <w:rsid w:val="00E35587"/>
    <w:rsid w:val="00E36413"/>
    <w:rsid w:val="00E36460"/>
    <w:rsid w:val="00E36D3F"/>
    <w:rsid w:val="00E36F56"/>
    <w:rsid w:val="00E3768C"/>
    <w:rsid w:val="00E4009A"/>
    <w:rsid w:val="00E40D34"/>
    <w:rsid w:val="00E4193A"/>
    <w:rsid w:val="00E41C6E"/>
    <w:rsid w:val="00E41D28"/>
    <w:rsid w:val="00E4240F"/>
    <w:rsid w:val="00E424DE"/>
    <w:rsid w:val="00E44882"/>
    <w:rsid w:val="00E46007"/>
    <w:rsid w:val="00E463B6"/>
    <w:rsid w:val="00E4665E"/>
    <w:rsid w:val="00E470D0"/>
    <w:rsid w:val="00E47464"/>
    <w:rsid w:val="00E47619"/>
    <w:rsid w:val="00E47822"/>
    <w:rsid w:val="00E47F9C"/>
    <w:rsid w:val="00E50A48"/>
    <w:rsid w:val="00E5146A"/>
    <w:rsid w:val="00E53D4D"/>
    <w:rsid w:val="00E5424E"/>
    <w:rsid w:val="00E544B4"/>
    <w:rsid w:val="00E54CA8"/>
    <w:rsid w:val="00E56152"/>
    <w:rsid w:val="00E56C6A"/>
    <w:rsid w:val="00E57163"/>
    <w:rsid w:val="00E575C5"/>
    <w:rsid w:val="00E578B2"/>
    <w:rsid w:val="00E57A57"/>
    <w:rsid w:val="00E61164"/>
    <w:rsid w:val="00E61AAA"/>
    <w:rsid w:val="00E62DF9"/>
    <w:rsid w:val="00E65B76"/>
    <w:rsid w:val="00E66201"/>
    <w:rsid w:val="00E666E1"/>
    <w:rsid w:val="00E66BA1"/>
    <w:rsid w:val="00E67647"/>
    <w:rsid w:val="00E67652"/>
    <w:rsid w:val="00E70C9A"/>
    <w:rsid w:val="00E70DDD"/>
    <w:rsid w:val="00E718DC"/>
    <w:rsid w:val="00E71D27"/>
    <w:rsid w:val="00E71DC2"/>
    <w:rsid w:val="00E721CB"/>
    <w:rsid w:val="00E726FE"/>
    <w:rsid w:val="00E72AB1"/>
    <w:rsid w:val="00E73EF2"/>
    <w:rsid w:val="00E74251"/>
    <w:rsid w:val="00E75170"/>
    <w:rsid w:val="00E75F4E"/>
    <w:rsid w:val="00E807B1"/>
    <w:rsid w:val="00E80EE2"/>
    <w:rsid w:val="00E81E52"/>
    <w:rsid w:val="00E8208A"/>
    <w:rsid w:val="00E83132"/>
    <w:rsid w:val="00E838FD"/>
    <w:rsid w:val="00E83C72"/>
    <w:rsid w:val="00E83D6D"/>
    <w:rsid w:val="00E848AA"/>
    <w:rsid w:val="00E84EEB"/>
    <w:rsid w:val="00E85BFA"/>
    <w:rsid w:val="00E85E28"/>
    <w:rsid w:val="00E86E4C"/>
    <w:rsid w:val="00E87D3D"/>
    <w:rsid w:val="00E911B8"/>
    <w:rsid w:val="00E93B5E"/>
    <w:rsid w:val="00E93F5F"/>
    <w:rsid w:val="00E9425C"/>
    <w:rsid w:val="00E94D2F"/>
    <w:rsid w:val="00E953FD"/>
    <w:rsid w:val="00E9595C"/>
    <w:rsid w:val="00E9703F"/>
    <w:rsid w:val="00E978E8"/>
    <w:rsid w:val="00EA00AA"/>
    <w:rsid w:val="00EA0933"/>
    <w:rsid w:val="00EA102C"/>
    <w:rsid w:val="00EA1E0E"/>
    <w:rsid w:val="00EA1F0E"/>
    <w:rsid w:val="00EA20BF"/>
    <w:rsid w:val="00EA2CF1"/>
    <w:rsid w:val="00EA3222"/>
    <w:rsid w:val="00EA516A"/>
    <w:rsid w:val="00EA5C72"/>
    <w:rsid w:val="00EB055F"/>
    <w:rsid w:val="00EB0D24"/>
    <w:rsid w:val="00EB0ED6"/>
    <w:rsid w:val="00EB2CCF"/>
    <w:rsid w:val="00EB300A"/>
    <w:rsid w:val="00EB46F9"/>
    <w:rsid w:val="00EB49E7"/>
    <w:rsid w:val="00EB7A0B"/>
    <w:rsid w:val="00EC0410"/>
    <w:rsid w:val="00EC076D"/>
    <w:rsid w:val="00EC13F7"/>
    <w:rsid w:val="00EC184D"/>
    <w:rsid w:val="00EC2A5B"/>
    <w:rsid w:val="00EC2A8B"/>
    <w:rsid w:val="00EC2B14"/>
    <w:rsid w:val="00EC2CF5"/>
    <w:rsid w:val="00EC3471"/>
    <w:rsid w:val="00EC4D7D"/>
    <w:rsid w:val="00EC590E"/>
    <w:rsid w:val="00EC67E8"/>
    <w:rsid w:val="00EC76FD"/>
    <w:rsid w:val="00ED0761"/>
    <w:rsid w:val="00ED0B55"/>
    <w:rsid w:val="00ED2168"/>
    <w:rsid w:val="00ED2814"/>
    <w:rsid w:val="00ED3CB2"/>
    <w:rsid w:val="00ED53BB"/>
    <w:rsid w:val="00ED685C"/>
    <w:rsid w:val="00ED6C8A"/>
    <w:rsid w:val="00ED749E"/>
    <w:rsid w:val="00EE1462"/>
    <w:rsid w:val="00EE2974"/>
    <w:rsid w:val="00EE3155"/>
    <w:rsid w:val="00EE4C9E"/>
    <w:rsid w:val="00EE4FFB"/>
    <w:rsid w:val="00EE540E"/>
    <w:rsid w:val="00EE76A9"/>
    <w:rsid w:val="00EF0C67"/>
    <w:rsid w:val="00EF1451"/>
    <w:rsid w:val="00EF259D"/>
    <w:rsid w:val="00EF4B96"/>
    <w:rsid w:val="00EF5F25"/>
    <w:rsid w:val="00EF60F8"/>
    <w:rsid w:val="00EF6F02"/>
    <w:rsid w:val="00EF7B86"/>
    <w:rsid w:val="00F013F6"/>
    <w:rsid w:val="00F01659"/>
    <w:rsid w:val="00F017A7"/>
    <w:rsid w:val="00F01E07"/>
    <w:rsid w:val="00F02224"/>
    <w:rsid w:val="00F036DE"/>
    <w:rsid w:val="00F041BA"/>
    <w:rsid w:val="00F04B68"/>
    <w:rsid w:val="00F04DC7"/>
    <w:rsid w:val="00F056DA"/>
    <w:rsid w:val="00F05944"/>
    <w:rsid w:val="00F05D59"/>
    <w:rsid w:val="00F06B7A"/>
    <w:rsid w:val="00F06F38"/>
    <w:rsid w:val="00F07462"/>
    <w:rsid w:val="00F074BC"/>
    <w:rsid w:val="00F106A7"/>
    <w:rsid w:val="00F108D2"/>
    <w:rsid w:val="00F10996"/>
    <w:rsid w:val="00F1323C"/>
    <w:rsid w:val="00F152E9"/>
    <w:rsid w:val="00F1579A"/>
    <w:rsid w:val="00F16EAB"/>
    <w:rsid w:val="00F17755"/>
    <w:rsid w:val="00F20141"/>
    <w:rsid w:val="00F20D7D"/>
    <w:rsid w:val="00F21233"/>
    <w:rsid w:val="00F21951"/>
    <w:rsid w:val="00F21F61"/>
    <w:rsid w:val="00F22072"/>
    <w:rsid w:val="00F22587"/>
    <w:rsid w:val="00F22A03"/>
    <w:rsid w:val="00F23112"/>
    <w:rsid w:val="00F235B4"/>
    <w:rsid w:val="00F25035"/>
    <w:rsid w:val="00F2559C"/>
    <w:rsid w:val="00F25EF2"/>
    <w:rsid w:val="00F26100"/>
    <w:rsid w:val="00F26150"/>
    <w:rsid w:val="00F26C62"/>
    <w:rsid w:val="00F26DA7"/>
    <w:rsid w:val="00F27065"/>
    <w:rsid w:val="00F27726"/>
    <w:rsid w:val="00F31585"/>
    <w:rsid w:val="00F319C3"/>
    <w:rsid w:val="00F31D83"/>
    <w:rsid w:val="00F3240E"/>
    <w:rsid w:val="00F32BC6"/>
    <w:rsid w:val="00F330FB"/>
    <w:rsid w:val="00F33771"/>
    <w:rsid w:val="00F34EB9"/>
    <w:rsid w:val="00F374B1"/>
    <w:rsid w:val="00F37665"/>
    <w:rsid w:val="00F40A01"/>
    <w:rsid w:val="00F42557"/>
    <w:rsid w:val="00F441DB"/>
    <w:rsid w:val="00F44886"/>
    <w:rsid w:val="00F44A11"/>
    <w:rsid w:val="00F452F0"/>
    <w:rsid w:val="00F4564C"/>
    <w:rsid w:val="00F4715F"/>
    <w:rsid w:val="00F475BE"/>
    <w:rsid w:val="00F5072A"/>
    <w:rsid w:val="00F50EEF"/>
    <w:rsid w:val="00F515F1"/>
    <w:rsid w:val="00F51798"/>
    <w:rsid w:val="00F53AE9"/>
    <w:rsid w:val="00F53D1A"/>
    <w:rsid w:val="00F53E97"/>
    <w:rsid w:val="00F54530"/>
    <w:rsid w:val="00F55583"/>
    <w:rsid w:val="00F55971"/>
    <w:rsid w:val="00F5604F"/>
    <w:rsid w:val="00F56B7C"/>
    <w:rsid w:val="00F570A2"/>
    <w:rsid w:val="00F579F5"/>
    <w:rsid w:val="00F609D4"/>
    <w:rsid w:val="00F6202A"/>
    <w:rsid w:val="00F63AE1"/>
    <w:rsid w:val="00F63CAF"/>
    <w:rsid w:val="00F64191"/>
    <w:rsid w:val="00F64F20"/>
    <w:rsid w:val="00F65B8E"/>
    <w:rsid w:val="00F66FB4"/>
    <w:rsid w:val="00F70089"/>
    <w:rsid w:val="00F70AA4"/>
    <w:rsid w:val="00F71EE6"/>
    <w:rsid w:val="00F72C85"/>
    <w:rsid w:val="00F74B9A"/>
    <w:rsid w:val="00F74EA5"/>
    <w:rsid w:val="00F75BDC"/>
    <w:rsid w:val="00F803CC"/>
    <w:rsid w:val="00F81361"/>
    <w:rsid w:val="00F828A4"/>
    <w:rsid w:val="00F848CF"/>
    <w:rsid w:val="00F84D60"/>
    <w:rsid w:val="00F85128"/>
    <w:rsid w:val="00F853D9"/>
    <w:rsid w:val="00F8602E"/>
    <w:rsid w:val="00F874E8"/>
    <w:rsid w:val="00F877C6"/>
    <w:rsid w:val="00F87CA8"/>
    <w:rsid w:val="00F90739"/>
    <w:rsid w:val="00F90E74"/>
    <w:rsid w:val="00F914A5"/>
    <w:rsid w:val="00F91686"/>
    <w:rsid w:val="00F924DE"/>
    <w:rsid w:val="00F93580"/>
    <w:rsid w:val="00F9551B"/>
    <w:rsid w:val="00F95815"/>
    <w:rsid w:val="00F9594A"/>
    <w:rsid w:val="00F95E14"/>
    <w:rsid w:val="00F96787"/>
    <w:rsid w:val="00F97DD9"/>
    <w:rsid w:val="00FA1A77"/>
    <w:rsid w:val="00FA214E"/>
    <w:rsid w:val="00FA35DD"/>
    <w:rsid w:val="00FA380B"/>
    <w:rsid w:val="00FA43DF"/>
    <w:rsid w:val="00FA4E5B"/>
    <w:rsid w:val="00FA4E83"/>
    <w:rsid w:val="00FA540E"/>
    <w:rsid w:val="00FA5C78"/>
    <w:rsid w:val="00FA752B"/>
    <w:rsid w:val="00FA7E02"/>
    <w:rsid w:val="00FB0191"/>
    <w:rsid w:val="00FB050D"/>
    <w:rsid w:val="00FB0CE0"/>
    <w:rsid w:val="00FB0EDD"/>
    <w:rsid w:val="00FB207D"/>
    <w:rsid w:val="00FB3162"/>
    <w:rsid w:val="00FB40A9"/>
    <w:rsid w:val="00FB40AE"/>
    <w:rsid w:val="00FB4D1C"/>
    <w:rsid w:val="00FB50CF"/>
    <w:rsid w:val="00FB602A"/>
    <w:rsid w:val="00FB62FE"/>
    <w:rsid w:val="00FB6BE5"/>
    <w:rsid w:val="00FB7ACF"/>
    <w:rsid w:val="00FC09F1"/>
    <w:rsid w:val="00FC0FB5"/>
    <w:rsid w:val="00FC271F"/>
    <w:rsid w:val="00FC2792"/>
    <w:rsid w:val="00FC350A"/>
    <w:rsid w:val="00FC39D9"/>
    <w:rsid w:val="00FC3DCE"/>
    <w:rsid w:val="00FC3F80"/>
    <w:rsid w:val="00FC5449"/>
    <w:rsid w:val="00FC6ACA"/>
    <w:rsid w:val="00FC6D14"/>
    <w:rsid w:val="00FC78FA"/>
    <w:rsid w:val="00FD13A8"/>
    <w:rsid w:val="00FD13F7"/>
    <w:rsid w:val="00FD20D0"/>
    <w:rsid w:val="00FD2762"/>
    <w:rsid w:val="00FD36F6"/>
    <w:rsid w:val="00FD4194"/>
    <w:rsid w:val="00FD43EA"/>
    <w:rsid w:val="00FD4968"/>
    <w:rsid w:val="00FD5BBD"/>
    <w:rsid w:val="00FD7309"/>
    <w:rsid w:val="00FE09B1"/>
    <w:rsid w:val="00FE135F"/>
    <w:rsid w:val="00FE1816"/>
    <w:rsid w:val="00FE2A6D"/>
    <w:rsid w:val="00FE2D0A"/>
    <w:rsid w:val="00FE4E1B"/>
    <w:rsid w:val="00FE5066"/>
    <w:rsid w:val="00FE57CA"/>
    <w:rsid w:val="00FE5E2A"/>
    <w:rsid w:val="00FE69CB"/>
    <w:rsid w:val="00FE78AD"/>
    <w:rsid w:val="00FE790A"/>
    <w:rsid w:val="00FE7998"/>
    <w:rsid w:val="00FE7ACD"/>
    <w:rsid w:val="00FE7AE0"/>
    <w:rsid w:val="00FF084B"/>
    <w:rsid w:val="00FF257F"/>
    <w:rsid w:val="00FF2DA2"/>
    <w:rsid w:val="00FF3195"/>
    <w:rsid w:val="00FF31E8"/>
    <w:rsid w:val="00FF3476"/>
    <w:rsid w:val="00FF34D7"/>
    <w:rsid w:val="00FF38CC"/>
    <w:rsid w:val="00FF39A5"/>
    <w:rsid w:val="00FF535E"/>
    <w:rsid w:val="00FF6646"/>
    <w:rsid w:val="00FF7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21D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B21D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</TotalTime>
  <Pages>1</Pages>
  <Words>130</Words>
  <Characters>743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raisa</dc:creator>
  <cp:keywords/>
  <dc:description/>
  <cp:lastModifiedBy>puma</cp:lastModifiedBy>
  <cp:revision>10</cp:revision>
  <dcterms:created xsi:type="dcterms:W3CDTF">2017-03-27T04:29:00Z</dcterms:created>
  <dcterms:modified xsi:type="dcterms:W3CDTF">2017-04-20T09:04:00Z</dcterms:modified>
</cp:coreProperties>
</file>