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1D" w:rsidRPr="003B72C4" w:rsidRDefault="00274A1D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274A1D" w:rsidRDefault="00274A1D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274A1D" w:rsidRPr="003B72C4" w:rsidRDefault="00274A1D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</w:p>
    <w:p w:rsidR="00274A1D" w:rsidRPr="003B72C4" w:rsidRDefault="00274A1D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274A1D" w:rsidRPr="003B72C4" w:rsidRDefault="00274A1D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274A1D" w:rsidRPr="003B72C4" w:rsidRDefault="00274A1D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274A1D" w:rsidRDefault="00274A1D" w:rsidP="002B37DA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274A1D" w:rsidRDefault="00274A1D" w:rsidP="002B37DA">
      <w:pPr>
        <w:pStyle w:val="BodyTextIndent"/>
        <w:shd w:val="clear" w:color="auto" w:fill="FFFFFF"/>
        <w:jc w:val="center"/>
        <w:rPr>
          <w:b/>
          <w:sz w:val="16"/>
          <w:szCs w:val="16"/>
        </w:rPr>
      </w:pPr>
    </w:p>
    <w:p w:rsidR="00274A1D" w:rsidRDefault="00274A1D" w:rsidP="002B37DA">
      <w:pPr>
        <w:pStyle w:val="BodyTextIndent"/>
        <w:shd w:val="clear" w:color="auto" w:fill="FFFFFF"/>
        <w:rPr>
          <w:sz w:val="20"/>
        </w:rPr>
      </w:pPr>
    </w:p>
    <w:p w:rsidR="00274A1D" w:rsidRDefault="00274A1D" w:rsidP="002B37DA">
      <w:pPr>
        <w:pStyle w:val="BodyTextIndent"/>
        <w:shd w:val="clear" w:color="auto" w:fill="FFFFFF"/>
        <w:rPr>
          <w:b/>
          <w:sz w:val="44"/>
        </w:rPr>
      </w:pPr>
      <w:r>
        <w:rPr>
          <w:sz w:val="28"/>
        </w:rPr>
        <w:t xml:space="preserve">27 октября 2022 года                  с. Новоселово                              </w:t>
      </w:r>
      <w:r>
        <w:rPr>
          <w:sz w:val="28"/>
          <w:szCs w:val="28"/>
        </w:rPr>
        <w:t>№ 26-191-76р</w:t>
      </w:r>
    </w:p>
    <w:p w:rsidR="00274A1D" w:rsidRPr="003B72C4" w:rsidRDefault="00274A1D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</w:tblGrid>
      <w:tr w:rsidR="00274A1D" w:rsidRPr="007A15AC" w:rsidTr="0022109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74A1D" w:rsidRPr="00437BE0" w:rsidRDefault="00274A1D" w:rsidP="006277E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72C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внесении изменения в решение Новоселовского районного Совета депутатов от 17.03.2021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№ 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42-16р «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Об утверждении графика приема граждан депутатами Новоселовского районного Совета депутатов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274A1D" w:rsidRPr="003B72C4" w:rsidRDefault="00274A1D" w:rsidP="00C054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74A1D" w:rsidRPr="003B72C4" w:rsidRDefault="00274A1D" w:rsidP="00627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A1D" w:rsidRDefault="00274A1D" w:rsidP="00EB57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Руководствуясь статьей 27 Устава Новоселовского района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Красноярского края</w:t>
      </w: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</w:t>
      </w:r>
    </w:p>
    <w:p w:rsidR="00274A1D" w:rsidRPr="003B72C4" w:rsidRDefault="00274A1D" w:rsidP="00EB57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A1D" w:rsidRPr="003B72C4" w:rsidRDefault="00274A1D" w:rsidP="003B72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B72C4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274A1D" w:rsidRPr="003B72C4" w:rsidRDefault="00274A1D" w:rsidP="003B72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A1D" w:rsidRDefault="00274A1D" w:rsidP="005A3D5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Внести в приложение к решению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 «</w:t>
      </w:r>
      <w:r w:rsidRPr="0071460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графика приема граждан депутатами Новоселовского районного Совета депутатов»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следующее изменение:</w:t>
      </w:r>
    </w:p>
    <w:p w:rsidR="00274A1D" w:rsidRDefault="00274A1D" w:rsidP="00E9450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строке с порядковым номером 3 </w:t>
      </w:r>
      <w:r w:rsidRPr="006156B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место проведения приема, контактный номер телефона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3360E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депутата Новоселов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ского районного Совета депутатов Василовской Тамары Петровны изложить в новой редакции:</w:t>
      </w:r>
    </w:p>
    <w:p w:rsidR="00274A1D" w:rsidRDefault="00274A1D" w:rsidP="00E9450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Pr="0011087C">
        <w:rPr>
          <w:rFonts w:ascii="Times New Roman" w:hAnsi="Times New Roman"/>
          <w:sz w:val="28"/>
          <w:szCs w:val="28"/>
        </w:rPr>
        <w:t>п. Дивный, ул. Центральная,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08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».</w:t>
      </w:r>
    </w:p>
    <w:p w:rsidR="00274A1D" w:rsidRPr="003B72C4" w:rsidRDefault="00274A1D" w:rsidP="003B7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B72C4">
        <w:rPr>
          <w:rFonts w:ascii="Times New Roman" w:hAnsi="Times New Roman"/>
          <w:sz w:val="28"/>
          <w:szCs w:val="28"/>
          <w:lang w:eastAsia="ru-RU"/>
        </w:rPr>
        <w:t>. Решение вступа</w:t>
      </w:r>
      <w:r>
        <w:rPr>
          <w:rFonts w:ascii="Times New Roman" w:hAnsi="Times New Roman"/>
          <w:sz w:val="28"/>
          <w:szCs w:val="28"/>
          <w:lang w:eastAsia="ru-RU"/>
        </w:rPr>
        <w:t xml:space="preserve">ет в силу со дня его подписания </w:t>
      </w:r>
      <w:r w:rsidRPr="00AE0D74">
        <w:rPr>
          <w:rFonts w:ascii="Times New Roman" w:hAnsi="Times New Roman"/>
          <w:sz w:val="28"/>
          <w:szCs w:val="28"/>
          <w:lang w:eastAsia="ru-RU"/>
        </w:rPr>
        <w:t>и подлежит официальному опубликованию в периодическом печатном издании «Официальный вестник Новоселовского района», а также размещению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74A1D" w:rsidRDefault="00274A1D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A1D" w:rsidRPr="003B72C4" w:rsidRDefault="00274A1D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4A1D" w:rsidRPr="003B72C4" w:rsidRDefault="00274A1D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</w:p>
    <w:p w:rsidR="00274A1D" w:rsidRPr="003B72C4" w:rsidRDefault="00274A1D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  </w:t>
      </w:r>
      <w:r w:rsidRPr="003B72C4">
        <w:rPr>
          <w:rFonts w:ascii="Times New Roman" w:hAnsi="Times New Roman"/>
          <w:sz w:val="28"/>
          <w:szCs w:val="28"/>
          <w:lang w:eastAsia="ru-RU"/>
        </w:rPr>
        <w:tab/>
      </w:r>
      <w:r w:rsidRPr="003B72C4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 Л.Ю. Толстикова</w:t>
      </w:r>
    </w:p>
    <w:sectPr w:rsidR="00274A1D" w:rsidRPr="003B72C4" w:rsidSect="004820F0">
      <w:pgSz w:w="11906" w:h="16838"/>
      <w:pgMar w:top="73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B5B"/>
    <w:multiLevelType w:val="hybridMultilevel"/>
    <w:tmpl w:val="2EC81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C181D"/>
    <w:rsid w:val="000F6C3C"/>
    <w:rsid w:val="0011087C"/>
    <w:rsid w:val="00124F6E"/>
    <w:rsid w:val="00175FE9"/>
    <w:rsid w:val="00176525"/>
    <w:rsid w:val="00180A5F"/>
    <w:rsid w:val="001B0C62"/>
    <w:rsid w:val="001F0233"/>
    <w:rsid w:val="00221098"/>
    <w:rsid w:val="00231708"/>
    <w:rsid w:val="00237840"/>
    <w:rsid w:val="0025150B"/>
    <w:rsid w:val="002640B1"/>
    <w:rsid w:val="00274A1D"/>
    <w:rsid w:val="002B193C"/>
    <w:rsid w:val="002B37DA"/>
    <w:rsid w:val="002C2D07"/>
    <w:rsid w:val="002C7EF1"/>
    <w:rsid w:val="003056CA"/>
    <w:rsid w:val="0030721E"/>
    <w:rsid w:val="00321259"/>
    <w:rsid w:val="003B72C4"/>
    <w:rsid w:val="003F3C41"/>
    <w:rsid w:val="0042625E"/>
    <w:rsid w:val="00437BE0"/>
    <w:rsid w:val="00473DDA"/>
    <w:rsid w:val="004820F0"/>
    <w:rsid w:val="00494A2B"/>
    <w:rsid w:val="004A53E1"/>
    <w:rsid w:val="004D092E"/>
    <w:rsid w:val="004E7E3B"/>
    <w:rsid w:val="005058F4"/>
    <w:rsid w:val="005108D6"/>
    <w:rsid w:val="00514657"/>
    <w:rsid w:val="0053360E"/>
    <w:rsid w:val="00566DAC"/>
    <w:rsid w:val="005A3D5A"/>
    <w:rsid w:val="005C109B"/>
    <w:rsid w:val="00614022"/>
    <w:rsid w:val="006156BC"/>
    <w:rsid w:val="006277E8"/>
    <w:rsid w:val="006805A0"/>
    <w:rsid w:val="006C2E52"/>
    <w:rsid w:val="006D17C0"/>
    <w:rsid w:val="00713A61"/>
    <w:rsid w:val="0071460D"/>
    <w:rsid w:val="0072367B"/>
    <w:rsid w:val="00742C1D"/>
    <w:rsid w:val="00756CEA"/>
    <w:rsid w:val="007775ED"/>
    <w:rsid w:val="00782425"/>
    <w:rsid w:val="00783424"/>
    <w:rsid w:val="007A15AC"/>
    <w:rsid w:val="00807E4E"/>
    <w:rsid w:val="0082640E"/>
    <w:rsid w:val="0085082F"/>
    <w:rsid w:val="0089363C"/>
    <w:rsid w:val="008A1F69"/>
    <w:rsid w:val="008C623E"/>
    <w:rsid w:val="008D2B7A"/>
    <w:rsid w:val="008E32A2"/>
    <w:rsid w:val="008E70AB"/>
    <w:rsid w:val="00974FE9"/>
    <w:rsid w:val="009B437A"/>
    <w:rsid w:val="009B6FC9"/>
    <w:rsid w:val="009D7CFC"/>
    <w:rsid w:val="009D7D6A"/>
    <w:rsid w:val="00A226E1"/>
    <w:rsid w:val="00A379ED"/>
    <w:rsid w:val="00A41473"/>
    <w:rsid w:val="00A641F0"/>
    <w:rsid w:val="00A874D5"/>
    <w:rsid w:val="00AB1FE4"/>
    <w:rsid w:val="00AB5C72"/>
    <w:rsid w:val="00AE0D74"/>
    <w:rsid w:val="00B02B29"/>
    <w:rsid w:val="00B67DD1"/>
    <w:rsid w:val="00C05496"/>
    <w:rsid w:val="00C15CE9"/>
    <w:rsid w:val="00C22544"/>
    <w:rsid w:val="00C66150"/>
    <w:rsid w:val="00CB3928"/>
    <w:rsid w:val="00CF100A"/>
    <w:rsid w:val="00D0541F"/>
    <w:rsid w:val="00D1063E"/>
    <w:rsid w:val="00D82335"/>
    <w:rsid w:val="00D85130"/>
    <w:rsid w:val="00DE4BDE"/>
    <w:rsid w:val="00E7012E"/>
    <w:rsid w:val="00E828E5"/>
    <w:rsid w:val="00E94502"/>
    <w:rsid w:val="00E949DB"/>
    <w:rsid w:val="00EB575B"/>
    <w:rsid w:val="00EE080A"/>
    <w:rsid w:val="00EE5A73"/>
    <w:rsid w:val="00EE5D47"/>
    <w:rsid w:val="00F01958"/>
    <w:rsid w:val="00F2363F"/>
    <w:rsid w:val="00F44DB3"/>
    <w:rsid w:val="00F7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2B37DA"/>
    <w:pPr>
      <w:spacing w:after="0" w:line="240" w:lineRule="auto"/>
    </w:pPr>
    <w:rPr>
      <w:rFonts w:ascii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A013D"/>
    <w:rPr>
      <w:lang w:eastAsia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B37DA"/>
    <w:rPr>
      <w:rFonts w:cs="Times New Roman"/>
      <w:sz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9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1</Pages>
  <Words>204</Words>
  <Characters>1167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42</cp:revision>
  <cp:lastPrinted>2021-09-23T05:10:00Z</cp:lastPrinted>
  <dcterms:created xsi:type="dcterms:W3CDTF">2021-08-30T03:24:00Z</dcterms:created>
  <dcterms:modified xsi:type="dcterms:W3CDTF">2022-10-27T08:50:00Z</dcterms:modified>
</cp:coreProperties>
</file>