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A2C" w:rsidRDefault="00C04A2C" w:rsidP="001E3139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>РОССИЙСКАЯ ФЕДЕРАЦИЯ</w:t>
      </w:r>
    </w:p>
    <w:p w:rsidR="00C04A2C" w:rsidRDefault="00C04A2C" w:rsidP="001E31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>КРАСНОЯРСКИЙ КРАЙ</w:t>
      </w:r>
    </w:p>
    <w:p w:rsidR="00C04A2C" w:rsidRDefault="00C04A2C" w:rsidP="001E31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04A2C" w:rsidRDefault="00C04A2C" w:rsidP="001E31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C04A2C" w:rsidRDefault="00C04A2C" w:rsidP="001E31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>РАЙОННЫЙ СОВЕТ ДЕПУТАТОВ</w:t>
      </w:r>
    </w:p>
    <w:p w:rsidR="00C04A2C" w:rsidRDefault="00C04A2C" w:rsidP="001E31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04A2C" w:rsidRDefault="00C04A2C" w:rsidP="001E31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C04A2C" w:rsidRDefault="00C04A2C" w:rsidP="001E313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04A2C" w:rsidRDefault="00C04A2C" w:rsidP="001E313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04A2C" w:rsidRDefault="00C04A2C" w:rsidP="001E313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 декабря 2022 года                    с. Новоселово                                № 28-211-96р</w:t>
      </w:r>
    </w:p>
    <w:p w:rsidR="00C04A2C" w:rsidRDefault="00C04A2C" w:rsidP="001E313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p w:rsidR="00C04A2C" w:rsidRDefault="00C04A2C" w:rsidP="001E313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Look w:val="00A0"/>
      </w:tblPr>
      <w:tblGrid>
        <w:gridCol w:w="4077"/>
      </w:tblGrid>
      <w:tr w:rsidR="00C04A2C" w:rsidTr="001E3139">
        <w:tc>
          <w:tcPr>
            <w:tcW w:w="4077" w:type="dxa"/>
          </w:tcPr>
          <w:p w:rsidR="00C04A2C" w:rsidRDefault="00C04A2C">
            <w:pPr>
              <w:pStyle w:val="NoSpacing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Устав Новоселовского района Красноярского края</w:t>
            </w:r>
          </w:p>
        </w:tc>
      </w:tr>
    </w:tbl>
    <w:p w:rsidR="00C04A2C" w:rsidRDefault="00C04A2C" w:rsidP="001E3139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C04A2C" w:rsidRDefault="00C04A2C" w:rsidP="001E3139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целях приведения Устава Новоселовского района Красноярского края в соответствие с требованиями законодательства, в соответствии с Федеральным законом от 06.10.2003 № 131 - ФЗ «</w:t>
      </w:r>
      <w:r>
        <w:rPr>
          <w:rFonts w:ascii="Times New Roman" w:hAnsi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 Красноярского края,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C04A2C" w:rsidRDefault="00C04A2C" w:rsidP="001E31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C04A2C" w:rsidRDefault="00C04A2C" w:rsidP="001E31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 Внести в Устав Новоселовского района Красноярского края следующие изменения: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1.1. подпункт 9 пункта 1 статьи 8 дополнить подпунктом 9.1) следующего содержания: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«9.1) обеспечение первичных мер пожарной безопасности в границах муниципальных районов за границами городских и сельских населенных пунктов»;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1.2. пункт 1 статьи 9 дополнить подпунктом 15 следующего содержания: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«15) создание муниципальной пожарной охраны»;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1.3. в подпункте 2 пункта 1 статьи 33 слова «ежемесячная», «в размере 200 (двухсот) рублей, председателю комиссии -300 (трехсот) рублей» исключить;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1.4. статью 41. дополнить пунктом 5.1. следующего содержания: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«5.1. Контрольно-счётный орган обладает правом правотворческой инициативы по вопросам своей деятельности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eastAsia="ru-RU"/>
        </w:rPr>
        <w:t>»;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1.5. статью 41.1. дополнить пунктом 2 следующего содержания: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«2. Контрольно-счетный орган района наряду с полномочиями, предусмотренными пунктом 1 настоящей статьи, осуществляет контроль за законностью и эффективностью использования средств бюджета района, поступивших соответственно в бюджеты поселений, входящих в состав  района»;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1.6. в статье 47: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а) пункт 2 дополнить подпунктом 3 следующего содержания: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«3) жителей района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проекта»;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б) пункт 3 дополнить словами: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«порядок идентификации участников опроса в случае проведения опроса граждан с использованием официального сайта муниципального образования Новоселовский район в информационно- телекоммуникационной сети «Интернет»;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в) дополнить пунктом 3.1. следующего содержания: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«3.1. Минимальная численность инициативной группы жителей района, необходимая для внесения предложения о проведении опроса, составляет 5 (пять) человек»;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г) пункт 4 дополнить словами:</w:t>
      </w:r>
    </w:p>
    <w:p w:rsidR="00C04A2C" w:rsidRDefault="00C04A2C" w:rsidP="001E3139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«В опросе граждан по вопросу выявления мнения граждан о поддержке инициативного проекта вправе участвовать жители района или его части, в которых предлагается реализовать инициативный проект, достигшие шестнадцатилетнего возраста».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д) пункт 5 дополнить словами: 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«Информация о проведении опроса подлежит опубликованию в периодическом печатном издании «Официальный вестник Новоселовского района» и размещении на официальном сайте муниципального образования Новоселовского района в информационно-телекоммуникационной сети «Интернет».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е) пункт 6 дополнить словами: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«Информация о результатах проведении опроса подлежит опубликованию в периодическом печатном издании «Официальный вестник Новоселовского района» и размещении на официальном сайте муниципального образования Новоселовского района в информационно-телекоммуникационной сети «Интернет».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ж) подпункт 1 пункта 7 дополнить словами: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«или жителей района»;</w:t>
      </w:r>
    </w:p>
    <w:p w:rsidR="00C04A2C" w:rsidRDefault="00C04A2C" w:rsidP="001E3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В соответствии с Федеральным законом от 21.07.2005 № 97-ФЗ «О государственной регистрации уставов муниципальных образований» Главе района Н.Н. Филимонову направить настоящее решение в Управление Министерства юстиции Российской Федерации по Красноярскому краю для государственной регистрации.  </w:t>
      </w:r>
    </w:p>
    <w:p w:rsidR="00C04A2C" w:rsidRDefault="00C04A2C" w:rsidP="001E313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После государственной регистрации в Управлении Министерства юстиции Российской Федерации по Красноярскому краю решения «О внесении изменений в Устав Новоселовского района Красноярского края» опубликовать настоящее решение в периодическом печатном издании «Официальный вестник Новоселовского района» и разместить на </w:t>
      </w:r>
      <w:r>
        <w:rPr>
          <w:rFonts w:ascii="Times New Roman" w:hAnsi="Times New Roman"/>
          <w:sz w:val="28"/>
          <w:szCs w:val="28"/>
          <w:lang w:eastAsia="ru-RU"/>
        </w:rPr>
        <w:t>официальном сайте муниципального образования Новоселовский район в информационно-телекоммуникационной сети «Интернет».</w:t>
      </w:r>
    </w:p>
    <w:p w:rsidR="00C04A2C" w:rsidRDefault="00C04A2C" w:rsidP="001E3139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после официального опубликования в периодическом печатном издании «Официальный вестник Новоселовского района».</w:t>
      </w:r>
    </w:p>
    <w:p w:rsidR="00C04A2C" w:rsidRDefault="00C04A2C" w:rsidP="001E313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04A2C" w:rsidRDefault="00C04A2C" w:rsidP="001E313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C04A2C" w:rsidRDefault="00C04A2C" w:rsidP="001E31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C04A2C" w:rsidRDefault="00C04A2C" w:rsidP="001E313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Новоселовского                         Глава Новоселовского района</w:t>
      </w:r>
    </w:p>
    <w:p w:rsidR="00C04A2C" w:rsidRDefault="00C04A2C" w:rsidP="001E313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C04A2C" w:rsidRDefault="00C04A2C" w:rsidP="001E313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C04A2C" w:rsidRDefault="00C04A2C" w:rsidP="001E313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_____________Л.Ю. Толстикова                      _____________   Н.Н. Филимонов    </w:t>
      </w:r>
    </w:p>
    <w:p w:rsidR="00C04A2C" w:rsidRDefault="00C04A2C" w:rsidP="001E313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sectPr w:rsidR="00C04A2C" w:rsidSect="00FF5998">
      <w:footerReference w:type="even" r:id="rId7"/>
      <w:footerReference w:type="default" r:id="rId8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A2C" w:rsidRDefault="00C04A2C" w:rsidP="000F7916">
      <w:pPr>
        <w:spacing w:after="0" w:line="240" w:lineRule="auto"/>
      </w:pPr>
      <w:r>
        <w:separator/>
      </w:r>
    </w:p>
  </w:endnote>
  <w:endnote w:type="continuationSeparator" w:id="0">
    <w:p w:rsidR="00C04A2C" w:rsidRDefault="00C04A2C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A2C" w:rsidRDefault="00C04A2C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4A2C" w:rsidRDefault="00C04A2C" w:rsidP="00346BB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A2C" w:rsidRDefault="00C04A2C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04A2C" w:rsidRDefault="00C04A2C" w:rsidP="00346BB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A2C" w:rsidRDefault="00C04A2C" w:rsidP="000F7916">
      <w:pPr>
        <w:spacing w:after="0" w:line="240" w:lineRule="auto"/>
      </w:pPr>
      <w:r>
        <w:separator/>
      </w:r>
    </w:p>
  </w:footnote>
  <w:footnote w:type="continuationSeparator" w:id="0">
    <w:p w:rsidR="00C04A2C" w:rsidRDefault="00C04A2C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111CD"/>
    <w:rsid w:val="000202E0"/>
    <w:rsid w:val="00020EC9"/>
    <w:rsid w:val="000279B7"/>
    <w:rsid w:val="0003517B"/>
    <w:rsid w:val="00043C35"/>
    <w:rsid w:val="0005037A"/>
    <w:rsid w:val="00051590"/>
    <w:rsid w:val="0005544E"/>
    <w:rsid w:val="000564A8"/>
    <w:rsid w:val="00056E3E"/>
    <w:rsid w:val="000600A8"/>
    <w:rsid w:val="00060104"/>
    <w:rsid w:val="00061AD9"/>
    <w:rsid w:val="00061D53"/>
    <w:rsid w:val="000644BE"/>
    <w:rsid w:val="00064A69"/>
    <w:rsid w:val="0006548F"/>
    <w:rsid w:val="00070B64"/>
    <w:rsid w:val="000712BA"/>
    <w:rsid w:val="00071560"/>
    <w:rsid w:val="0008289D"/>
    <w:rsid w:val="0008430D"/>
    <w:rsid w:val="00086101"/>
    <w:rsid w:val="000904C3"/>
    <w:rsid w:val="00095962"/>
    <w:rsid w:val="000A41B7"/>
    <w:rsid w:val="000A5492"/>
    <w:rsid w:val="000C0708"/>
    <w:rsid w:val="000C3268"/>
    <w:rsid w:val="000C494D"/>
    <w:rsid w:val="000E2465"/>
    <w:rsid w:val="000E5818"/>
    <w:rsid w:val="000F2BF8"/>
    <w:rsid w:val="000F3104"/>
    <w:rsid w:val="000F75F1"/>
    <w:rsid w:val="000F7916"/>
    <w:rsid w:val="0010008D"/>
    <w:rsid w:val="00100BBB"/>
    <w:rsid w:val="00101BAD"/>
    <w:rsid w:val="001136DE"/>
    <w:rsid w:val="00114DA2"/>
    <w:rsid w:val="00115F00"/>
    <w:rsid w:val="001173D4"/>
    <w:rsid w:val="00125821"/>
    <w:rsid w:val="001434AB"/>
    <w:rsid w:val="0014419F"/>
    <w:rsid w:val="00144F45"/>
    <w:rsid w:val="00147380"/>
    <w:rsid w:val="00150318"/>
    <w:rsid w:val="00152380"/>
    <w:rsid w:val="0017091C"/>
    <w:rsid w:val="00172970"/>
    <w:rsid w:val="00175F0A"/>
    <w:rsid w:val="00184CD9"/>
    <w:rsid w:val="00192ACE"/>
    <w:rsid w:val="001969D9"/>
    <w:rsid w:val="001A04F7"/>
    <w:rsid w:val="001A4F8B"/>
    <w:rsid w:val="001B2F09"/>
    <w:rsid w:val="001B68EC"/>
    <w:rsid w:val="001C6484"/>
    <w:rsid w:val="001D6079"/>
    <w:rsid w:val="001E08C0"/>
    <w:rsid w:val="001E3139"/>
    <w:rsid w:val="001F02DB"/>
    <w:rsid w:val="001F2084"/>
    <w:rsid w:val="001F468A"/>
    <w:rsid w:val="001F55BB"/>
    <w:rsid w:val="001F5D74"/>
    <w:rsid w:val="00200B72"/>
    <w:rsid w:val="0021456A"/>
    <w:rsid w:val="00214C7A"/>
    <w:rsid w:val="00216D51"/>
    <w:rsid w:val="0022168D"/>
    <w:rsid w:val="002255D7"/>
    <w:rsid w:val="00225B4F"/>
    <w:rsid w:val="002335EC"/>
    <w:rsid w:val="0023618D"/>
    <w:rsid w:val="0024280D"/>
    <w:rsid w:val="00242F7D"/>
    <w:rsid w:val="0024518B"/>
    <w:rsid w:val="002466E2"/>
    <w:rsid w:val="00251B22"/>
    <w:rsid w:val="002522B5"/>
    <w:rsid w:val="002758AB"/>
    <w:rsid w:val="00277374"/>
    <w:rsid w:val="002859A5"/>
    <w:rsid w:val="00286808"/>
    <w:rsid w:val="00290437"/>
    <w:rsid w:val="002941CA"/>
    <w:rsid w:val="00296867"/>
    <w:rsid w:val="002A0053"/>
    <w:rsid w:val="002A0D3F"/>
    <w:rsid w:val="002A3750"/>
    <w:rsid w:val="002A3771"/>
    <w:rsid w:val="002A5158"/>
    <w:rsid w:val="002B666E"/>
    <w:rsid w:val="002C4F9D"/>
    <w:rsid w:val="002C52E8"/>
    <w:rsid w:val="002D44A5"/>
    <w:rsid w:val="002D5764"/>
    <w:rsid w:val="002E1788"/>
    <w:rsid w:val="002E19CE"/>
    <w:rsid w:val="002F7201"/>
    <w:rsid w:val="00322E64"/>
    <w:rsid w:val="0032524C"/>
    <w:rsid w:val="00326D80"/>
    <w:rsid w:val="00331DC4"/>
    <w:rsid w:val="00335189"/>
    <w:rsid w:val="00335E73"/>
    <w:rsid w:val="0033656B"/>
    <w:rsid w:val="00337CB7"/>
    <w:rsid w:val="003431E6"/>
    <w:rsid w:val="00346BB9"/>
    <w:rsid w:val="003512B8"/>
    <w:rsid w:val="003614E1"/>
    <w:rsid w:val="0037140A"/>
    <w:rsid w:val="00380501"/>
    <w:rsid w:val="00381F0C"/>
    <w:rsid w:val="0039045A"/>
    <w:rsid w:val="003929FF"/>
    <w:rsid w:val="00397F82"/>
    <w:rsid w:val="003A0C5C"/>
    <w:rsid w:val="003A34C1"/>
    <w:rsid w:val="003A43EF"/>
    <w:rsid w:val="003A6378"/>
    <w:rsid w:val="003A6431"/>
    <w:rsid w:val="003A796B"/>
    <w:rsid w:val="003B19BD"/>
    <w:rsid w:val="003B2C56"/>
    <w:rsid w:val="003B35B7"/>
    <w:rsid w:val="003B3E1C"/>
    <w:rsid w:val="003B6273"/>
    <w:rsid w:val="003B793E"/>
    <w:rsid w:val="003B7F95"/>
    <w:rsid w:val="003C1C14"/>
    <w:rsid w:val="003C3091"/>
    <w:rsid w:val="003C6FCF"/>
    <w:rsid w:val="003D1688"/>
    <w:rsid w:val="003D52E1"/>
    <w:rsid w:val="003E2817"/>
    <w:rsid w:val="003E3D3B"/>
    <w:rsid w:val="003E56DA"/>
    <w:rsid w:val="003F1289"/>
    <w:rsid w:val="003F5776"/>
    <w:rsid w:val="00402383"/>
    <w:rsid w:val="004070B6"/>
    <w:rsid w:val="004117CE"/>
    <w:rsid w:val="00416438"/>
    <w:rsid w:val="004206FF"/>
    <w:rsid w:val="00422B40"/>
    <w:rsid w:val="004306A3"/>
    <w:rsid w:val="0043435E"/>
    <w:rsid w:val="00440919"/>
    <w:rsid w:val="004410C4"/>
    <w:rsid w:val="00441F70"/>
    <w:rsid w:val="00443D5C"/>
    <w:rsid w:val="0045060A"/>
    <w:rsid w:val="00456E42"/>
    <w:rsid w:val="0045721C"/>
    <w:rsid w:val="00460460"/>
    <w:rsid w:val="004709A9"/>
    <w:rsid w:val="0048170C"/>
    <w:rsid w:val="004834DD"/>
    <w:rsid w:val="004851C0"/>
    <w:rsid w:val="004928F1"/>
    <w:rsid w:val="00494DEF"/>
    <w:rsid w:val="004A3245"/>
    <w:rsid w:val="004C0B56"/>
    <w:rsid w:val="004C78B2"/>
    <w:rsid w:val="004D6AFE"/>
    <w:rsid w:val="004E73BA"/>
    <w:rsid w:val="004F1234"/>
    <w:rsid w:val="004F5CE8"/>
    <w:rsid w:val="004F646F"/>
    <w:rsid w:val="004F7AA3"/>
    <w:rsid w:val="00503CE6"/>
    <w:rsid w:val="0050527D"/>
    <w:rsid w:val="00506A83"/>
    <w:rsid w:val="00513669"/>
    <w:rsid w:val="0051720C"/>
    <w:rsid w:val="00532F8B"/>
    <w:rsid w:val="00535F4E"/>
    <w:rsid w:val="005375B8"/>
    <w:rsid w:val="005405A1"/>
    <w:rsid w:val="00544849"/>
    <w:rsid w:val="0055368F"/>
    <w:rsid w:val="0056097F"/>
    <w:rsid w:val="005609BC"/>
    <w:rsid w:val="005642AD"/>
    <w:rsid w:val="00565711"/>
    <w:rsid w:val="00570702"/>
    <w:rsid w:val="00572E97"/>
    <w:rsid w:val="00574BE9"/>
    <w:rsid w:val="0057661E"/>
    <w:rsid w:val="00583556"/>
    <w:rsid w:val="00583C58"/>
    <w:rsid w:val="005849A9"/>
    <w:rsid w:val="005854D1"/>
    <w:rsid w:val="00587911"/>
    <w:rsid w:val="005929C2"/>
    <w:rsid w:val="005A0854"/>
    <w:rsid w:val="005A2D8D"/>
    <w:rsid w:val="005A4038"/>
    <w:rsid w:val="005B7870"/>
    <w:rsid w:val="005C28CE"/>
    <w:rsid w:val="005C5D1B"/>
    <w:rsid w:val="005D729D"/>
    <w:rsid w:val="005D7758"/>
    <w:rsid w:val="005E3C0D"/>
    <w:rsid w:val="005E44BB"/>
    <w:rsid w:val="005F3DC4"/>
    <w:rsid w:val="00601DA8"/>
    <w:rsid w:val="00602802"/>
    <w:rsid w:val="00606183"/>
    <w:rsid w:val="00615072"/>
    <w:rsid w:val="006177D9"/>
    <w:rsid w:val="00621844"/>
    <w:rsid w:val="006346B1"/>
    <w:rsid w:val="0064632D"/>
    <w:rsid w:val="0065066B"/>
    <w:rsid w:val="0065362A"/>
    <w:rsid w:val="0065454F"/>
    <w:rsid w:val="006626C6"/>
    <w:rsid w:val="00664C69"/>
    <w:rsid w:val="00677E8D"/>
    <w:rsid w:val="00683161"/>
    <w:rsid w:val="00686AD4"/>
    <w:rsid w:val="00692649"/>
    <w:rsid w:val="0069407A"/>
    <w:rsid w:val="00697012"/>
    <w:rsid w:val="006A0A05"/>
    <w:rsid w:val="006A5BCB"/>
    <w:rsid w:val="006A73B1"/>
    <w:rsid w:val="006A7C17"/>
    <w:rsid w:val="006B442E"/>
    <w:rsid w:val="006B67A2"/>
    <w:rsid w:val="006B742F"/>
    <w:rsid w:val="006B7DBC"/>
    <w:rsid w:val="006C4132"/>
    <w:rsid w:val="006C6FAB"/>
    <w:rsid w:val="006D4A57"/>
    <w:rsid w:val="006D645C"/>
    <w:rsid w:val="006E1477"/>
    <w:rsid w:val="006F0B56"/>
    <w:rsid w:val="006F1C0B"/>
    <w:rsid w:val="00714B1C"/>
    <w:rsid w:val="00714F9F"/>
    <w:rsid w:val="00731F0D"/>
    <w:rsid w:val="00736DAE"/>
    <w:rsid w:val="00736DEB"/>
    <w:rsid w:val="00742D51"/>
    <w:rsid w:val="00742FE1"/>
    <w:rsid w:val="00745649"/>
    <w:rsid w:val="007472AC"/>
    <w:rsid w:val="00747B3D"/>
    <w:rsid w:val="00750F96"/>
    <w:rsid w:val="00755A0E"/>
    <w:rsid w:val="00756086"/>
    <w:rsid w:val="007665F2"/>
    <w:rsid w:val="0076671D"/>
    <w:rsid w:val="00771797"/>
    <w:rsid w:val="00775948"/>
    <w:rsid w:val="0077595B"/>
    <w:rsid w:val="00780550"/>
    <w:rsid w:val="00781F52"/>
    <w:rsid w:val="00782F9B"/>
    <w:rsid w:val="00791B4A"/>
    <w:rsid w:val="007A264F"/>
    <w:rsid w:val="007A3353"/>
    <w:rsid w:val="007A3BE6"/>
    <w:rsid w:val="007B5631"/>
    <w:rsid w:val="007B659C"/>
    <w:rsid w:val="007B75C2"/>
    <w:rsid w:val="007C010B"/>
    <w:rsid w:val="007C0EE3"/>
    <w:rsid w:val="007D1047"/>
    <w:rsid w:val="007D3C01"/>
    <w:rsid w:val="007E7F89"/>
    <w:rsid w:val="007F15A2"/>
    <w:rsid w:val="007F6207"/>
    <w:rsid w:val="00810753"/>
    <w:rsid w:val="00816D12"/>
    <w:rsid w:val="0082044C"/>
    <w:rsid w:val="008215C8"/>
    <w:rsid w:val="00822620"/>
    <w:rsid w:val="008263FF"/>
    <w:rsid w:val="00836CC8"/>
    <w:rsid w:val="00837270"/>
    <w:rsid w:val="008374BB"/>
    <w:rsid w:val="008417F7"/>
    <w:rsid w:val="00854828"/>
    <w:rsid w:val="0085504C"/>
    <w:rsid w:val="00863576"/>
    <w:rsid w:val="008637C7"/>
    <w:rsid w:val="00874686"/>
    <w:rsid w:val="00880456"/>
    <w:rsid w:val="008809B7"/>
    <w:rsid w:val="00880FE3"/>
    <w:rsid w:val="0089075D"/>
    <w:rsid w:val="00890DE9"/>
    <w:rsid w:val="008A3285"/>
    <w:rsid w:val="008A4D25"/>
    <w:rsid w:val="008B13E7"/>
    <w:rsid w:val="008B7015"/>
    <w:rsid w:val="008B75F0"/>
    <w:rsid w:val="008C17F1"/>
    <w:rsid w:val="008C56E7"/>
    <w:rsid w:val="008D2C71"/>
    <w:rsid w:val="008D3504"/>
    <w:rsid w:val="008D4620"/>
    <w:rsid w:val="008E0111"/>
    <w:rsid w:val="008E18B6"/>
    <w:rsid w:val="008E5FB9"/>
    <w:rsid w:val="008E67EA"/>
    <w:rsid w:val="008F05CD"/>
    <w:rsid w:val="008F0AFF"/>
    <w:rsid w:val="008F377A"/>
    <w:rsid w:val="008F3F3A"/>
    <w:rsid w:val="00907DFC"/>
    <w:rsid w:val="009156D5"/>
    <w:rsid w:val="0091744D"/>
    <w:rsid w:val="0092004F"/>
    <w:rsid w:val="00921B0C"/>
    <w:rsid w:val="00922C97"/>
    <w:rsid w:val="00923F77"/>
    <w:rsid w:val="009249F7"/>
    <w:rsid w:val="00925273"/>
    <w:rsid w:val="00936F41"/>
    <w:rsid w:val="0094185F"/>
    <w:rsid w:val="009517A1"/>
    <w:rsid w:val="009517A4"/>
    <w:rsid w:val="00953904"/>
    <w:rsid w:val="00960B13"/>
    <w:rsid w:val="009620B5"/>
    <w:rsid w:val="009635E1"/>
    <w:rsid w:val="00964CB1"/>
    <w:rsid w:val="00967035"/>
    <w:rsid w:val="00980433"/>
    <w:rsid w:val="009909D8"/>
    <w:rsid w:val="00997F0E"/>
    <w:rsid w:val="009A04C1"/>
    <w:rsid w:val="009A2713"/>
    <w:rsid w:val="009A2F44"/>
    <w:rsid w:val="009B3AB1"/>
    <w:rsid w:val="009B56AC"/>
    <w:rsid w:val="009C47E6"/>
    <w:rsid w:val="009C5235"/>
    <w:rsid w:val="009D0E75"/>
    <w:rsid w:val="009D3749"/>
    <w:rsid w:val="009D3A90"/>
    <w:rsid w:val="009D6661"/>
    <w:rsid w:val="009D77E9"/>
    <w:rsid w:val="009D7DBC"/>
    <w:rsid w:val="009E3686"/>
    <w:rsid w:val="009F179F"/>
    <w:rsid w:val="009F45F1"/>
    <w:rsid w:val="009F679C"/>
    <w:rsid w:val="00A04FC1"/>
    <w:rsid w:val="00A05AAB"/>
    <w:rsid w:val="00A05E51"/>
    <w:rsid w:val="00A156F3"/>
    <w:rsid w:val="00A20E97"/>
    <w:rsid w:val="00A21B20"/>
    <w:rsid w:val="00A2262E"/>
    <w:rsid w:val="00A2723F"/>
    <w:rsid w:val="00A33DC6"/>
    <w:rsid w:val="00A34AA2"/>
    <w:rsid w:val="00A34AA5"/>
    <w:rsid w:val="00A4179D"/>
    <w:rsid w:val="00A46ADC"/>
    <w:rsid w:val="00A47B12"/>
    <w:rsid w:val="00A50589"/>
    <w:rsid w:val="00A51459"/>
    <w:rsid w:val="00A57112"/>
    <w:rsid w:val="00A62675"/>
    <w:rsid w:val="00A645ED"/>
    <w:rsid w:val="00A66F6F"/>
    <w:rsid w:val="00A72A43"/>
    <w:rsid w:val="00A76601"/>
    <w:rsid w:val="00A80993"/>
    <w:rsid w:val="00A91C82"/>
    <w:rsid w:val="00AA0567"/>
    <w:rsid w:val="00AA0FE7"/>
    <w:rsid w:val="00AA20FE"/>
    <w:rsid w:val="00AA33A3"/>
    <w:rsid w:val="00AA6C2C"/>
    <w:rsid w:val="00AB0F13"/>
    <w:rsid w:val="00AB2622"/>
    <w:rsid w:val="00AC1E45"/>
    <w:rsid w:val="00AC3A5D"/>
    <w:rsid w:val="00AC7241"/>
    <w:rsid w:val="00AD0E9A"/>
    <w:rsid w:val="00AE1872"/>
    <w:rsid w:val="00B0130F"/>
    <w:rsid w:val="00B03A94"/>
    <w:rsid w:val="00B042E9"/>
    <w:rsid w:val="00B04564"/>
    <w:rsid w:val="00B04801"/>
    <w:rsid w:val="00B101E8"/>
    <w:rsid w:val="00B1072E"/>
    <w:rsid w:val="00B142AF"/>
    <w:rsid w:val="00B20CD2"/>
    <w:rsid w:val="00B22FA1"/>
    <w:rsid w:val="00B24A4D"/>
    <w:rsid w:val="00B25DB3"/>
    <w:rsid w:val="00B360BD"/>
    <w:rsid w:val="00B50608"/>
    <w:rsid w:val="00B52DE0"/>
    <w:rsid w:val="00B53C67"/>
    <w:rsid w:val="00B54FDB"/>
    <w:rsid w:val="00B56AEF"/>
    <w:rsid w:val="00B627E3"/>
    <w:rsid w:val="00B63FE1"/>
    <w:rsid w:val="00B74434"/>
    <w:rsid w:val="00B74C92"/>
    <w:rsid w:val="00B808D5"/>
    <w:rsid w:val="00B83C4A"/>
    <w:rsid w:val="00BB151E"/>
    <w:rsid w:val="00BB72A2"/>
    <w:rsid w:val="00BC076A"/>
    <w:rsid w:val="00BC3461"/>
    <w:rsid w:val="00BC6162"/>
    <w:rsid w:val="00BD7376"/>
    <w:rsid w:val="00BE0C1F"/>
    <w:rsid w:val="00BE1C30"/>
    <w:rsid w:val="00BE6511"/>
    <w:rsid w:val="00BF3CA2"/>
    <w:rsid w:val="00BF6094"/>
    <w:rsid w:val="00C03B80"/>
    <w:rsid w:val="00C03C51"/>
    <w:rsid w:val="00C04A2C"/>
    <w:rsid w:val="00C13089"/>
    <w:rsid w:val="00C13F30"/>
    <w:rsid w:val="00C210D1"/>
    <w:rsid w:val="00C2275F"/>
    <w:rsid w:val="00C228BA"/>
    <w:rsid w:val="00C320EF"/>
    <w:rsid w:val="00C34090"/>
    <w:rsid w:val="00C34142"/>
    <w:rsid w:val="00C3622D"/>
    <w:rsid w:val="00C37161"/>
    <w:rsid w:val="00C42ACB"/>
    <w:rsid w:val="00C46244"/>
    <w:rsid w:val="00C46ACC"/>
    <w:rsid w:val="00C47160"/>
    <w:rsid w:val="00C53FE5"/>
    <w:rsid w:val="00C6310B"/>
    <w:rsid w:val="00C6557F"/>
    <w:rsid w:val="00C700BF"/>
    <w:rsid w:val="00C71F32"/>
    <w:rsid w:val="00C80669"/>
    <w:rsid w:val="00C93C59"/>
    <w:rsid w:val="00C94D21"/>
    <w:rsid w:val="00C95C1E"/>
    <w:rsid w:val="00CA7EFD"/>
    <w:rsid w:val="00CC190B"/>
    <w:rsid w:val="00CC3B8D"/>
    <w:rsid w:val="00CD6213"/>
    <w:rsid w:val="00CD7466"/>
    <w:rsid w:val="00CE030A"/>
    <w:rsid w:val="00CE1D5D"/>
    <w:rsid w:val="00CE2B1D"/>
    <w:rsid w:val="00CE6C11"/>
    <w:rsid w:val="00CF3D66"/>
    <w:rsid w:val="00D01565"/>
    <w:rsid w:val="00D04A68"/>
    <w:rsid w:val="00D11CA4"/>
    <w:rsid w:val="00D142F2"/>
    <w:rsid w:val="00D40FC4"/>
    <w:rsid w:val="00D427B9"/>
    <w:rsid w:val="00D43D09"/>
    <w:rsid w:val="00D50682"/>
    <w:rsid w:val="00D512FD"/>
    <w:rsid w:val="00D53E95"/>
    <w:rsid w:val="00D57C1D"/>
    <w:rsid w:val="00D6447B"/>
    <w:rsid w:val="00D65B39"/>
    <w:rsid w:val="00D74484"/>
    <w:rsid w:val="00D86A8D"/>
    <w:rsid w:val="00D9267D"/>
    <w:rsid w:val="00D92B81"/>
    <w:rsid w:val="00D96027"/>
    <w:rsid w:val="00D964A4"/>
    <w:rsid w:val="00DA4E55"/>
    <w:rsid w:val="00DB05B2"/>
    <w:rsid w:val="00DB3ACF"/>
    <w:rsid w:val="00DB5E62"/>
    <w:rsid w:val="00DC00D8"/>
    <w:rsid w:val="00DC03E2"/>
    <w:rsid w:val="00DC24CB"/>
    <w:rsid w:val="00DC2634"/>
    <w:rsid w:val="00DC493A"/>
    <w:rsid w:val="00DD3607"/>
    <w:rsid w:val="00DD739C"/>
    <w:rsid w:val="00DE04FC"/>
    <w:rsid w:val="00DE44D8"/>
    <w:rsid w:val="00DF02D1"/>
    <w:rsid w:val="00DF1223"/>
    <w:rsid w:val="00DF12DB"/>
    <w:rsid w:val="00DF1F39"/>
    <w:rsid w:val="00DF4D4B"/>
    <w:rsid w:val="00DF6510"/>
    <w:rsid w:val="00E04823"/>
    <w:rsid w:val="00E0756E"/>
    <w:rsid w:val="00E178AC"/>
    <w:rsid w:val="00E25E5C"/>
    <w:rsid w:val="00E31F9E"/>
    <w:rsid w:val="00E521E9"/>
    <w:rsid w:val="00E54B6B"/>
    <w:rsid w:val="00E5685B"/>
    <w:rsid w:val="00E607F2"/>
    <w:rsid w:val="00E60E81"/>
    <w:rsid w:val="00E6278F"/>
    <w:rsid w:val="00E644AB"/>
    <w:rsid w:val="00E72E15"/>
    <w:rsid w:val="00E74993"/>
    <w:rsid w:val="00E80B6A"/>
    <w:rsid w:val="00E91223"/>
    <w:rsid w:val="00EA5A8B"/>
    <w:rsid w:val="00EB0F81"/>
    <w:rsid w:val="00EB2FD4"/>
    <w:rsid w:val="00EB3FD9"/>
    <w:rsid w:val="00EB436C"/>
    <w:rsid w:val="00EB7FC1"/>
    <w:rsid w:val="00EC15B7"/>
    <w:rsid w:val="00EC3220"/>
    <w:rsid w:val="00EE3AB2"/>
    <w:rsid w:val="00EE6181"/>
    <w:rsid w:val="00EE77F1"/>
    <w:rsid w:val="00EF05A6"/>
    <w:rsid w:val="00EF43D5"/>
    <w:rsid w:val="00F06459"/>
    <w:rsid w:val="00F07961"/>
    <w:rsid w:val="00F13796"/>
    <w:rsid w:val="00F21A10"/>
    <w:rsid w:val="00F23E83"/>
    <w:rsid w:val="00F25F02"/>
    <w:rsid w:val="00F270DE"/>
    <w:rsid w:val="00F31CFB"/>
    <w:rsid w:val="00F32365"/>
    <w:rsid w:val="00F3388A"/>
    <w:rsid w:val="00F41A67"/>
    <w:rsid w:val="00F4469B"/>
    <w:rsid w:val="00F4518A"/>
    <w:rsid w:val="00F4539D"/>
    <w:rsid w:val="00F501B8"/>
    <w:rsid w:val="00F52613"/>
    <w:rsid w:val="00F6107A"/>
    <w:rsid w:val="00F71692"/>
    <w:rsid w:val="00F76125"/>
    <w:rsid w:val="00F93356"/>
    <w:rsid w:val="00F9761E"/>
    <w:rsid w:val="00F97FB7"/>
    <w:rsid w:val="00FA2271"/>
    <w:rsid w:val="00FB2635"/>
    <w:rsid w:val="00FB4427"/>
    <w:rsid w:val="00FC7726"/>
    <w:rsid w:val="00FC78AC"/>
    <w:rsid w:val="00FD355C"/>
    <w:rsid w:val="00FD3894"/>
    <w:rsid w:val="00FD5146"/>
    <w:rsid w:val="00FD7A01"/>
    <w:rsid w:val="00FF0B20"/>
    <w:rsid w:val="00FF110E"/>
    <w:rsid w:val="00FF32D5"/>
    <w:rsid w:val="00FF5998"/>
    <w:rsid w:val="00FF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Footer">
    <w:name w:val="footer"/>
    <w:basedOn w:val="Normal"/>
    <w:link w:val="FooterChar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5E5C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346BB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E5C"/>
    <w:rPr>
      <w:rFonts w:ascii="Times New Roman" w:hAnsi="Times New Roman" w:cs="Times New Roman"/>
      <w:sz w:val="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7A26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A264F"/>
    <w:rPr>
      <w:rFonts w:ascii="Times New Roman" w:hAnsi="Times New Roman" w:cs="Times New Roman"/>
      <w:sz w:val="20"/>
    </w:rPr>
  </w:style>
  <w:style w:type="character" w:styleId="Hyperlink">
    <w:name w:val="Hyperlink"/>
    <w:basedOn w:val="DefaultParagraphFont"/>
    <w:uiPriority w:val="99"/>
    <w:rsid w:val="006B742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F55BB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1F55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03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4323</TotalTime>
  <Pages>3</Pages>
  <Words>678</Words>
  <Characters>3865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77</cp:revision>
  <cp:lastPrinted>2022-12-09T09:34:00Z</cp:lastPrinted>
  <dcterms:created xsi:type="dcterms:W3CDTF">2017-03-31T12:04:00Z</dcterms:created>
  <dcterms:modified xsi:type="dcterms:W3CDTF">2022-12-15T11:07:00Z</dcterms:modified>
</cp:coreProperties>
</file>