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C5D" w:rsidRDefault="00543C5D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3C5D" w:rsidRDefault="00543C5D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3C5D" w:rsidRDefault="00543C5D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10</w:t>
      </w:r>
    </w:p>
    <w:p w:rsidR="00543C5D" w:rsidRDefault="00543C5D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Новоселовского </w:t>
      </w:r>
    </w:p>
    <w:p w:rsidR="00543C5D" w:rsidRDefault="00543C5D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районного Совета депутатов</w:t>
      </w:r>
    </w:p>
    <w:p w:rsidR="00543C5D" w:rsidRPr="007A6251" w:rsidRDefault="00543C5D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6251">
        <w:rPr>
          <w:rFonts w:ascii="Times New Roman" w:hAnsi="Times New Roman"/>
          <w:sz w:val="28"/>
          <w:szCs w:val="28"/>
        </w:rPr>
        <w:t>от 15.06.2017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6251">
        <w:rPr>
          <w:rFonts w:ascii="Times New Roman" w:hAnsi="Times New Roman"/>
          <w:sz w:val="28"/>
          <w:szCs w:val="28"/>
        </w:rPr>
        <w:t>28-152-30р</w:t>
      </w:r>
    </w:p>
    <w:p w:rsidR="00543C5D" w:rsidRDefault="00543C5D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3C5D" w:rsidRDefault="00543C5D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20 </w:t>
      </w:r>
    </w:p>
    <w:p w:rsidR="00543C5D" w:rsidRDefault="00543C5D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Новоселовского </w:t>
      </w:r>
    </w:p>
    <w:p w:rsidR="00543C5D" w:rsidRDefault="00543C5D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районного Совета депутатов</w:t>
      </w:r>
    </w:p>
    <w:p w:rsidR="00543C5D" w:rsidRDefault="00543C5D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16.12.2016 № 22-114-86р</w:t>
      </w:r>
    </w:p>
    <w:p w:rsidR="00543C5D" w:rsidRDefault="00543C5D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3C5D" w:rsidRDefault="00543C5D" w:rsidP="00E6501A">
      <w:pPr>
        <w:spacing w:after="0" w:line="240" w:lineRule="auto"/>
        <w:ind w:left="-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Распределение иных межбюджетных трансфертов бюджетам муниципальных образований Новоселовского района на капитальный ремонт и ремонт автомобильных дорог общего пользования местного значения за счет средств дорожного фонда Красноярского края </w:t>
      </w:r>
    </w:p>
    <w:p w:rsidR="00543C5D" w:rsidRDefault="00543C5D" w:rsidP="00E6501A">
      <w:pPr>
        <w:tabs>
          <w:tab w:val="left" w:pos="2790"/>
        </w:tabs>
        <w:spacing w:after="0" w:line="240" w:lineRule="auto"/>
        <w:ind w:left="-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543C5D" w:rsidRDefault="00543C5D" w:rsidP="00E6501A">
      <w:pPr>
        <w:tabs>
          <w:tab w:val="left" w:pos="2790"/>
        </w:tabs>
        <w:spacing w:after="0" w:line="240" w:lineRule="auto"/>
        <w:ind w:left="-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(тыс.рублей)</w:t>
      </w:r>
    </w:p>
    <w:tbl>
      <w:tblPr>
        <w:tblW w:w="0" w:type="auto"/>
        <w:tblInd w:w="-4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29"/>
        <w:gridCol w:w="3899"/>
        <w:gridCol w:w="1560"/>
        <w:gridCol w:w="1417"/>
        <w:gridCol w:w="1418"/>
      </w:tblGrid>
      <w:tr w:rsidR="00543C5D" w:rsidRPr="00230B93" w:rsidTr="00230B93">
        <w:tc>
          <w:tcPr>
            <w:tcW w:w="1029" w:type="dxa"/>
          </w:tcPr>
          <w:p w:rsidR="00543C5D" w:rsidRPr="00230B93" w:rsidRDefault="00543C5D" w:rsidP="00230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0B93">
              <w:rPr>
                <w:rFonts w:ascii="Times New Roman" w:hAnsi="Times New Roman"/>
                <w:sz w:val="28"/>
                <w:szCs w:val="28"/>
              </w:rPr>
              <w:t>№ строки</w:t>
            </w:r>
          </w:p>
        </w:tc>
        <w:tc>
          <w:tcPr>
            <w:tcW w:w="3899" w:type="dxa"/>
          </w:tcPr>
          <w:p w:rsidR="00543C5D" w:rsidRPr="00230B93" w:rsidRDefault="00543C5D" w:rsidP="00230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0B93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560" w:type="dxa"/>
          </w:tcPr>
          <w:p w:rsidR="00543C5D" w:rsidRPr="00230B93" w:rsidRDefault="00543C5D" w:rsidP="00230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0B93">
              <w:rPr>
                <w:rFonts w:ascii="Times New Roman" w:hAnsi="Times New Roman"/>
                <w:sz w:val="28"/>
                <w:szCs w:val="28"/>
              </w:rPr>
              <w:t>Сумма на 2017 год</w:t>
            </w:r>
          </w:p>
        </w:tc>
        <w:tc>
          <w:tcPr>
            <w:tcW w:w="1417" w:type="dxa"/>
          </w:tcPr>
          <w:p w:rsidR="00543C5D" w:rsidRPr="00230B93" w:rsidRDefault="00543C5D" w:rsidP="00230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0B93">
              <w:rPr>
                <w:rFonts w:ascii="Times New Roman" w:hAnsi="Times New Roman"/>
                <w:sz w:val="28"/>
                <w:szCs w:val="28"/>
              </w:rPr>
              <w:t>Сумма на 2018 год</w:t>
            </w:r>
          </w:p>
        </w:tc>
        <w:tc>
          <w:tcPr>
            <w:tcW w:w="1418" w:type="dxa"/>
          </w:tcPr>
          <w:p w:rsidR="00543C5D" w:rsidRPr="00230B93" w:rsidRDefault="00543C5D" w:rsidP="00230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0B93">
              <w:rPr>
                <w:rFonts w:ascii="Times New Roman" w:hAnsi="Times New Roman"/>
                <w:sz w:val="28"/>
                <w:szCs w:val="28"/>
              </w:rPr>
              <w:t>Сумма на 2019 год</w:t>
            </w:r>
          </w:p>
        </w:tc>
      </w:tr>
      <w:tr w:rsidR="00543C5D" w:rsidRPr="00230B93" w:rsidTr="00230B93">
        <w:tc>
          <w:tcPr>
            <w:tcW w:w="1029" w:type="dxa"/>
          </w:tcPr>
          <w:p w:rsidR="00543C5D" w:rsidRPr="00230B93" w:rsidRDefault="00543C5D" w:rsidP="00230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9" w:type="dxa"/>
          </w:tcPr>
          <w:p w:rsidR="00543C5D" w:rsidRPr="00230B93" w:rsidRDefault="00543C5D" w:rsidP="00230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0B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543C5D" w:rsidRPr="00230B93" w:rsidRDefault="00543C5D" w:rsidP="00230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0B9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543C5D" w:rsidRPr="00230B93" w:rsidRDefault="00543C5D" w:rsidP="00230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0B9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543C5D" w:rsidRPr="00230B93" w:rsidRDefault="00543C5D" w:rsidP="00230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0B9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43C5D" w:rsidRPr="00230B93" w:rsidTr="00230B93">
        <w:tc>
          <w:tcPr>
            <w:tcW w:w="1029" w:type="dxa"/>
          </w:tcPr>
          <w:p w:rsidR="00543C5D" w:rsidRPr="00230B93" w:rsidRDefault="00543C5D" w:rsidP="00230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0B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99" w:type="dxa"/>
          </w:tcPr>
          <w:p w:rsidR="00543C5D" w:rsidRPr="00230B93" w:rsidRDefault="00543C5D" w:rsidP="00230B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0B93">
              <w:rPr>
                <w:rFonts w:ascii="Times New Roman" w:hAnsi="Times New Roman"/>
                <w:sz w:val="28"/>
                <w:szCs w:val="28"/>
              </w:rPr>
              <w:t>Новоселовский сельсовет</w:t>
            </w:r>
          </w:p>
        </w:tc>
        <w:tc>
          <w:tcPr>
            <w:tcW w:w="1560" w:type="dxa"/>
          </w:tcPr>
          <w:p w:rsidR="00543C5D" w:rsidRPr="00230B93" w:rsidRDefault="00543C5D" w:rsidP="00230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0B93">
              <w:rPr>
                <w:rFonts w:ascii="Times New Roman" w:hAnsi="Times New Roman"/>
                <w:sz w:val="28"/>
                <w:szCs w:val="28"/>
              </w:rPr>
              <w:t>6212,7</w:t>
            </w:r>
          </w:p>
        </w:tc>
        <w:tc>
          <w:tcPr>
            <w:tcW w:w="1417" w:type="dxa"/>
          </w:tcPr>
          <w:p w:rsidR="00543C5D" w:rsidRPr="00230B93" w:rsidRDefault="00543C5D" w:rsidP="00230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0B9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543C5D" w:rsidRPr="00230B93" w:rsidRDefault="00543C5D" w:rsidP="00230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0B9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43C5D" w:rsidRPr="00230B93" w:rsidTr="00230B93">
        <w:tc>
          <w:tcPr>
            <w:tcW w:w="1029" w:type="dxa"/>
          </w:tcPr>
          <w:p w:rsidR="00543C5D" w:rsidRPr="00230B93" w:rsidRDefault="00543C5D" w:rsidP="00230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0B9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99" w:type="dxa"/>
          </w:tcPr>
          <w:p w:rsidR="00543C5D" w:rsidRPr="00230B93" w:rsidRDefault="00543C5D" w:rsidP="00230B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0B93">
              <w:rPr>
                <w:rFonts w:ascii="Times New Roman" w:hAnsi="Times New Roman"/>
                <w:sz w:val="28"/>
                <w:szCs w:val="28"/>
              </w:rPr>
              <w:t>Толстомысенский сельсовет</w:t>
            </w:r>
          </w:p>
        </w:tc>
        <w:tc>
          <w:tcPr>
            <w:tcW w:w="1560" w:type="dxa"/>
          </w:tcPr>
          <w:p w:rsidR="00543C5D" w:rsidRPr="00230B93" w:rsidRDefault="00543C5D" w:rsidP="00230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0B93">
              <w:rPr>
                <w:rFonts w:ascii="Times New Roman" w:hAnsi="Times New Roman"/>
                <w:sz w:val="28"/>
                <w:szCs w:val="28"/>
              </w:rPr>
              <w:t>4000,0</w:t>
            </w:r>
          </w:p>
        </w:tc>
        <w:tc>
          <w:tcPr>
            <w:tcW w:w="1417" w:type="dxa"/>
          </w:tcPr>
          <w:p w:rsidR="00543C5D" w:rsidRPr="00230B93" w:rsidRDefault="00543C5D" w:rsidP="00230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0B9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543C5D" w:rsidRPr="00230B93" w:rsidRDefault="00543C5D" w:rsidP="00230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0B9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43C5D" w:rsidRPr="00230B93" w:rsidTr="00230B93">
        <w:tc>
          <w:tcPr>
            <w:tcW w:w="1029" w:type="dxa"/>
          </w:tcPr>
          <w:p w:rsidR="00543C5D" w:rsidRPr="00230B93" w:rsidRDefault="00543C5D" w:rsidP="00230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0B9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99" w:type="dxa"/>
          </w:tcPr>
          <w:p w:rsidR="00543C5D" w:rsidRPr="00230B93" w:rsidRDefault="00543C5D" w:rsidP="00230B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0B93">
              <w:rPr>
                <w:rFonts w:ascii="Times New Roman" w:hAnsi="Times New Roman"/>
                <w:sz w:val="28"/>
                <w:szCs w:val="28"/>
              </w:rPr>
              <w:t>Чулымский сельсовет</w:t>
            </w:r>
          </w:p>
        </w:tc>
        <w:tc>
          <w:tcPr>
            <w:tcW w:w="1560" w:type="dxa"/>
          </w:tcPr>
          <w:p w:rsidR="00543C5D" w:rsidRPr="00230B93" w:rsidRDefault="00543C5D" w:rsidP="00230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0B93">
              <w:rPr>
                <w:rFonts w:ascii="Times New Roman" w:hAnsi="Times New Roman"/>
                <w:sz w:val="28"/>
                <w:szCs w:val="28"/>
              </w:rPr>
              <w:t>2145,7</w:t>
            </w:r>
          </w:p>
        </w:tc>
        <w:tc>
          <w:tcPr>
            <w:tcW w:w="1417" w:type="dxa"/>
          </w:tcPr>
          <w:p w:rsidR="00543C5D" w:rsidRPr="00230B93" w:rsidRDefault="00543C5D" w:rsidP="00230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0B9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543C5D" w:rsidRPr="00230B93" w:rsidRDefault="00543C5D" w:rsidP="00230B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0B9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43C5D" w:rsidRPr="00230B93" w:rsidTr="00230B93">
        <w:tc>
          <w:tcPr>
            <w:tcW w:w="4928" w:type="dxa"/>
            <w:gridSpan w:val="2"/>
          </w:tcPr>
          <w:p w:rsidR="00543C5D" w:rsidRPr="00230B93" w:rsidRDefault="00543C5D" w:rsidP="00230B9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30B93">
              <w:rPr>
                <w:rFonts w:ascii="Times New Roman" w:hAnsi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1560" w:type="dxa"/>
          </w:tcPr>
          <w:p w:rsidR="00543C5D" w:rsidRPr="00230B93" w:rsidRDefault="00543C5D" w:rsidP="00230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30B93">
              <w:rPr>
                <w:rFonts w:ascii="Times New Roman" w:hAnsi="Times New Roman"/>
                <w:b/>
                <w:sz w:val="28"/>
                <w:szCs w:val="28"/>
              </w:rPr>
              <w:t>12358,4</w:t>
            </w:r>
          </w:p>
        </w:tc>
        <w:tc>
          <w:tcPr>
            <w:tcW w:w="1417" w:type="dxa"/>
          </w:tcPr>
          <w:p w:rsidR="00543C5D" w:rsidRPr="00230B93" w:rsidRDefault="00543C5D" w:rsidP="00230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30B93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543C5D" w:rsidRPr="00230B93" w:rsidRDefault="00543C5D" w:rsidP="00230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30B93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</w:tbl>
    <w:p w:rsidR="00543C5D" w:rsidRPr="00E6501A" w:rsidRDefault="00543C5D" w:rsidP="00E6501A">
      <w:pPr>
        <w:spacing w:after="0" w:line="240" w:lineRule="auto"/>
        <w:ind w:left="-4962"/>
        <w:jc w:val="center"/>
        <w:rPr>
          <w:rFonts w:ascii="Times New Roman" w:hAnsi="Times New Roman"/>
          <w:sz w:val="28"/>
          <w:szCs w:val="28"/>
        </w:rPr>
      </w:pPr>
    </w:p>
    <w:sectPr w:rsidR="00543C5D" w:rsidRPr="00E6501A" w:rsidSect="00E6501A">
      <w:pgSz w:w="11906" w:h="16838"/>
      <w:pgMar w:top="1134" w:right="850" w:bottom="1134" w:left="680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501A"/>
    <w:rsid w:val="00001B7D"/>
    <w:rsid w:val="00001D02"/>
    <w:rsid w:val="00002E38"/>
    <w:rsid w:val="0000377F"/>
    <w:rsid w:val="00004519"/>
    <w:rsid w:val="00004E90"/>
    <w:rsid w:val="00005200"/>
    <w:rsid w:val="0000554C"/>
    <w:rsid w:val="0000641E"/>
    <w:rsid w:val="00006889"/>
    <w:rsid w:val="000070BC"/>
    <w:rsid w:val="00007A21"/>
    <w:rsid w:val="0001013B"/>
    <w:rsid w:val="00011512"/>
    <w:rsid w:val="00011CF4"/>
    <w:rsid w:val="0001257A"/>
    <w:rsid w:val="000130C6"/>
    <w:rsid w:val="000137A7"/>
    <w:rsid w:val="00014B1A"/>
    <w:rsid w:val="00014DE5"/>
    <w:rsid w:val="000153AD"/>
    <w:rsid w:val="00016126"/>
    <w:rsid w:val="00016FAB"/>
    <w:rsid w:val="00017DC9"/>
    <w:rsid w:val="00017FF6"/>
    <w:rsid w:val="000200FF"/>
    <w:rsid w:val="000206DA"/>
    <w:rsid w:val="00020920"/>
    <w:rsid w:val="00020979"/>
    <w:rsid w:val="00021305"/>
    <w:rsid w:val="00021610"/>
    <w:rsid w:val="00021641"/>
    <w:rsid w:val="00022BF5"/>
    <w:rsid w:val="00022CB5"/>
    <w:rsid w:val="00023F0A"/>
    <w:rsid w:val="00024C56"/>
    <w:rsid w:val="00027B21"/>
    <w:rsid w:val="00027BFE"/>
    <w:rsid w:val="000324FB"/>
    <w:rsid w:val="00032E6F"/>
    <w:rsid w:val="000330B3"/>
    <w:rsid w:val="00033477"/>
    <w:rsid w:val="000367C8"/>
    <w:rsid w:val="00037660"/>
    <w:rsid w:val="0004132D"/>
    <w:rsid w:val="00041463"/>
    <w:rsid w:val="00043E3A"/>
    <w:rsid w:val="0004444B"/>
    <w:rsid w:val="000445DF"/>
    <w:rsid w:val="00045E3E"/>
    <w:rsid w:val="000515F4"/>
    <w:rsid w:val="0005266B"/>
    <w:rsid w:val="00052FE3"/>
    <w:rsid w:val="000534E2"/>
    <w:rsid w:val="00054E3D"/>
    <w:rsid w:val="00055407"/>
    <w:rsid w:val="00055A2A"/>
    <w:rsid w:val="00056F88"/>
    <w:rsid w:val="000572EE"/>
    <w:rsid w:val="00060E9A"/>
    <w:rsid w:val="00061323"/>
    <w:rsid w:val="00062C21"/>
    <w:rsid w:val="00063224"/>
    <w:rsid w:val="00063FF4"/>
    <w:rsid w:val="00064BAE"/>
    <w:rsid w:val="00067B91"/>
    <w:rsid w:val="00070299"/>
    <w:rsid w:val="00070363"/>
    <w:rsid w:val="000718BF"/>
    <w:rsid w:val="00072052"/>
    <w:rsid w:val="00073135"/>
    <w:rsid w:val="00073695"/>
    <w:rsid w:val="00073A82"/>
    <w:rsid w:val="00075FB9"/>
    <w:rsid w:val="00076679"/>
    <w:rsid w:val="00076861"/>
    <w:rsid w:val="00076EF2"/>
    <w:rsid w:val="00077626"/>
    <w:rsid w:val="00077A6D"/>
    <w:rsid w:val="0008077D"/>
    <w:rsid w:val="00080C99"/>
    <w:rsid w:val="0008204A"/>
    <w:rsid w:val="00083A73"/>
    <w:rsid w:val="0008417E"/>
    <w:rsid w:val="00084D3D"/>
    <w:rsid w:val="000852EA"/>
    <w:rsid w:val="00085E23"/>
    <w:rsid w:val="00086561"/>
    <w:rsid w:val="00086974"/>
    <w:rsid w:val="00087BBF"/>
    <w:rsid w:val="00090106"/>
    <w:rsid w:val="00090346"/>
    <w:rsid w:val="00090506"/>
    <w:rsid w:val="00090685"/>
    <w:rsid w:val="00090E6F"/>
    <w:rsid w:val="00094E1A"/>
    <w:rsid w:val="00094F1C"/>
    <w:rsid w:val="00095388"/>
    <w:rsid w:val="000958A7"/>
    <w:rsid w:val="00095AF9"/>
    <w:rsid w:val="000A019F"/>
    <w:rsid w:val="000A01F4"/>
    <w:rsid w:val="000A0DEE"/>
    <w:rsid w:val="000A1987"/>
    <w:rsid w:val="000A28B0"/>
    <w:rsid w:val="000A2A0E"/>
    <w:rsid w:val="000A2A2F"/>
    <w:rsid w:val="000A31C2"/>
    <w:rsid w:val="000A4287"/>
    <w:rsid w:val="000A5D85"/>
    <w:rsid w:val="000A7BAE"/>
    <w:rsid w:val="000A7D6E"/>
    <w:rsid w:val="000B0044"/>
    <w:rsid w:val="000B107C"/>
    <w:rsid w:val="000B18A7"/>
    <w:rsid w:val="000B2FC4"/>
    <w:rsid w:val="000B3FDC"/>
    <w:rsid w:val="000B3FDD"/>
    <w:rsid w:val="000B4EF4"/>
    <w:rsid w:val="000B54B1"/>
    <w:rsid w:val="000C01C3"/>
    <w:rsid w:val="000C0EAE"/>
    <w:rsid w:val="000C1001"/>
    <w:rsid w:val="000C123A"/>
    <w:rsid w:val="000C125D"/>
    <w:rsid w:val="000C213E"/>
    <w:rsid w:val="000C2250"/>
    <w:rsid w:val="000C3D6C"/>
    <w:rsid w:val="000C3E27"/>
    <w:rsid w:val="000C4998"/>
    <w:rsid w:val="000C58C2"/>
    <w:rsid w:val="000C7951"/>
    <w:rsid w:val="000D0137"/>
    <w:rsid w:val="000D1403"/>
    <w:rsid w:val="000D33E5"/>
    <w:rsid w:val="000D394E"/>
    <w:rsid w:val="000D3C57"/>
    <w:rsid w:val="000D5FE5"/>
    <w:rsid w:val="000D6160"/>
    <w:rsid w:val="000D77D7"/>
    <w:rsid w:val="000D791D"/>
    <w:rsid w:val="000E051B"/>
    <w:rsid w:val="000E10EB"/>
    <w:rsid w:val="000E12FD"/>
    <w:rsid w:val="000E16CD"/>
    <w:rsid w:val="000E1881"/>
    <w:rsid w:val="000E25F8"/>
    <w:rsid w:val="000E3E72"/>
    <w:rsid w:val="000E43DF"/>
    <w:rsid w:val="000E6909"/>
    <w:rsid w:val="000E740D"/>
    <w:rsid w:val="000E799E"/>
    <w:rsid w:val="000F07A1"/>
    <w:rsid w:val="000F0C59"/>
    <w:rsid w:val="000F115B"/>
    <w:rsid w:val="000F192F"/>
    <w:rsid w:val="000F1D3A"/>
    <w:rsid w:val="000F23B8"/>
    <w:rsid w:val="000F30CC"/>
    <w:rsid w:val="000F32E3"/>
    <w:rsid w:val="000F3AFC"/>
    <w:rsid w:val="000F3E8A"/>
    <w:rsid w:val="000F6F03"/>
    <w:rsid w:val="000F7251"/>
    <w:rsid w:val="000F744A"/>
    <w:rsid w:val="000F7FB1"/>
    <w:rsid w:val="00101579"/>
    <w:rsid w:val="00101EE5"/>
    <w:rsid w:val="00102233"/>
    <w:rsid w:val="00102730"/>
    <w:rsid w:val="0010428F"/>
    <w:rsid w:val="001045DD"/>
    <w:rsid w:val="00104806"/>
    <w:rsid w:val="001048E8"/>
    <w:rsid w:val="00105170"/>
    <w:rsid w:val="00105299"/>
    <w:rsid w:val="001053BA"/>
    <w:rsid w:val="001053CB"/>
    <w:rsid w:val="001058C8"/>
    <w:rsid w:val="00105B81"/>
    <w:rsid w:val="00105C0C"/>
    <w:rsid w:val="00106CCE"/>
    <w:rsid w:val="001127BF"/>
    <w:rsid w:val="00112B79"/>
    <w:rsid w:val="001138BA"/>
    <w:rsid w:val="00117167"/>
    <w:rsid w:val="0011762D"/>
    <w:rsid w:val="00120218"/>
    <w:rsid w:val="00120730"/>
    <w:rsid w:val="00120955"/>
    <w:rsid w:val="00120CB5"/>
    <w:rsid w:val="0012114B"/>
    <w:rsid w:val="001221E0"/>
    <w:rsid w:val="0012368F"/>
    <w:rsid w:val="00123F0D"/>
    <w:rsid w:val="00124AFB"/>
    <w:rsid w:val="001252E9"/>
    <w:rsid w:val="001253C3"/>
    <w:rsid w:val="0012570B"/>
    <w:rsid w:val="00125F20"/>
    <w:rsid w:val="00126006"/>
    <w:rsid w:val="001261C8"/>
    <w:rsid w:val="00126271"/>
    <w:rsid w:val="00127348"/>
    <w:rsid w:val="00127CDF"/>
    <w:rsid w:val="00127E8A"/>
    <w:rsid w:val="00130165"/>
    <w:rsid w:val="00130732"/>
    <w:rsid w:val="00131FB2"/>
    <w:rsid w:val="00132434"/>
    <w:rsid w:val="00132A61"/>
    <w:rsid w:val="001355DA"/>
    <w:rsid w:val="00135725"/>
    <w:rsid w:val="00135871"/>
    <w:rsid w:val="00135AAB"/>
    <w:rsid w:val="00136323"/>
    <w:rsid w:val="00136919"/>
    <w:rsid w:val="001370A3"/>
    <w:rsid w:val="0013776E"/>
    <w:rsid w:val="00137D79"/>
    <w:rsid w:val="0014082F"/>
    <w:rsid w:val="001415FB"/>
    <w:rsid w:val="00141B8E"/>
    <w:rsid w:val="001424FC"/>
    <w:rsid w:val="0014384E"/>
    <w:rsid w:val="00143E17"/>
    <w:rsid w:val="00145248"/>
    <w:rsid w:val="00145C68"/>
    <w:rsid w:val="00146A72"/>
    <w:rsid w:val="001479AF"/>
    <w:rsid w:val="00150074"/>
    <w:rsid w:val="001507B5"/>
    <w:rsid w:val="00150893"/>
    <w:rsid w:val="00150E74"/>
    <w:rsid w:val="00151953"/>
    <w:rsid w:val="00152BC7"/>
    <w:rsid w:val="00153819"/>
    <w:rsid w:val="00154467"/>
    <w:rsid w:val="0015476C"/>
    <w:rsid w:val="00155E78"/>
    <w:rsid w:val="00156018"/>
    <w:rsid w:val="001607D6"/>
    <w:rsid w:val="00160CA3"/>
    <w:rsid w:val="00160F9C"/>
    <w:rsid w:val="00161282"/>
    <w:rsid w:val="00162521"/>
    <w:rsid w:val="00162C79"/>
    <w:rsid w:val="00163F96"/>
    <w:rsid w:val="0016460E"/>
    <w:rsid w:val="00164816"/>
    <w:rsid w:val="00165226"/>
    <w:rsid w:val="00166124"/>
    <w:rsid w:val="00167013"/>
    <w:rsid w:val="00170D94"/>
    <w:rsid w:val="00170EC7"/>
    <w:rsid w:val="0017102C"/>
    <w:rsid w:val="001713DC"/>
    <w:rsid w:val="001717E5"/>
    <w:rsid w:val="00172F70"/>
    <w:rsid w:val="0017388A"/>
    <w:rsid w:val="00173F2C"/>
    <w:rsid w:val="00174FC1"/>
    <w:rsid w:val="00175372"/>
    <w:rsid w:val="00175A2F"/>
    <w:rsid w:val="00176E8A"/>
    <w:rsid w:val="001807EB"/>
    <w:rsid w:val="00180D98"/>
    <w:rsid w:val="001814BE"/>
    <w:rsid w:val="001823A2"/>
    <w:rsid w:val="0018285A"/>
    <w:rsid w:val="00184196"/>
    <w:rsid w:val="0018478F"/>
    <w:rsid w:val="00187D13"/>
    <w:rsid w:val="00187DCD"/>
    <w:rsid w:val="00187E7A"/>
    <w:rsid w:val="00187FCB"/>
    <w:rsid w:val="0019025D"/>
    <w:rsid w:val="00193329"/>
    <w:rsid w:val="001937BE"/>
    <w:rsid w:val="00193C5E"/>
    <w:rsid w:val="00194DD0"/>
    <w:rsid w:val="00194F00"/>
    <w:rsid w:val="001954E2"/>
    <w:rsid w:val="00195D96"/>
    <w:rsid w:val="0019607D"/>
    <w:rsid w:val="0019617C"/>
    <w:rsid w:val="00196545"/>
    <w:rsid w:val="00196645"/>
    <w:rsid w:val="00196D08"/>
    <w:rsid w:val="001971C9"/>
    <w:rsid w:val="00197A54"/>
    <w:rsid w:val="00197D21"/>
    <w:rsid w:val="001A02A2"/>
    <w:rsid w:val="001A16E3"/>
    <w:rsid w:val="001A2F37"/>
    <w:rsid w:val="001A3274"/>
    <w:rsid w:val="001A59A0"/>
    <w:rsid w:val="001A5C97"/>
    <w:rsid w:val="001A5FD8"/>
    <w:rsid w:val="001A63BF"/>
    <w:rsid w:val="001A6C39"/>
    <w:rsid w:val="001A6E0B"/>
    <w:rsid w:val="001A7386"/>
    <w:rsid w:val="001A743F"/>
    <w:rsid w:val="001B0B9A"/>
    <w:rsid w:val="001B1FF5"/>
    <w:rsid w:val="001B238C"/>
    <w:rsid w:val="001B2B6D"/>
    <w:rsid w:val="001B35EE"/>
    <w:rsid w:val="001B5213"/>
    <w:rsid w:val="001B5DF0"/>
    <w:rsid w:val="001B6686"/>
    <w:rsid w:val="001B7384"/>
    <w:rsid w:val="001B7B5D"/>
    <w:rsid w:val="001C04FA"/>
    <w:rsid w:val="001C05F1"/>
    <w:rsid w:val="001C0D16"/>
    <w:rsid w:val="001C20D8"/>
    <w:rsid w:val="001C2C57"/>
    <w:rsid w:val="001C3A54"/>
    <w:rsid w:val="001C4A1F"/>
    <w:rsid w:val="001C5739"/>
    <w:rsid w:val="001C6751"/>
    <w:rsid w:val="001C6A92"/>
    <w:rsid w:val="001C6C21"/>
    <w:rsid w:val="001D3300"/>
    <w:rsid w:val="001D3A38"/>
    <w:rsid w:val="001D4712"/>
    <w:rsid w:val="001D47C6"/>
    <w:rsid w:val="001D4E0F"/>
    <w:rsid w:val="001D57D6"/>
    <w:rsid w:val="001D583D"/>
    <w:rsid w:val="001D58C2"/>
    <w:rsid w:val="001D6236"/>
    <w:rsid w:val="001D6C5F"/>
    <w:rsid w:val="001D7F24"/>
    <w:rsid w:val="001D7F72"/>
    <w:rsid w:val="001E2226"/>
    <w:rsid w:val="001E34CC"/>
    <w:rsid w:val="001E3851"/>
    <w:rsid w:val="001E3DC4"/>
    <w:rsid w:val="001E3FFF"/>
    <w:rsid w:val="001E4328"/>
    <w:rsid w:val="001E47AB"/>
    <w:rsid w:val="001E5C29"/>
    <w:rsid w:val="001E61D0"/>
    <w:rsid w:val="001E66AC"/>
    <w:rsid w:val="001E7961"/>
    <w:rsid w:val="001F02AB"/>
    <w:rsid w:val="001F04F6"/>
    <w:rsid w:val="001F13A4"/>
    <w:rsid w:val="001F1C45"/>
    <w:rsid w:val="001F2429"/>
    <w:rsid w:val="001F2A08"/>
    <w:rsid w:val="001F31DF"/>
    <w:rsid w:val="001F33E5"/>
    <w:rsid w:val="001F3455"/>
    <w:rsid w:val="001F40D6"/>
    <w:rsid w:val="001F4A07"/>
    <w:rsid w:val="001F4EAC"/>
    <w:rsid w:val="001F64C8"/>
    <w:rsid w:val="001F7A11"/>
    <w:rsid w:val="001F7E62"/>
    <w:rsid w:val="0020079E"/>
    <w:rsid w:val="00200BF8"/>
    <w:rsid w:val="00201EDB"/>
    <w:rsid w:val="00202B4F"/>
    <w:rsid w:val="00203D75"/>
    <w:rsid w:val="00204298"/>
    <w:rsid w:val="00204342"/>
    <w:rsid w:val="00204788"/>
    <w:rsid w:val="00205970"/>
    <w:rsid w:val="00205F18"/>
    <w:rsid w:val="00205F8F"/>
    <w:rsid w:val="00206674"/>
    <w:rsid w:val="00207FFB"/>
    <w:rsid w:val="00210E23"/>
    <w:rsid w:val="00212DED"/>
    <w:rsid w:val="002138FD"/>
    <w:rsid w:val="00213AF6"/>
    <w:rsid w:val="00213DB2"/>
    <w:rsid w:val="002166F9"/>
    <w:rsid w:val="0021682C"/>
    <w:rsid w:val="0022073C"/>
    <w:rsid w:val="002219C5"/>
    <w:rsid w:val="0022206E"/>
    <w:rsid w:val="0022341F"/>
    <w:rsid w:val="00223A12"/>
    <w:rsid w:val="00223CB5"/>
    <w:rsid w:val="00224AF8"/>
    <w:rsid w:val="00224BF8"/>
    <w:rsid w:val="002262A7"/>
    <w:rsid w:val="002264B9"/>
    <w:rsid w:val="0022735C"/>
    <w:rsid w:val="00230B93"/>
    <w:rsid w:val="00233B38"/>
    <w:rsid w:val="0023408D"/>
    <w:rsid w:val="00234F0A"/>
    <w:rsid w:val="002359E6"/>
    <w:rsid w:val="0023740F"/>
    <w:rsid w:val="00237DFB"/>
    <w:rsid w:val="00240693"/>
    <w:rsid w:val="0024099B"/>
    <w:rsid w:val="00240D1A"/>
    <w:rsid w:val="00242866"/>
    <w:rsid w:val="00243BAF"/>
    <w:rsid w:val="00245917"/>
    <w:rsid w:val="0024732E"/>
    <w:rsid w:val="0024766C"/>
    <w:rsid w:val="0024769A"/>
    <w:rsid w:val="00247A01"/>
    <w:rsid w:val="00247D41"/>
    <w:rsid w:val="002502E0"/>
    <w:rsid w:val="00250BBE"/>
    <w:rsid w:val="00250D47"/>
    <w:rsid w:val="0025165B"/>
    <w:rsid w:val="00251954"/>
    <w:rsid w:val="002533F9"/>
    <w:rsid w:val="00254B24"/>
    <w:rsid w:val="002552B2"/>
    <w:rsid w:val="0025549E"/>
    <w:rsid w:val="00255BFA"/>
    <w:rsid w:val="002563B8"/>
    <w:rsid w:val="002565B7"/>
    <w:rsid w:val="002570BF"/>
    <w:rsid w:val="00257476"/>
    <w:rsid w:val="002600D3"/>
    <w:rsid w:val="0026077E"/>
    <w:rsid w:val="00260CBF"/>
    <w:rsid w:val="002613E6"/>
    <w:rsid w:val="00261AE4"/>
    <w:rsid w:val="002622E4"/>
    <w:rsid w:val="002638A5"/>
    <w:rsid w:val="00263E90"/>
    <w:rsid w:val="002648E5"/>
    <w:rsid w:val="00264E82"/>
    <w:rsid w:val="00266188"/>
    <w:rsid w:val="00266D6F"/>
    <w:rsid w:val="00266F37"/>
    <w:rsid w:val="002673FA"/>
    <w:rsid w:val="00267545"/>
    <w:rsid w:val="0027095C"/>
    <w:rsid w:val="002714F3"/>
    <w:rsid w:val="00272594"/>
    <w:rsid w:val="00272BCB"/>
    <w:rsid w:val="00272E0E"/>
    <w:rsid w:val="00273D07"/>
    <w:rsid w:val="0027597A"/>
    <w:rsid w:val="002761C5"/>
    <w:rsid w:val="0027659A"/>
    <w:rsid w:val="00276C8E"/>
    <w:rsid w:val="00276D2C"/>
    <w:rsid w:val="00277D2F"/>
    <w:rsid w:val="00280315"/>
    <w:rsid w:val="00280BC2"/>
    <w:rsid w:val="002811E3"/>
    <w:rsid w:val="00281546"/>
    <w:rsid w:val="00281DD2"/>
    <w:rsid w:val="002825E5"/>
    <w:rsid w:val="002831AD"/>
    <w:rsid w:val="00284AAD"/>
    <w:rsid w:val="00284E0C"/>
    <w:rsid w:val="002855C4"/>
    <w:rsid w:val="00285704"/>
    <w:rsid w:val="00287304"/>
    <w:rsid w:val="00287568"/>
    <w:rsid w:val="002875D9"/>
    <w:rsid w:val="0029003F"/>
    <w:rsid w:val="002901EE"/>
    <w:rsid w:val="00290232"/>
    <w:rsid w:val="002905ED"/>
    <w:rsid w:val="00290915"/>
    <w:rsid w:val="00290D29"/>
    <w:rsid w:val="00291AD7"/>
    <w:rsid w:val="00292D91"/>
    <w:rsid w:val="002932C7"/>
    <w:rsid w:val="00293831"/>
    <w:rsid w:val="00293AEF"/>
    <w:rsid w:val="002943DE"/>
    <w:rsid w:val="00295903"/>
    <w:rsid w:val="0029658C"/>
    <w:rsid w:val="00296D52"/>
    <w:rsid w:val="002A1345"/>
    <w:rsid w:val="002A1AF5"/>
    <w:rsid w:val="002A2740"/>
    <w:rsid w:val="002A5989"/>
    <w:rsid w:val="002A5BD4"/>
    <w:rsid w:val="002A638A"/>
    <w:rsid w:val="002A7185"/>
    <w:rsid w:val="002A718F"/>
    <w:rsid w:val="002A72AD"/>
    <w:rsid w:val="002A73C1"/>
    <w:rsid w:val="002A7C14"/>
    <w:rsid w:val="002A7C5C"/>
    <w:rsid w:val="002B06C9"/>
    <w:rsid w:val="002B1E88"/>
    <w:rsid w:val="002B1EF2"/>
    <w:rsid w:val="002B20A6"/>
    <w:rsid w:val="002B2350"/>
    <w:rsid w:val="002B2C98"/>
    <w:rsid w:val="002B2DF2"/>
    <w:rsid w:val="002B2EEA"/>
    <w:rsid w:val="002B3EC4"/>
    <w:rsid w:val="002B419D"/>
    <w:rsid w:val="002B4AC9"/>
    <w:rsid w:val="002B5288"/>
    <w:rsid w:val="002B6AB1"/>
    <w:rsid w:val="002B748C"/>
    <w:rsid w:val="002B75CF"/>
    <w:rsid w:val="002B7E41"/>
    <w:rsid w:val="002C0085"/>
    <w:rsid w:val="002C2E8D"/>
    <w:rsid w:val="002C40EF"/>
    <w:rsid w:val="002C4546"/>
    <w:rsid w:val="002C4B04"/>
    <w:rsid w:val="002C54AB"/>
    <w:rsid w:val="002C5D77"/>
    <w:rsid w:val="002C6562"/>
    <w:rsid w:val="002C727D"/>
    <w:rsid w:val="002C736B"/>
    <w:rsid w:val="002D08BB"/>
    <w:rsid w:val="002D093D"/>
    <w:rsid w:val="002D12D8"/>
    <w:rsid w:val="002D1D18"/>
    <w:rsid w:val="002D3AC2"/>
    <w:rsid w:val="002D3F44"/>
    <w:rsid w:val="002D48F9"/>
    <w:rsid w:val="002D4CF2"/>
    <w:rsid w:val="002D5D1E"/>
    <w:rsid w:val="002D658C"/>
    <w:rsid w:val="002D7546"/>
    <w:rsid w:val="002E01D3"/>
    <w:rsid w:val="002E0271"/>
    <w:rsid w:val="002E382E"/>
    <w:rsid w:val="002E39EC"/>
    <w:rsid w:val="002E45BD"/>
    <w:rsid w:val="002E4F65"/>
    <w:rsid w:val="002E5123"/>
    <w:rsid w:val="002E5646"/>
    <w:rsid w:val="002E5C07"/>
    <w:rsid w:val="002E5CF6"/>
    <w:rsid w:val="002E5DC2"/>
    <w:rsid w:val="002E6301"/>
    <w:rsid w:val="002E6FB1"/>
    <w:rsid w:val="002E7302"/>
    <w:rsid w:val="002F09DD"/>
    <w:rsid w:val="002F0DCC"/>
    <w:rsid w:val="002F0EFE"/>
    <w:rsid w:val="002F1E07"/>
    <w:rsid w:val="002F24F3"/>
    <w:rsid w:val="002F2A8B"/>
    <w:rsid w:val="002F32FA"/>
    <w:rsid w:val="002F33AB"/>
    <w:rsid w:val="002F3CA2"/>
    <w:rsid w:val="002F4455"/>
    <w:rsid w:val="002F6338"/>
    <w:rsid w:val="002F6D23"/>
    <w:rsid w:val="002F77DA"/>
    <w:rsid w:val="002F7B0F"/>
    <w:rsid w:val="0030002C"/>
    <w:rsid w:val="00301259"/>
    <w:rsid w:val="003022AF"/>
    <w:rsid w:val="00303205"/>
    <w:rsid w:val="00303D44"/>
    <w:rsid w:val="003058A0"/>
    <w:rsid w:val="00305A34"/>
    <w:rsid w:val="0030726B"/>
    <w:rsid w:val="00307D48"/>
    <w:rsid w:val="00307E9E"/>
    <w:rsid w:val="0031108F"/>
    <w:rsid w:val="0031220B"/>
    <w:rsid w:val="00312774"/>
    <w:rsid w:val="0031304D"/>
    <w:rsid w:val="003134AF"/>
    <w:rsid w:val="00313514"/>
    <w:rsid w:val="00313A8D"/>
    <w:rsid w:val="00313C12"/>
    <w:rsid w:val="003154A5"/>
    <w:rsid w:val="00315D54"/>
    <w:rsid w:val="00315F83"/>
    <w:rsid w:val="003169B9"/>
    <w:rsid w:val="00320786"/>
    <w:rsid w:val="00320A4E"/>
    <w:rsid w:val="00320C32"/>
    <w:rsid w:val="0032379C"/>
    <w:rsid w:val="003237E6"/>
    <w:rsid w:val="003249AC"/>
    <w:rsid w:val="00324C49"/>
    <w:rsid w:val="003253EF"/>
    <w:rsid w:val="0032581C"/>
    <w:rsid w:val="003269ED"/>
    <w:rsid w:val="00326F4C"/>
    <w:rsid w:val="00327C73"/>
    <w:rsid w:val="00327DCD"/>
    <w:rsid w:val="00331867"/>
    <w:rsid w:val="00331F9A"/>
    <w:rsid w:val="0033644C"/>
    <w:rsid w:val="00336A75"/>
    <w:rsid w:val="00336F29"/>
    <w:rsid w:val="00337212"/>
    <w:rsid w:val="00341029"/>
    <w:rsid w:val="00342601"/>
    <w:rsid w:val="00343831"/>
    <w:rsid w:val="00350550"/>
    <w:rsid w:val="003522C9"/>
    <w:rsid w:val="00352494"/>
    <w:rsid w:val="0035253F"/>
    <w:rsid w:val="003526C8"/>
    <w:rsid w:val="00352820"/>
    <w:rsid w:val="00352EDD"/>
    <w:rsid w:val="00352FB6"/>
    <w:rsid w:val="003530A0"/>
    <w:rsid w:val="00353840"/>
    <w:rsid w:val="00354214"/>
    <w:rsid w:val="00354EB7"/>
    <w:rsid w:val="0035524E"/>
    <w:rsid w:val="00355BC6"/>
    <w:rsid w:val="00355F1A"/>
    <w:rsid w:val="00355F20"/>
    <w:rsid w:val="003560D0"/>
    <w:rsid w:val="003575BE"/>
    <w:rsid w:val="00357F6D"/>
    <w:rsid w:val="00360D19"/>
    <w:rsid w:val="0036112A"/>
    <w:rsid w:val="003620E5"/>
    <w:rsid w:val="00362697"/>
    <w:rsid w:val="003638A0"/>
    <w:rsid w:val="00363FD6"/>
    <w:rsid w:val="00364396"/>
    <w:rsid w:val="0036531F"/>
    <w:rsid w:val="00365C19"/>
    <w:rsid w:val="00371051"/>
    <w:rsid w:val="00371A4D"/>
    <w:rsid w:val="00372251"/>
    <w:rsid w:val="00372951"/>
    <w:rsid w:val="003729E0"/>
    <w:rsid w:val="003730F1"/>
    <w:rsid w:val="00373496"/>
    <w:rsid w:val="00374D18"/>
    <w:rsid w:val="00376F18"/>
    <w:rsid w:val="00377405"/>
    <w:rsid w:val="00377735"/>
    <w:rsid w:val="00380286"/>
    <w:rsid w:val="00380B2D"/>
    <w:rsid w:val="0038105F"/>
    <w:rsid w:val="003811A1"/>
    <w:rsid w:val="00381A09"/>
    <w:rsid w:val="00381B7A"/>
    <w:rsid w:val="00383DA2"/>
    <w:rsid w:val="003844D7"/>
    <w:rsid w:val="00384D93"/>
    <w:rsid w:val="003852F7"/>
    <w:rsid w:val="003856BE"/>
    <w:rsid w:val="00385B42"/>
    <w:rsid w:val="00385F67"/>
    <w:rsid w:val="00386069"/>
    <w:rsid w:val="00386E7A"/>
    <w:rsid w:val="00387834"/>
    <w:rsid w:val="0038790C"/>
    <w:rsid w:val="00387B17"/>
    <w:rsid w:val="00387EC2"/>
    <w:rsid w:val="00390316"/>
    <w:rsid w:val="00390A58"/>
    <w:rsid w:val="00390AEB"/>
    <w:rsid w:val="00390EBE"/>
    <w:rsid w:val="0039175C"/>
    <w:rsid w:val="00392059"/>
    <w:rsid w:val="00392A0A"/>
    <w:rsid w:val="00392C3A"/>
    <w:rsid w:val="00392DAB"/>
    <w:rsid w:val="003935AA"/>
    <w:rsid w:val="0039379F"/>
    <w:rsid w:val="003947AE"/>
    <w:rsid w:val="00394C7C"/>
    <w:rsid w:val="00395719"/>
    <w:rsid w:val="00395899"/>
    <w:rsid w:val="00397746"/>
    <w:rsid w:val="003A0258"/>
    <w:rsid w:val="003A0615"/>
    <w:rsid w:val="003A0904"/>
    <w:rsid w:val="003A12E9"/>
    <w:rsid w:val="003A29E0"/>
    <w:rsid w:val="003A2C41"/>
    <w:rsid w:val="003A3E01"/>
    <w:rsid w:val="003A3E81"/>
    <w:rsid w:val="003A4086"/>
    <w:rsid w:val="003A46DD"/>
    <w:rsid w:val="003A4FEA"/>
    <w:rsid w:val="003A51CB"/>
    <w:rsid w:val="003A544A"/>
    <w:rsid w:val="003A600F"/>
    <w:rsid w:val="003A68C0"/>
    <w:rsid w:val="003A78C3"/>
    <w:rsid w:val="003A7E55"/>
    <w:rsid w:val="003A7F84"/>
    <w:rsid w:val="003B1C01"/>
    <w:rsid w:val="003B296A"/>
    <w:rsid w:val="003B3F54"/>
    <w:rsid w:val="003B403E"/>
    <w:rsid w:val="003B40A6"/>
    <w:rsid w:val="003B4B04"/>
    <w:rsid w:val="003B6E22"/>
    <w:rsid w:val="003C1036"/>
    <w:rsid w:val="003C15B9"/>
    <w:rsid w:val="003C17BC"/>
    <w:rsid w:val="003C190E"/>
    <w:rsid w:val="003C2043"/>
    <w:rsid w:val="003C25BB"/>
    <w:rsid w:val="003C49F9"/>
    <w:rsid w:val="003C4B44"/>
    <w:rsid w:val="003C530C"/>
    <w:rsid w:val="003C5682"/>
    <w:rsid w:val="003C74A0"/>
    <w:rsid w:val="003C7B87"/>
    <w:rsid w:val="003D0DE5"/>
    <w:rsid w:val="003D1F4E"/>
    <w:rsid w:val="003D1F80"/>
    <w:rsid w:val="003D3187"/>
    <w:rsid w:val="003D31DB"/>
    <w:rsid w:val="003D4B69"/>
    <w:rsid w:val="003D4FB6"/>
    <w:rsid w:val="003D6228"/>
    <w:rsid w:val="003D6591"/>
    <w:rsid w:val="003D6597"/>
    <w:rsid w:val="003D690B"/>
    <w:rsid w:val="003D6D5E"/>
    <w:rsid w:val="003D7A92"/>
    <w:rsid w:val="003E00E2"/>
    <w:rsid w:val="003E0B5F"/>
    <w:rsid w:val="003E19A2"/>
    <w:rsid w:val="003E32A7"/>
    <w:rsid w:val="003E36AB"/>
    <w:rsid w:val="003E38BD"/>
    <w:rsid w:val="003E4F6B"/>
    <w:rsid w:val="003E6500"/>
    <w:rsid w:val="003F023C"/>
    <w:rsid w:val="003F0335"/>
    <w:rsid w:val="003F0D4B"/>
    <w:rsid w:val="003F1548"/>
    <w:rsid w:val="003F1C98"/>
    <w:rsid w:val="003F36AF"/>
    <w:rsid w:val="003F3954"/>
    <w:rsid w:val="003F3CFA"/>
    <w:rsid w:val="003F56AD"/>
    <w:rsid w:val="003F6647"/>
    <w:rsid w:val="003F72D6"/>
    <w:rsid w:val="003F7C1E"/>
    <w:rsid w:val="004006FC"/>
    <w:rsid w:val="004026AD"/>
    <w:rsid w:val="00402B82"/>
    <w:rsid w:val="00403D60"/>
    <w:rsid w:val="00404B21"/>
    <w:rsid w:val="0040646D"/>
    <w:rsid w:val="00406B05"/>
    <w:rsid w:val="004076C8"/>
    <w:rsid w:val="004078C0"/>
    <w:rsid w:val="004078C2"/>
    <w:rsid w:val="00410BC7"/>
    <w:rsid w:val="00411850"/>
    <w:rsid w:val="00411ED8"/>
    <w:rsid w:val="004142F6"/>
    <w:rsid w:val="00415508"/>
    <w:rsid w:val="00415877"/>
    <w:rsid w:val="004159AD"/>
    <w:rsid w:val="00415BB9"/>
    <w:rsid w:val="00416014"/>
    <w:rsid w:val="00416C3B"/>
    <w:rsid w:val="00417980"/>
    <w:rsid w:val="00417B64"/>
    <w:rsid w:val="00420983"/>
    <w:rsid w:val="004226A6"/>
    <w:rsid w:val="00422CDC"/>
    <w:rsid w:val="0042410B"/>
    <w:rsid w:val="004246C5"/>
    <w:rsid w:val="00424972"/>
    <w:rsid w:val="00424A0C"/>
    <w:rsid w:val="00424ABD"/>
    <w:rsid w:val="00424D90"/>
    <w:rsid w:val="00425A24"/>
    <w:rsid w:val="00427338"/>
    <w:rsid w:val="00427A30"/>
    <w:rsid w:val="00427D4C"/>
    <w:rsid w:val="00430345"/>
    <w:rsid w:val="00430EBA"/>
    <w:rsid w:val="00431D49"/>
    <w:rsid w:val="00432624"/>
    <w:rsid w:val="0043268D"/>
    <w:rsid w:val="0043354B"/>
    <w:rsid w:val="00434298"/>
    <w:rsid w:val="004372B5"/>
    <w:rsid w:val="00440B13"/>
    <w:rsid w:val="00441E57"/>
    <w:rsid w:val="00441E8F"/>
    <w:rsid w:val="00442EB1"/>
    <w:rsid w:val="0044308D"/>
    <w:rsid w:val="00444BF5"/>
    <w:rsid w:val="00445AE7"/>
    <w:rsid w:val="00445B00"/>
    <w:rsid w:val="00446438"/>
    <w:rsid w:val="00447B91"/>
    <w:rsid w:val="004500D2"/>
    <w:rsid w:val="0045087F"/>
    <w:rsid w:val="00451C20"/>
    <w:rsid w:val="00451D6E"/>
    <w:rsid w:val="00451DA8"/>
    <w:rsid w:val="00453A5E"/>
    <w:rsid w:val="00453A63"/>
    <w:rsid w:val="0045434D"/>
    <w:rsid w:val="0045467F"/>
    <w:rsid w:val="004608FB"/>
    <w:rsid w:val="00461EEB"/>
    <w:rsid w:val="00462154"/>
    <w:rsid w:val="00462242"/>
    <w:rsid w:val="0046452B"/>
    <w:rsid w:val="004648AD"/>
    <w:rsid w:val="00464F8C"/>
    <w:rsid w:val="00466E4D"/>
    <w:rsid w:val="00467509"/>
    <w:rsid w:val="00470D7D"/>
    <w:rsid w:val="00473585"/>
    <w:rsid w:val="00473853"/>
    <w:rsid w:val="00473F48"/>
    <w:rsid w:val="00474A7E"/>
    <w:rsid w:val="00475D55"/>
    <w:rsid w:val="004766F3"/>
    <w:rsid w:val="004774C2"/>
    <w:rsid w:val="00477569"/>
    <w:rsid w:val="004779A8"/>
    <w:rsid w:val="0048191C"/>
    <w:rsid w:val="00482039"/>
    <w:rsid w:val="00482C58"/>
    <w:rsid w:val="0048379D"/>
    <w:rsid w:val="00484CDE"/>
    <w:rsid w:val="004867CC"/>
    <w:rsid w:val="00486F59"/>
    <w:rsid w:val="00487330"/>
    <w:rsid w:val="00490151"/>
    <w:rsid w:val="00490455"/>
    <w:rsid w:val="00490671"/>
    <w:rsid w:val="004906C0"/>
    <w:rsid w:val="004916BA"/>
    <w:rsid w:val="00491A52"/>
    <w:rsid w:val="00491CB6"/>
    <w:rsid w:val="00493156"/>
    <w:rsid w:val="00494768"/>
    <w:rsid w:val="00494CA1"/>
    <w:rsid w:val="004955A6"/>
    <w:rsid w:val="00495811"/>
    <w:rsid w:val="0049583F"/>
    <w:rsid w:val="004966A7"/>
    <w:rsid w:val="00497853"/>
    <w:rsid w:val="004A0352"/>
    <w:rsid w:val="004A0429"/>
    <w:rsid w:val="004A0685"/>
    <w:rsid w:val="004A1D63"/>
    <w:rsid w:val="004A3CB0"/>
    <w:rsid w:val="004A4C32"/>
    <w:rsid w:val="004A5683"/>
    <w:rsid w:val="004A59B2"/>
    <w:rsid w:val="004A649B"/>
    <w:rsid w:val="004A6812"/>
    <w:rsid w:val="004A704F"/>
    <w:rsid w:val="004A75E9"/>
    <w:rsid w:val="004A7BCD"/>
    <w:rsid w:val="004B0576"/>
    <w:rsid w:val="004B0E0B"/>
    <w:rsid w:val="004B267C"/>
    <w:rsid w:val="004B283B"/>
    <w:rsid w:val="004B331D"/>
    <w:rsid w:val="004B36B2"/>
    <w:rsid w:val="004B37B3"/>
    <w:rsid w:val="004B42B4"/>
    <w:rsid w:val="004B4FE9"/>
    <w:rsid w:val="004B62F8"/>
    <w:rsid w:val="004B6F70"/>
    <w:rsid w:val="004C008B"/>
    <w:rsid w:val="004C015E"/>
    <w:rsid w:val="004C0C11"/>
    <w:rsid w:val="004C1085"/>
    <w:rsid w:val="004C1965"/>
    <w:rsid w:val="004C2299"/>
    <w:rsid w:val="004C2F4F"/>
    <w:rsid w:val="004C46F9"/>
    <w:rsid w:val="004C56E8"/>
    <w:rsid w:val="004C5DF0"/>
    <w:rsid w:val="004C65BA"/>
    <w:rsid w:val="004C6DE1"/>
    <w:rsid w:val="004C795B"/>
    <w:rsid w:val="004D00E5"/>
    <w:rsid w:val="004D01BE"/>
    <w:rsid w:val="004D0563"/>
    <w:rsid w:val="004D1561"/>
    <w:rsid w:val="004D2D4C"/>
    <w:rsid w:val="004D41D1"/>
    <w:rsid w:val="004D5E98"/>
    <w:rsid w:val="004D6390"/>
    <w:rsid w:val="004D6D8E"/>
    <w:rsid w:val="004D7110"/>
    <w:rsid w:val="004D72EB"/>
    <w:rsid w:val="004D7BFC"/>
    <w:rsid w:val="004E025C"/>
    <w:rsid w:val="004E09E9"/>
    <w:rsid w:val="004E157B"/>
    <w:rsid w:val="004E2910"/>
    <w:rsid w:val="004E30C1"/>
    <w:rsid w:val="004E31BD"/>
    <w:rsid w:val="004E3FDF"/>
    <w:rsid w:val="004E4A6F"/>
    <w:rsid w:val="004E5D0D"/>
    <w:rsid w:val="004E6074"/>
    <w:rsid w:val="004E62F7"/>
    <w:rsid w:val="004E7408"/>
    <w:rsid w:val="004E74F1"/>
    <w:rsid w:val="004E7A98"/>
    <w:rsid w:val="004F0208"/>
    <w:rsid w:val="004F026E"/>
    <w:rsid w:val="004F1200"/>
    <w:rsid w:val="004F1BFD"/>
    <w:rsid w:val="004F1FA2"/>
    <w:rsid w:val="004F20CE"/>
    <w:rsid w:val="004F248D"/>
    <w:rsid w:val="004F28D6"/>
    <w:rsid w:val="004F380C"/>
    <w:rsid w:val="004F3FD0"/>
    <w:rsid w:val="004F4040"/>
    <w:rsid w:val="004F4DE4"/>
    <w:rsid w:val="004F7899"/>
    <w:rsid w:val="005008D9"/>
    <w:rsid w:val="00500AB7"/>
    <w:rsid w:val="00500CF0"/>
    <w:rsid w:val="00501F2F"/>
    <w:rsid w:val="00504938"/>
    <w:rsid w:val="005059B3"/>
    <w:rsid w:val="00505ABD"/>
    <w:rsid w:val="00505E7A"/>
    <w:rsid w:val="005072E4"/>
    <w:rsid w:val="00510272"/>
    <w:rsid w:val="005103CD"/>
    <w:rsid w:val="00511790"/>
    <w:rsid w:val="00511A45"/>
    <w:rsid w:val="00512D66"/>
    <w:rsid w:val="00513E65"/>
    <w:rsid w:val="00514425"/>
    <w:rsid w:val="0051455B"/>
    <w:rsid w:val="0051495D"/>
    <w:rsid w:val="005155C7"/>
    <w:rsid w:val="00516E0B"/>
    <w:rsid w:val="00516EA3"/>
    <w:rsid w:val="0051778A"/>
    <w:rsid w:val="0052102B"/>
    <w:rsid w:val="00522208"/>
    <w:rsid w:val="00522486"/>
    <w:rsid w:val="005247E8"/>
    <w:rsid w:val="00524C7D"/>
    <w:rsid w:val="00526FCD"/>
    <w:rsid w:val="005273B9"/>
    <w:rsid w:val="0053010D"/>
    <w:rsid w:val="005309B9"/>
    <w:rsid w:val="005316CE"/>
    <w:rsid w:val="00532456"/>
    <w:rsid w:val="00532C76"/>
    <w:rsid w:val="00533665"/>
    <w:rsid w:val="0053442D"/>
    <w:rsid w:val="0053444C"/>
    <w:rsid w:val="00534580"/>
    <w:rsid w:val="0053494C"/>
    <w:rsid w:val="005362BB"/>
    <w:rsid w:val="005369D6"/>
    <w:rsid w:val="00536AD6"/>
    <w:rsid w:val="005373F8"/>
    <w:rsid w:val="00537774"/>
    <w:rsid w:val="005404F8"/>
    <w:rsid w:val="00540729"/>
    <w:rsid w:val="0054083E"/>
    <w:rsid w:val="00540C09"/>
    <w:rsid w:val="005411BC"/>
    <w:rsid w:val="00541BA6"/>
    <w:rsid w:val="00542D26"/>
    <w:rsid w:val="00543881"/>
    <w:rsid w:val="00543C5D"/>
    <w:rsid w:val="00543DD6"/>
    <w:rsid w:val="00544CC3"/>
    <w:rsid w:val="00546168"/>
    <w:rsid w:val="00546506"/>
    <w:rsid w:val="00546F6B"/>
    <w:rsid w:val="005506FF"/>
    <w:rsid w:val="005513FF"/>
    <w:rsid w:val="00551FB5"/>
    <w:rsid w:val="00552136"/>
    <w:rsid w:val="0055462B"/>
    <w:rsid w:val="005556DC"/>
    <w:rsid w:val="0055586F"/>
    <w:rsid w:val="00555D62"/>
    <w:rsid w:val="00556B10"/>
    <w:rsid w:val="00557238"/>
    <w:rsid w:val="00560848"/>
    <w:rsid w:val="00561A0E"/>
    <w:rsid w:val="00562BCC"/>
    <w:rsid w:val="00563539"/>
    <w:rsid w:val="0056397F"/>
    <w:rsid w:val="005648DB"/>
    <w:rsid w:val="00564AA9"/>
    <w:rsid w:val="00564BBF"/>
    <w:rsid w:val="00564F41"/>
    <w:rsid w:val="00566AA8"/>
    <w:rsid w:val="00566F16"/>
    <w:rsid w:val="005708CA"/>
    <w:rsid w:val="00571551"/>
    <w:rsid w:val="00571A43"/>
    <w:rsid w:val="00572C7F"/>
    <w:rsid w:val="00575B34"/>
    <w:rsid w:val="005763B6"/>
    <w:rsid w:val="00576ADF"/>
    <w:rsid w:val="005771A4"/>
    <w:rsid w:val="00577F48"/>
    <w:rsid w:val="005802F1"/>
    <w:rsid w:val="00580C4D"/>
    <w:rsid w:val="005811D1"/>
    <w:rsid w:val="00584A7B"/>
    <w:rsid w:val="0058541B"/>
    <w:rsid w:val="00585996"/>
    <w:rsid w:val="005869A5"/>
    <w:rsid w:val="00586BFA"/>
    <w:rsid w:val="00590E50"/>
    <w:rsid w:val="00590FD4"/>
    <w:rsid w:val="00591447"/>
    <w:rsid w:val="0059144E"/>
    <w:rsid w:val="00591F8D"/>
    <w:rsid w:val="00592BD7"/>
    <w:rsid w:val="00593639"/>
    <w:rsid w:val="00593DAA"/>
    <w:rsid w:val="00594293"/>
    <w:rsid w:val="005949D9"/>
    <w:rsid w:val="00594EF9"/>
    <w:rsid w:val="00595E83"/>
    <w:rsid w:val="00596893"/>
    <w:rsid w:val="00597802"/>
    <w:rsid w:val="005979F8"/>
    <w:rsid w:val="00597D4E"/>
    <w:rsid w:val="005A0F88"/>
    <w:rsid w:val="005A2B34"/>
    <w:rsid w:val="005A3042"/>
    <w:rsid w:val="005A33E9"/>
    <w:rsid w:val="005A3D69"/>
    <w:rsid w:val="005A3ED9"/>
    <w:rsid w:val="005A420A"/>
    <w:rsid w:val="005A5204"/>
    <w:rsid w:val="005A5FDB"/>
    <w:rsid w:val="005A6126"/>
    <w:rsid w:val="005A69E9"/>
    <w:rsid w:val="005B0215"/>
    <w:rsid w:val="005B0BF9"/>
    <w:rsid w:val="005B22F5"/>
    <w:rsid w:val="005B23D9"/>
    <w:rsid w:val="005B350D"/>
    <w:rsid w:val="005B40E2"/>
    <w:rsid w:val="005B46DB"/>
    <w:rsid w:val="005B4938"/>
    <w:rsid w:val="005B5406"/>
    <w:rsid w:val="005C018B"/>
    <w:rsid w:val="005C0667"/>
    <w:rsid w:val="005C1530"/>
    <w:rsid w:val="005C2990"/>
    <w:rsid w:val="005C4FA3"/>
    <w:rsid w:val="005C5870"/>
    <w:rsid w:val="005C59AF"/>
    <w:rsid w:val="005C6BA8"/>
    <w:rsid w:val="005C70DE"/>
    <w:rsid w:val="005C7311"/>
    <w:rsid w:val="005D0E3F"/>
    <w:rsid w:val="005D1425"/>
    <w:rsid w:val="005D169F"/>
    <w:rsid w:val="005D3083"/>
    <w:rsid w:val="005D339C"/>
    <w:rsid w:val="005D340A"/>
    <w:rsid w:val="005D355D"/>
    <w:rsid w:val="005D4294"/>
    <w:rsid w:val="005D4A2F"/>
    <w:rsid w:val="005D4F2A"/>
    <w:rsid w:val="005D6988"/>
    <w:rsid w:val="005D79C3"/>
    <w:rsid w:val="005D7BD9"/>
    <w:rsid w:val="005E075E"/>
    <w:rsid w:val="005E0870"/>
    <w:rsid w:val="005E1CD1"/>
    <w:rsid w:val="005E429F"/>
    <w:rsid w:val="005E4C0A"/>
    <w:rsid w:val="005E5204"/>
    <w:rsid w:val="005E5C34"/>
    <w:rsid w:val="005E5FD7"/>
    <w:rsid w:val="005E6975"/>
    <w:rsid w:val="005E723D"/>
    <w:rsid w:val="005E7A24"/>
    <w:rsid w:val="005F0240"/>
    <w:rsid w:val="005F2BDA"/>
    <w:rsid w:val="005F32D0"/>
    <w:rsid w:val="005F3E95"/>
    <w:rsid w:val="005F4990"/>
    <w:rsid w:val="005F55A8"/>
    <w:rsid w:val="005F57F9"/>
    <w:rsid w:val="005F5A74"/>
    <w:rsid w:val="005F5C44"/>
    <w:rsid w:val="005F5E2C"/>
    <w:rsid w:val="005F61E9"/>
    <w:rsid w:val="005F7812"/>
    <w:rsid w:val="006005AA"/>
    <w:rsid w:val="00600BE4"/>
    <w:rsid w:val="0060142F"/>
    <w:rsid w:val="00601A55"/>
    <w:rsid w:val="00603704"/>
    <w:rsid w:val="006038C6"/>
    <w:rsid w:val="00604C7C"/>
    <w:rsid w:val="00604CAA"/>
    <w:rsid w:val="00604DF1"/>
    <w:rsid w:val="00605100"/>
    <w:rsid w:val="006055EC"/>
    <w:rsid w:val="00605A39"/>
    <w:rsid w:val="00607265"/>
    <w:rsid w:val="00607390"/>
    <w:rsid w:val="00610203"/>
    <w:rsid w:val="006107D2"/>
    <w:rsid w:val="006107F0"/>
    <w:rsid w:val="00611B47"/>
    <w:rsid w:val="00612102"/>
    <w:rsid w:val="006144DF"/>
    <w:rsid w:val="006148CD"/>
    <w:rsid w:val="00616042"/>
    <w:rsid w:val="0061625C"/>
    <w:rsid w:val="00620306"/>
    <w:rsid w:val="00620559"/>
    <w:rsid w:val="006205FA"/>
    <w:rsid w:val="00620812"/>
    <w:rsid w:val="0062185D"/>
    <w:rsid w:val="006226BD"/>
    <w:rsid w:val="00622AE5"/>
    <w:rsid w:val="006240A7"/>
    <w:rsid w:val="006241F7"/>
    <w:rsid w:val="006242BA"/>
    <w:rsid w:val="006260B0"/>
    <w:rsid w:val="006262D0"/>
    <w:rsid w:val="006273BF"/>
    <w:rsid w:val="00630355"/>
    <w:rsid w:val="00630603"/>
    <w:rsid w:val="006310F5"/>
    <w:rsid w:val="00631690"/>
    <w:rsid w:val="00631887"/>
    <w:rsid w:val="00631B23"/>
    <w:rsid w:val="00631DCF"/>
    <w:rsid w:val="0063213B"/>
    <w:rsid w:val="00633568"/>
    <w:rsid w:val="00633EAA"/>
    <w:rsid w:val="00634040"/>
    <w:rsid w:val="0063429C"/>
    <w:rsid w:val="00635021"/>
    <w:rsid w:val="006365D9"/>
    <w:rsid w:val="00637558"/>
    <w:rsid w:val="0063763B"/>
    <w:rsid w:val="00642E38"/>
    <w:rsid w:val="0064351E"/>
    <w:rsid w:val="006441AE"/>
    <w:rsid w:val="00644314"/>
    <w:rsid w:val="0064431D"/>
    <w:rsid w:val="00644816"/>
    <w:rsid w:val="00644C46"/>
    <w:rsid w:val="00644F58"/>
    <w:rsid w:val="00645762"/>
    <w:rsid w:val="0064593D"/>
    <w:rsid w:val="006469D5"/>
    <w:rsid w:val="006473C0"/>
    <w:rsid w:val="006504F2"/>
    <w:rsid w:val="006512E3"/>
    <w:rsid w:val="006532BA"/>
    <w:rsid w:val="00653980"/>
    <w:rsid w:val="00653AC5"/>
    <w:rsid w:val="00653C1A"/>
    <w:rsid w:val="00654559"/>
    <w:rsid w:val="00654CAB"/>
    <w:rsid w:val="006550BE"/>
    <w:rsid w:val="00655316"/>
    <w:rsid w:val="00655489"/>
    <w:rsid w:val="00655CA3"/>
    <w:rsid w:val="00656345"/>
    <w:rsid w:val="006564DB"/>
    <w:rsid w:val="00656A3B"/>
    <w:rsid w:val="0065741A"/>
    <w:rsid w:val="006601DB"/>
    <w:rsid w:val="006612F6"/>
    <w:rsid w:val="00662CC0"/>
    <w:rsid w:val="0066402A"/>
    <w:rsid w:val="006645CA"/>
    <w:rsid w:val="00665905"/>
    <w:rsid w:val="00665F1B"/>
    <w:rsid w:val="00670364"/>
    <w:rsid w:val="0067185E"/>
    <w:rsid w:val="00673C3B"/>
    <w:rsid w:val="00673CB5"/>
    <w:rsid w:val="00675CA6"/>
    <w:rsid w:val="00676127"/>
    <w:rsid w:val="00676141"/>
    <w:rsid w:val="0067718B"/>
    <w:rsid w:val="00681D24"/>
    <w:rsid w:val="0068401D"/>
    <w:rsid w:val="00684692"/>
    <w:rsid w:val="006872E1"/>
    <w:rsid w:val="00690218"/>
    <w:rsid w:val="00690E45"/>
    <w:rsid w:val="00691B0C"/>
    <w:rsid w:val="00692A67"/>
    <w:rsid w:val="0069691E"/>
    <w:rsid w:val="00696A1C"/>
    <w:rsid w:val="006976B8"/>
    <w:rsid w:val="006978EC"/>
    <w:rsid w:val="006A079D"/>
    <w:rsid w:val="006A0F57"/>
    <w:rsid w:val="006A3141"/>
    <w:rsid w:val="006A49F0"/>
    <w:rsid w:val="006A4D2B"/>
    <w:rsid w:val="006A582E"/>
    <w:rsid w:val="006A5E47"/>
    <w:rsid w:val="006A62E5"/>
    <w:rsid w:val="006A67D6"/>
    <w:rsid w:val="006A6945"/>
    <w:rsid w:val="006A6A47"/>
    <w:rsid w:val="006A6DA0"/>
    <w:rsid w:val="006A73C5"/>
    <w:rsid w:val="006A776D"/>
    <w:rsid w:val="006B0AFF"/>
    <w:rsid w:val="006B1DD9"/>
    <w:rsid w:val="006B2BC1"/>
    <w:rsid w:val="006B3C8E"/>
    <w:rsid w:val="006B449F"/>
    <w:rsid w:val="006B46CE"/>
    <w:rsid w:val="006B4946"/>
    <w:rsid w:val="006B5F1B"/>
    <w:rsid w:val="006B7B17"/>
    <w:rsid w:val="006C0E7C"/>
    <w:rsid w:val="006C2676"/>
    <w:rsid w:val="006C2C1B"/>
    <w:rsid w:val="006C4B96"/>
    <w:rsid w:val="006C4ED0"/>
    <w:rsid w:val="006C73D0"/>
    <w:rsid w:val="006D0F85"/>
    <w:rsid w:val="006D0F9D"/>
    <w:rsid w:val="006D1135"/>
    <w:rsid w:val="006D11DF"/>
    <w:rsid w:val="006D2D05"/>
    <w:rsid w:val="006D3239"/>
    <w:rsid w:val="006D4C81"/>
    <w:rsid w:val="006D7B5A"/>
    <w:rsid w:val="006E0059"/>
    <w:rsid w:val="006E016A"/>
    <w:rsid w:val="006E0B63"/>
    <w:rsid w:val="006E0E7C"/>
    <w:rsid w:val="006E12ED"/>
    <w:rsid w:val="006E152A"/>
    <w:rsid w:val="006E26A2"/>
    <w:rsid w:val="006E3511"/>
    <w:rsid w:val="006E4637"/>
    <w:rsid w:val="006E4723"/>
    <w:rsid w:val="006E5772"/>
    <w:rsid w:val="006E592B"/>
    <w:rsid w:val="006E5CCE"/>
    <w:rsid w:val="006E6DF1"/>
    <w:rsid w:val="006E7322"/>
    <w:rsid w:val="006E78DB"/>
    <w:rsid w:val="006E7922"/>
    <w:rsid w:val="006E7E07"/>
    <w:rsid w:val="006F020A"/>
    <w:rsid w:val="006F03C5"/>
    <w:rsid w:val="006F0DE2"/>
    <w:rsid w:val="006F1C96"/>
    <w:rsid w:val="006F23AE"/>
    <w:rsid w:val="006F32AA"/>
    <w:rsid w:val="006F3942"/>
    <w:rsid w:val="006F3A87"/>
    <w:rsid w:val="006F488F"/>
    <w:rsid w:val="006F5BA5"/>
    <w:rsid w:val="006F625C"/>
    <w:rsid w:val="006F6810"/>
    <w:rsid w:val="006F69F9"/>
    <w:rsid w:val="006F6FE3"/>
    <w:rsid w:val="006F7893"/>
    <w:rsid w:val="006F7CA0"/>
    <w:rsid w:val="007000C7"/>
    <w:rsid w:val="0070067C"/>
    <w:rsid w:val="00700CCC"/>
    <w:rsid w:val="007023D1"/>
    <w:rsid w:val="00702B8F"/>
    <w:rsid w:val="0070331E"/>
    <w:rsid w:val="00703503"/>
    <w:rsid w:val="00704629"/>
    <w:rsid w:val="00704788"/>
    <w:rsid w:val="00706D4B"/>
    <w:rsid w:val="00707421"/>
    <w:rsid w:val="00710004"/>
    <w:rsid w:val="00711458"/>
    <w:rsid w:val="00711508"/>
    <w:rsid w:val="00712B48"/>
    <w:rsid w:val="007138DF"/>
    <w:rsid w:val="0071467B"/>
    <w:rsid w:val="00714695"/>
    <w:rsid w:val="007146BD"/>
    <w:rsid w:val="00715717"/>
    <w:rsid w:val="007164CA"/>
    <w:rsid w:val="0071763C"/>
    <w:rsid w:val="00720A8D"/>
    <w:rsid w:val="00720F44"/>
    <w:rsid w:val="0072169A"/>
    <w:rsid w:val="007226D1"/>
    <w:rsid w:val="00722983"/>
    <w:rsid w:val="00723044"/>
    <w:rsid w:val="00723469"/>
    <w:rsid w:val="00723B3E"/>
    <w:rsid w:val="00724A91"/>
    <w:rsid w:val="00726405"/>
    <w:rsid w:val="00726A2D"/>
    <w:rsid w:val="007276B5"/>
    <w:rsid w:val="007310AE"/>
    <w:rsid w:val="0073232E"/>
    <w:rsid w:val="00732C4A"/>
    <w:rsid w:val="007330F5"/>
    <w:rsid w:val="00733D77"/>
    <w:rsid w:val="00733E2B"/>
    <w:rsid w:val="00734F09"/>
    <w:rsid w:val="00735259"/>
    <w:rsid w:val="007357F6"/>
    <w:rsid w:val="00735BB1"/>
    <w:rsid w:val="00735C6F"/>
    <w:rsid w:val="007369F9"/>
    <w:rsid w:val="0073788D"/>
    <w:rsid w:val="007413D7"/>
    <w:rsid w:val="00741A43"/>
    <w:rsid w:val="007433BD"/>
    <w:rsid w:val="007433D6"/>
    <w:rsid w:val="007444C1"/>
    <w:rsid w:val="00744793"/>
    <w:rsid w:val="007452DC"/>
    <w:rsid w:val="00746344"/>
    <w:rsid w:val="00746CE3"/>
    <w:rsid w:val="00747CC4"/>
    <w:rsid w:val="00747F9A"/>
    <w:rsid w:val="007500F8"/>
    <w:rsid w:val="007510D5"/>
    <w:rsid w:val="00751DBA"/>
    <w:rsid w:val="0075314D"/>
    <w:rsid w:val="007537B9"/>
    <w:rsid w:val="00754E63"/>
    <w:rsid w:val="0075683D"/>
    <w:rsid w:val="0075692E"/>
    <w:rsid w:val="00757B5D"/>
    <w:rsid w:val="00757CB1"/>
    <w:rsid w:val="007608F1"/>
    <w:rsid w:val="007608FB"/>
    <w:rsid w:val="007629A1"/>
    <w:rsid w:val="00763744"/>
    <w:rsid w:val="00764AC4"/>
    <w:rsid w:val="00765E11"/>
    <w:rsid w:val="007669A8"/>
    <w:rsid w:val="00766C5D"/>
    <w:rsid w:val="00766D62"/>
    <w:rsid w:val="00767029"/>
    <w:rsid w:val="0077094C"/>
    <w:rsid w:val="00771AF3"/>
    <w:rsid w:val="00772A89"/>
    <w:rsid w:val="00772C76"/>
    <w:rsid w:val="007730F3"/>
    <w:rsid w:val="00773914"/>
    <w:rsid w:val="0077578A"/>
    <w:rsid w:val="00777E05"/>
    <w:rsid w:val="00784E2D"/>
    <w:rsid w:val="00784E77"/>
    <w:rsid w:val="007850A4"/>
    <w:rsid w:val="00785C92"/>
    <w:rsid w:val="00786060"/>
    <w:rsid w:val="00786442"/>
    <w:rsid w:val="00786D44"/>
    <w:rsid w:val="00787BFE"/>
    <w:rsid w:val="00790B20"/>
    <w:rsid w:val="0079186E"/>
    <w:rsid w:val="00791D33"/>
    <w:rsid w:val="00792325"/>
    <w:rsid w:val="00792677"/>
    <w:rsid w:val="00793212"/>
    <w:rsid w:val="00793255"/>
    <w:rsid w:val="00793C2A"/>
    <w:rsid w:val="00793CA2"/>
    <w:rsid w:val="00794432"/>
    <w:rsid w:val="007944E4"/>
    <w:rsid w:val="007956A5"/>
    <w:rsid w:val="0079574A"/>
    <w:rsid w:val="007975AB"/>
    <w:rsid w:val="007A00B7"/>
    <w:rsid w:val="007A0CF3"/>
    <w:rsid w:val="007A1561"/>
    <w:rsid w:val="007A2883"/>
    <w:rsid w:val="007A290B"/>
    <w:rsid w:val="007A3FDD"/>
    <w:rsid w:val="007A5422"/>
    <w:rsid w:val="007A55B6"/>
    <w:rsid w:val="007A580C"/>
    <w:rsid w:val="007A6251"/>
    <w:rsid w:val="007A77E8"/>
    <w:rsid w:val="007A7CE6"/>
    <w:rsid w:val="007A7D72"/>
    <w:rsid w:val="007B057A"/>
    <w:rsid w:val="007B0CF5"/>
    <w:rsid w:val="007B31A6"/>
    <w:rsid w:val="007B3441"/>
    <w:rsid w:val="007B3E18"/>
    <w:rsid w:val="007B4369"/>
    <w:rsid w:val="007B606D"/>
    <w:rsid w:val="007B6BE8"/>
    <w:rsid w:val="007B78BC"/>
    <w:rsid w:val="007B7EAB"/>
    <w:rsid w:val="007C0A4F"/>
    <w:rsid w:val="007C12B8"/>
    <w:rsid w:val="007C1408"/>
    <w:rsid w:val="007C1C4B"/>
    <w:rsid w:val="007C3243"/>
    <w:rsid w:val="007C3754"/>
    <w:rsid w:val="007C3BCA"/>
    <w:rsid w:val="007C4475"/>
    <w:rsid w:val="007C4664"/>
    <w:rsid w:val="007C4B3C"/>
    <w:rsid w:val="007C5642"/>
    <w:rsid w:val="007C564F"/>
    <w:rsid w:val="007C5825"/>
    <w:rsid w:val="007C5AC9"/>
    <w:rsid w:val="007C5FE3"/>
    <w:rsid w:val="007C7AFB"/>
    <w:rsid w:val="007D0547"/>
    <w:rsid w:val="007D10FB"/>
    <w:rsid w:val="007D212C"/>
    <w:rsid w:val="007D21E5"/>
    <w:rsid w:val="007D42F4"/>
    <w:rsid w:val="007D4B7B"/>
    <w:rsid w:val="007D5B72"/>
    <w:rsid w:val="007D7396"/>
    <w:rsid w:val="007D7C1D"/>
    <w:rsid w:val="007E1E80"/>
    <w:rsid w:val="007E3125"/>
    <w:rsid w:val="007E351D"/>
    <w:rsid w:val="007E3606"/>
    <w:rsid w:val="007E3742"/>
    <w:rsid w:val="007E46A6"/>
    <w:rsid w:val="007E46CE"/>
    <w:rsid w:val="007E50F4"/>
    <w:rsid w:val="007E607F"/>
    <w:rsid w:val="007E6AF5"/>
    <w:rsid w:val="007E6B84"/>
    <w:rsid w:val="007F1175"/>
    <w:rsid w:val="007F2317"/>
    <w:rsid w:val="007F439D"/>
    <w:rsid w:val="007F4A93"/>
    <w:rsid w:val="007F56F8"/>
    <w:rsid w:val="007F63CF"/>
    <w:rsid w:val="007F6552"/>
    <w:rsid w:val="007F7C36"/>
    <w:rsid w:val="007F7E9D"/>
    <w:rsid w:val="0080085A"/>
    <w:rsid w:val="00800AE1"/>
    <w:rsid w:val="00801B9B"/>
    <w:rsid w:val="00802891"/>
    <w:rsid w:val="00802FB1"/>
    <w:rsid w:val="0080450A"/>
    <w:rsid w:val="008051A7"/>
    <w:rsid w:val="0080568C"/>
    <w:rsid w:val="00805848"/>
    <w:rsid w:val="008059DF"/>
    <w:rsid w:val="00805EAE"/>
    <w:rsid w:val="00806D35"/>
    <w:rsid w:val="00807073"/>
    <w:rsid w:val="00810FA0"/>
    <w:rsid w:val="00811675"/>
    <w:rsid w:val="00812109"/>
    <w:rsid w:val="00812285"/>
    <w:rsid w:val="00812D1A"/>
    <w:rsid w:val="00813861"/>
    <w:rsid w:val="00814715"/>
    <w:rsid w:val="00814994"/>
    <w:rsid w:val="00815020"/>
    <w:rsid w:val="00815D00"/>
    <w:rsid w:val="0081672B"/>
    <w:rsid w:val="00816DA7"/>
    <w:rsid w:val="008173A0"/>
    <w:rsid w:val="00817E82"/>
    <w:rsid w:val="00821C4C"/>
    <w:rsid w:val="00821E0A"/>
    <w:rsid w:val="0082242B"/>
    <w:rsid w:val="00822534"/>
    <w:rsid w:val="00823895"/>
    <w:rsid w:val="00823E78"/>
    <w:rsid w:val="00824F43"/>
    <w:rsid w:val="00825DAC"/>
    <w:rsid w:val="00826698"/>
    <w:rsid w:val="008267A6"/>
    <w:rsid w:val="00826CFD"/>
    <w:rsid w:val="0082744B"/>
    <w:rsid w:val="00827798"/>
    <w:rsid w:val="00830BD9"/>
    <w:rsid w:val="00830C24"/>
    <w:rsid w:val="00831C6E"/>
    <w:rsid w:val="00831EDA"/>
    <w:rsid w:val="00832299"/>
    <w:rsid w:val="00832511"/>
    <w:rsid w:val="00833993"/>
    <w:rsid w:val="00833BAA"/>
    <w:rsid w:val="008345B3"/>
    <w:rsid w:val="00834F91"/>
    <w:rsid w:val="00835916"/>
    <w:rsid w:val="00835C5B"/>
    <w:rsid w:val="00836F29"/>
    <w:rsid w:val="008372F4"/>
    <w:rsid w:val="00837639"/>
    <w:rsid w:val="00837941"/>
    <w:rsid w:val="00840EFE"/>
    <w:rsid w:val="008424E4"/>
    <w:rsid w:val="00842A58"/>
    <w:rsid w:val="008432C4"/>
    <w:rsid w:val="00843B8F"/>
    <w:rsid w:val="0084416A"/>
    <w:rsid w:val="00845508"/>
    <w:rsid w:val="008459C6"/>
    <w:rsid w:val="00845DC9"/>
    <w:rsid w:val="00845F5E"/>
    <w:rsid w:val="00846A38"/>
    <w:rsid w:val="0084705C"/>
    <w:rsid w:val="00847C21"/>
    <w:rsid w:val="0085066D"/>
    <w:rsid w:val="00850C28"/>
    <w:rsid w:val="00851000"/>
    <w:rsid w:val="00851137"/>
    <w:rsid w:val="00852E7F"/>
    <w:rsid w:val="0085338F"/>
    <w:rsid w:val="0085367D"/>
    <w:rsid w:val="00853EC2"/>
    <w:rsid w:val="0085608D"/>
    <w:rsid w:val="00856257"/>
    <w:rsid w:val="00856601"/>
    <w:rsid w:val="00856D30"/>
    <w:rsid w:val="00860681"/>
    <w:rsid w:val="00860B7E"/>
    <w:rsid w:val="00861495"/>
    <w:rsid w:val="00861914"/>
    <w:rsid w:val="008654B6"/>
    <w:rsid w:val="008655C8"/>
    <w:rsid w:val="00866111"/>
    <w:rsid w:val="00866DB7"/>
    <w:rsid w:val="0086765D"/>
    <w:rsid w:val="008676D8"/>
    <w:rsid w:val="00870994"/>
    <w:rsid w:val="00872410"/>
    <w:rsid w:val="00873846"/>
    <w:rsid w:val="00873A79"/>
    <w:rsid w:val="008740FB"/>
    <w:rsid w:val="008754A3"/>
    <w:rsid w:val="0087563A"/>
    <w:rsid w:val="00876ED2"/>
    <w:rsid w:val="00877937"/>
    <w:rsid w:val="0087797A"/>
    <w:rsid w:val="00880578"/>
    <w:rsid w:val="00881025"/>
    <w:rsid w:val="00882FA9"/>
    <w:rsid w:val="00883AC2"/>
    <w:rsid w:val="00884F2A"/>
    <w:rsid w:val="00886062"/>
    <w:rsid w:val="00886211"/>
    <w:rsid w:val="00886505"/>
    <w:rsid w:val="00886A64"/>
    <w:rsid w:val="00887260"/>
    <w:rsid w:val="008905BC"/>
    <w:rsid w:val="00890782"/>
    <w:rsid w:val="00890E37"/>
    <w:rsid w:val="00893A82"/>
    <w:rsid w:val="00894020"/>
    <w:rsid w:val="008951B3"/>
    <w:rsid w:val="008958E3"/>
    <w:rsid w:val="0089709E"/>
    <w:rsid w:val="008971A1"/>
    <w:rsid w:val="0089728E"/>
    <w:rsid w:val="00897AFC"/>
    <w:rsid w:val="00897CEE"/>
    <w:rsid w:val="008A0190"/>
    <w:rsid w:val="008A263C"/>
    <w:rsid w:val="008A2E71"/>
    <w:rsid w:val="008A37C6"/>
    <w:rsid w:val="008A383B"/>
    <w:rsid w:val="008A5DC3"/>
    <w:rsid w:val="008A6459"/>
    <w:rsid w:val="008A687F"/>
    <w:rsid w:val="008A6CF4"/>
    <w:rsid w:val="008A7D75"/>
    <w:rsid w:val="008B0844"/>
    <w:rsid w:val="008B11BE"/>
    <w:rsid w:val="008B155C"/>
    <w:rsid w:val="008B1B18"/>
    <w:rsid w:val="008B3ACD"/>
    <w:rsid w:val="008B6091"/>
    <w:rsid w:val="008B63ED"/>
    <w:rsid w:val="008B70CC"/>
    <w:rsid w:val="008B7385"/>
    <w:rsid w:val="008B7646"/>
    <w:rsid w:val="008B7A14"/>
    <w:rsid w:val="008C1267"/>
    <w:rsid w:val="008C142B"/>
    <w:rsid w:val="008C17F8"/>
    <w:rsid w:val="008C2E45"/>
    <w:rsid w:val="008C37DE"/>
    <w:rsid w:val="008C41A5"/>
    <w:rsid w:val="008C4B43"/>
    <w:rsid w:val="008C4EA5"/>
    <w:rsid w:val="008C521F"/>
    <w:rsid w:val="008C5D29"/>
    <w:rsid w:val="008C654B"/>
    <w:rsid w:val="008C6765"/>
    <w:rsid w:val="008C6EDE"/>
    <w:rsid w:val="008C757C"/>
    <w:rsid w:val="008C78B4"/>
    <w:rsid w:val="008C7FC5"/>
    <w:rsid w:val="008D19B9"/>
    <w:rsid w:val="008D3D40"/>
    <w:rsid w:val="008D4677"/>
    <w:rsid w:val="008D489E"/>
    <w:rsid w:val="008D5144"/>
    <w:rsid w:val="008D5434"/>
    <w:rsid w:val="008D5C35"/>
    <w:rsid w:val="008D6538"/>
    <w:rsid w:val="008D7547"/>
    <w:rsid w:val="008D7739"/>
    <w:rsid w:val="008E049D"/>
    <w:rsid w:val="008E11F6"/>
    <w:rsid w:val="008E3A01"/>
    <w:rsid w:val="008E3F8E"/>
    <w:rsid w:val="008E4F30"/>
    <w:rsid w:val="008E584C"/>
    <w:rsid w:val="008E5FD6"/>
    <w:rsid w:val="008E7838"/>
    <w:rsid w:val="008F0676"/>
    <w:rsid w:val="008F1000"/>
    <w:rsid w:val="008F105D"/>
    <w:rsid w:val="008F1D9E"/>
    <w:rsid w:val="008F2387"/>
    <w:rsid w:val="008F4A4B"/>
    <w:rsid w:val="008F601A"/>
    <w:rsid w:val="008F7112"/>
    <w:rsid w:val="008F7B41"/>
    <w:rsid w:val="009012D4"/>
    <w:rsid w:val="009027C7"/>
    <w:rsid w:val="00902B36"/>
    <w:rsid w:val="00903A96"/>
    <w:rsid w:val="00903CE7"/>
    <w:rsid w:val="00903DD5"/>
    <w:rsid w:val="00904168"/>
    <w:rsid w:val="00904741"/>
    <w:rsid w:val="009052A1"/>
    <w:rsid w:val="00907732"/>
    <w:rsid w:val="00907995"/>
    <w:rsid w:val="00907A53"/>
    <w:rsid w:val="009104D5"/>
    <w:rsid w:val="00910681"/>
    <w:rsid w:val="00910CCC"/>
    <w:rsid w:val="0091141D"/>
    <w:rsid w:val="009115F0"/>
    <w:rsid w:val="009117EC"/>
    <w:rsid w:val="00911C49"/>
    <w:rsid w:val="00911F00"/>
    <w:rsid w:val="00913240"/>
    <w:rsid w:val="00913E1A"/>
    <w:rsid w:val="009152D8"/>
    <w:rsid w:val="00916AD3"/>
    <w:rsid w:val="00916AE1"/>
    <w:rsid w:val="00920FA0"/>
    <w:rsid w:val="00921A34"/>
    <w:rsid w:val="0092261E"/>
    <w:rsid w:val="00922E88"/>
    <w:rsid w:val="009231F5"/>
    <w:rsid w:val="009238ED"/>
    <w:rsid w:val="009244DA"/>
    <w:rsid w:val="00924C2F"/>
    <w:rsid w:val="00925880"/>
    <w:rsid w:val="00925A90"/>
    <w:rsid w:val="00926338"/>
    <w:rsid w:val="00926656"/>
    <w:rsid w:val="009274C1"/>
    <w:rsid w:val="00930772"/>
    <w:rsid w:val="0093112F"/>
    <w:rsid w:val="009315A0"/>
    <w:rsid w:val="00931914"/>
    <w:rsid w:val="0093195C"/>
    <w:rsid w:val="00932455"/>
    <w:rsid w:val="009331B6"/>
    <w:rsid w:val="00936702"/>
    <w:rsid w:val="00936C28"/>
    <w:rsid w:val="00936E8A"/>
    <w:rsid w:val="009371D1"/>
    <w:rsid w:val="009426AE"/>
    <w:rsid w:val="00942A73"/>
    <w:rsid w:val="00942DCC"/>
    <w:rsid w:val="00943522"/>
    <w:rsid w:val="00943FF6"/>
    <w:rsid w:val="00944B20"/>
    <w:rsid w:val="009469AA"/>
    <w:rsid w:val="00950486"/>
    <w:rsid w:val="009510AA"/>
    <w:rsid w:val="0095206A"/>
    <w:rsid w:val="00952174"/>
    <w:rsid w:val="00953E83"/>
    <w:rsid w:val="0095416B"/>
    <w:rsid w:val="009544FC"/>
    <w:rsid w:val="00954FAE"/>
    <w:rsid w:val="009552CF"/>
    <w:rsid w:val="009557B9"/>
    <w:rsid w:val="00955E28"/>
    <w:rsid w:val="00956C07"/>
    <w:rsid w:val="00956E3B"/>
    <w:rsid w:val="0096002C"/>
    <w:rsid w:val="009600EF"/>
    <w:rsid w:val="009605D9"/>
    <w:rsid w:val="009617D4"/>
    <w:rsid w:val="009618DD"/>
    <w:rsid w:val="0096312A"/>
    <w:rsid w:val="009635C5"/>
    <w:rsid w:val="00963C9C"/>
    <w:rsid w:val="00964AEA"/>
    <w:rsid w:val="00965EB1"/>
    <w:rsid w:val="0096716D"/>
    <w:rsid w:val="00967911"/>
    <w:rsid w:val="00967DC2"/>
    <w:rsid w:val="009707B0"/>
    <w:rsid w:val="009725AA"/>
    <w:rsid w:val="00973270"/>
    <w:rsid w:val="009735F5"/>
    <w:rsid w:val="0097460A"/>
    <w:rsid w:val="00974F7B"/>
    <w:rsid w:val="0097516C"/>
    <w:rsid w:val="009759BC"/>
    <w:rsid w:val="009766B0"/>
    <w:rsid w:val="009776A2"/>
    <w:rsid w:val="00980590"/>
    <w:rsid w:val="00981DDE"/>
    <w:rsid w:val="00982954"/>
    <w:rsid w:val="00982B8C"/>
    <w:rsid w:val="00983276"/>
    <w:rsid w:val="00983D38"/>
    <w:rsid w:val="00984285"/>
    <w:rsid w:val="00986138"/>
    <w:rsid w:val="00986994"/>
    <w:rsid w:val="00987019"/>
    <w:rsid w:val="0098717C"/>
    <w:rsid w:val="00987D75"/>
    <w:rsid w:val="0099147F"/>
    <w:rsid w:val="00991DA6"/>
    <w:rsid w:val="009920D0"/>
    <w:rsid w:val="00993267"/>
    <w:rsid w:val="00993801"/>
    <w:rsid w:val="00994905"/>
    <w:rsid w:val="00995583"/>
    <w:rsid w:val="009959B4"/>
    <w:rsid w:val="00995AF6"/>
    <w:rsid w:val="00996286"/>
    <w:rsid w:val="00996668"/>
    <w:rsid w:val="00996950"/>
    <w:rsid w:val="009969BC"/>
    <w:rsid w:val="00996C4A"/>
    <w:rsid w:val="009A08D2"/>
    <w:rsid w:val="009A0BE6"/>
    <w:rsid w:val="009A0C91"/>
    <w:rsid w:val="009A119B"/>
    <w:rsid w:val="009A1646"/>
    <w:rsid w:val="009A1967"/>
    <w:rsid w:val="009A1D5F"/>
    <w:rsid w:val="009A2421"/>
    <w:rsid w:val="009A2D79"/>
    <w:rsid w:val="009A2DEE"/>
    <w:rsid w:val="009A31AB"/>
    <w:rsid w:val="009A338A"/>
    <w:rsid w:val="009A443C"/>
    <w:rsid w:val="009A4FAE"/>
    <w:rsid w:val="009A527A"/>
    <w:rsid w:val="009A5335"/>
    <w:rsid w:val="009A62DC"/>
    <w:rsid w:val="009A6583"/>
    <w:rsid w:val="009A758A"/>
    <w:rsid w:val="009B140C"/>
    <w:rsid w:val="009B1FC9"/>
    <w:rsid w:val="009B2E40"/>
    <w:rsid w:val="009B2F3D"/>
    <w:rsid w:val="009B39EF"/>
    <w:rsid w:val="009B4E1F"/>
    <w:rsid w:val="009B50CB"/>
    <w:rsid w:val="009B5262"/>
    <w:rsid w:val="009B531F"/>
    <w:rsid w:val="009B53B4"/>
    <w:rsid w:val="009B6F59"/>
    <w:rsid w:val="009B7961"/>
    <w:rsid w:val="009C05B5"/>
    <w:rsid w:val="009C0A28"/>
    <w:rsid w:val="009C0B14"/>
    <w:rsid w:val="009C1B06"/>
    <w:rsid w:val="009C2059"/>
    <w:rsid w:val="009C30E0"/>
    <w:rsid w:val="009C4685"/>
    <w:rsid w:val="009C584B"/>
    <w:rsid w:val="009C74A0"/>
    <w:rsid w:val="009C7AE8"/>
    <w:rsid w:val="009D1247"/>
    <w:rsid w:val="009D1595"/>
    <w:rsid w:val="009D2CB9"/>
    <w:rsid w:val="009D3A9D"/>
    <w:rsid w:val="009D5980"/>
    <w:rsid w:val="009D62BF"/>
    <w:rsid w:val="009D6515"/>
    <w:rsid w:val="009D6A93"/>
    <w:rsid w:val="009D6CE7"/>
    <w:rsid w:val="009D6D3F"/>
    <w:rsid w:val="009D7558"/>
    <w:rsid w:val="009D7A71"/>
    <w:rsid w:val="009E041D"/>
    <w:rsid w:val="009E1B47"/>
    <w:rsid w:val="009E20C3"/>
    <w:rsid w:val="009E2F4B"/>
    <w:rsid w:val="009E2FB2"/>
    <w:rsid w:val="009E3092"/>
    <w:rsid w:val="009E330B"/>
    <w:rsid w:val="009E4734"/>
    <w:rsid w:val="009E4C58"/>
    <w:rsid w:val="009E7274"/>
    <w:rsid w:val="009F10D4"/>
    <w:rsid w:val="009F15AB"/>
    <w:rsid w:val="009F2291"/>
    <w:rsid w:val="009F2FF2"/>
    <w:rsid w:val="009F4539"/>
    <w:rsid w:val="009F64AA"/>
    <w:rsid w:val="009F71B6"/>
    <w:rsid w:val="009F7294"/>
    <w:rsid w:val="009F7DD4"/>
    <w:rsid w:val="00A00374"/>
    <w:rsid w:val="00A009CC"/>
    <w:rsid w:val="00A00D91"/>
    <w:rsid w:val="00A0208D"/>
    <w:rsid w:val="00A02238"/>
    <w:rsid w:val="00A022CB"/>
    <w:rsid w:val="00A027ED"/>
    <w:rsid w:val="00A02AF2"/>
    <w:rsid w:val="00A03BF5"/>
    <w:rsid w:val="00A04C00"/>
    <w:rsid w:val="00A04CB1"/>
    <w:rsid w:val="00A04F42"/>
    <w:rsid w:val="00A063B7"/>
    <w:rsid w:val="00A06A2D"/>
    <w:rsid w:val="00A07C58"/>
    <w:rsid w:val="00A10AD2"/>
    <w:rsid w:val="00A10E46"/>
    <w:rsid w:val="00A113A9"/>
    <w:rsid w:val="00A13A08"/>
    <w:rsid w:val="00A13BC9"/>
    <w:rsid w:val="00A14939"/>
    <w:rsid w:val="00A157EF"/>
    <w:rsid w:val="00A1591D"/>
    <w:rsid w:val="00A15F92"/>
    <w:rsid w:val="00A1690A"/>
    <w:rsid w:val="00A20097"/>
    <w:rsid w:val="00A20B86"/>
    <w:rsid w:val="00A20FFB"/>
    <w:rsid w:val="00A21B3E"/>
    <w:rsid w:val="00A222E6"/>
    <w:rsid w:val="00A234BC"/>
    <w:rsid w:val="00A23E10"/>
    <w:rsid w:val="00A24003"/>
    <w:rsid w:val="00A24869"/>
    <w:rsid w:val="00A2733D"/>
    <w:rsid w:val="00A27B5C"/>
    <w:rsid w:val="00A27E27"/>
    <w:rsid w:val="00A30721"/>
    <w:rsid w:val="00A30A54"/>
    <w:rsid w:val="00A316B1"/>
    <w:rsid w:val="00A31811"/>
    <w:rsid w:val="00A31B1E"/>
    <w:rsid w:val="00A32146"/>
    <w:rsid w:val="00A32266"/>
    <w:rsid w:val="00A33AD5"/>
    <w:rsid w:val="00A34192"/>
    <w:rsid w:val="00A344AF"/>
    <w:rsid w:val="00A35468"/>
    <w:rsid w:val="00A35F4E"/>
    <w:rsid w:val="00A36164"/>
    <w:rsid w:val="00A4016C"/>
    <w:rsid w:val="00A411A0"/>
    <w:rsid w:val="00A41255"/>
    <w:rsid w:val="00A4128C"/>
    <w:rsid w:val="00A41E12"/>
    <w:rsid w:val="00A430B0"/>
    <w:rsid w:val="00A43215"/>
    <w:rsid w:val="00A43E46"/>
    <w:rsid w:val="00A44037"/>
    <w:rsid w:val="00A44E50"/>
    <w:rsid w:val="00A45058"/>
    <w:rsid w:val="00A4518A"/>
    <w:rsid w:val="00A453B9"/>
    <w:rsid w:val="00A4566A"/>
    <w:rsid w:val="00A456A0"/>
    <w:rsid w:val="00A45D15"/>
    <w:rsid w:val="00A4777D"/>
    <w:rsid w:val="00A5051F"/>
    <w:rsid w:val="00A52B72"/>
    <w:rsid w:val="00A53663"/>
    <w:rsid w:val="00A5539E"/>
    <w:rsid w:val="00A55662"/>
    <w:rsid w:val="00A5662F"/>
    <w:rsid w:val="00A57117"/>
    <w:rsid w:val="00A57E7A"/>
    <w:rsid w:val="00A615EC"/>
    <w:rsid w:val="00A6235F"/>
    <w:rsid w:val="00A62C75"/>
    <w:rsid w:val="00A63381"/>
    <w:rsid w:val="00A63ACB"/>
    <w:rsid w:val="00A6431A"/>
    <w:rsid w:val="00A643FF"/>
    <w:rsid w:val="00A653E5"/>
    <w:rsid w:val="00A66252"/>
    <w:rsid w:val="00A66282"/>
    <w:rsid w:val="00A667CB"/>
    <w:rsid w:val="00A67093"/>
    <w:rsid w:val="00A70130"/>
    <w:rsid w:val="00A701B5"/>
    <w:rsid w:val="00A7185F"/>
    <w:rsid w:val="00A72630"/>
    <w:rsid w:val="00A73029"/>
    <w:rsid w:val="00A732B7"/>
    <w:rsid w:val="00A74666"/>
    <w:rsid w:val="00A7561D"/>
    <w:rsid w:val="00A75D25"/>
    <w:rsid w:val="00A75DF7"/>
    <w:rsid w:val="00A76431"/>
    <w:rsid w:val="00A77210"/>
    <w:rsid w:val="00A772F2"/>
    <w:rsid w:val="00A774D5"/>
    <w:rsid w:val="00A808F0"/>
    <w:rsid w:val="00A80C85"/>
    <w:rsid w:val="00A81BD1"/>
    <w:rsid w:val="00A82B8F"/>
    <w:rsid w:val="00A82C4C"/>
    <w:rsid w:val="00A82F0D"/>
    <w:rsid w:val="00A82F67"/>
    <w:rsid w:val="00A836AA"/>
    <w:rsid w:val="00A83AF9"/>
    <w:rsid w:val="00A8439A"/>
    <w:rsid w:val="00A8589F"/>
    <w:rsid w:val="00A86D86"/>
    <w:rsid w:val="00A878AF"/>
    <w:rsid w:val="00A90148"/>
    <w:rsid w:val="00A90713"/>
    <w:rsid w:val="00A92153"/>
    <w:rsid w:val="00A9253E"/>
    <w:rsid w:val="00A931FB"/>
    <w:rsid w:val="00A93A68"/>
    <w:rsid w:val="00A956BC"/>
    <w:rsid w:val="00A95973"/>
    <w:rsid w:val="00A95B3E"/>
    <w:rsid w:val="00A964E9"/>
    <w:rsid w:val="00A965CE"/>
    <w:rsid w:val="00A97717"/>
    <w:rsid w:val="00A97AFB"/>
    <w:rsid w:val="00A97DBC"/>
    <w:rsid w:val="00AA0136"/>
    <w:rsid w:val="00AA073A"/>
    <w:rsid w:val="00AA14A4"/>
    <w:rsid w:val="00AA2A0A"/>
    <w:rsid w:val="00AA3B81"/>
    <w:rsid w:val="00AA3EFB"/>
    <w:rsid w:val="00AA5803"/>
    <w:rsid w:val="00AA588D"/>
    <w:rsid w:val="00AA5D11"/>
    <w:rsid w:val="00AA6754"/>
    <w:rsid w:val="00AA6CD5"/>
    <w:rsid w:val="00AA6F73"/>
    <w:rsid w:val="00AA7407"/>
    <w:rsid w:val="00AB0617"/>
    <w:rsid w:val="00AB09D5"/>
    <w:rsid w:val="00AB2515"/>
    <w:rsid w:val="00AB2A06"/>
    <w:rsid w:val="00AB2D99"/>
    <w:rsid w:val="00AB3492"/>
    <w:rsid w:val="00AB4959"/>
    <w:rsid w:val="00AB5252"/>
    <w:rsid w:val="00AB609B"/>
    <w:rsid w:val="00AB66D3"/>
    <w:rsid w:val="00AB6BD7"/>
    <w:rsid w:val="00AB735B"/>
    <w:rsid w:val="00AB77EF"/>
    <w:rsid w:val="00AC053B"/>
    <w:rsid w:val="00AC087A"/>
    <w:rsid w:val="00AC142E"/>
    <w:rsid w:val="00AC242E"/>
    <w:rsid w:val="00AC2748"/>
    <w:rsid w:val="00AC2A4E"/>
    <w:rsid w:val="00AC3BF4"/>
    <w:rsid w:val="00AC45C4"/>
    <w:rsid w:val="00AC5E4F"/>
    <w:rsid w:val="00AC60D3"/>
    <w:rsid w:val="00AC7166"/>
    <w:rsid w:val="00AC79DA"/>
    <w:rsid w:val="00AD0DC4"/>
    <w:rsid w:val="00AD17A2"/>
    <w:rsid w:val="00AD250C"/>
    <w:rsid w:val="00AD37F5"/>
    <w:rsid w:val="00AD3A08"/>
    <w:rsid w:val="00AD441B"/>
    <w:rsid w:val="00AD529B"/>
    <w:rsid w:val="00AD5511"/>
    <w:rsid w:val="00AD5B60"/>
    <w:rsid w:val="00AD7D76"/>
    <w:rsid w:val="00AD7F77"/>
    <w:rsid w:val="00AE063B"/>
    <w:rsid w:val="00AE0D75"/>
    <w:rsid w:val="00AE130F"/>
    <w:rsid w:val="00AE1428"/>
    <w:rsid w:val="00AE2B78"/>
    <w:rsid w:val="00AE31A4"/>
    <w:rsid w:val="00AE3520"/>
    <w:rsid w:val="00AE38D5"/>
    <w:rsid w:val="00AE40E0"/>
    <w:rsid w:val="00AE534F"/>
    <w:rsid w:val="00AE72C3"/>
    <w:rsid w:val="00AF00BA"/>
    <w:rsid w:val="00AF0525"/>
    <w:rsid w:val="00AF4FD2"/>
    <w:rsid w:val="00AF745C"/>
    <w:rsid w:val="00B00B01"/>
    <w:rsid w:val="00B01FF5"/>
    <w:rsid w:val="00B02AD5"/>
    <w:rsid w:val="00B02CDF"/>
    <w:rsid w:val="00B04490"/>
    <w:rsid w:val="00B045D4"/>
    <w:rsid w:val="00B0490F"/>
    <w:rsid w:val="00B04AD4"/>
    <w:rsid w:val="00B05229"/>
    <w:rsid w:val="00B0536B"/>
    <w:rsid w:val="00B05C50"/>
    <w:rsid w:val="00B05F4D"/>
    <w:rsid w:val="00B06EA5"/>
    <w:rsid w:val="00B07070"/>
    <w:rsid w:val="00B1194D"/>
    <w:rsid w:val="00B12579"/>
    <w:rsid w:val="00B139DD"/>
    <w:rsid w:val="00B1552F"/>
    <w:rsid w:val="00B1581C"/>
    <w:rsid w:val="00B158BF"/>
    <w:rsid w:val="00B15F59"/>
    <w:rsid w:val="00B16483"/>
    <w:rsid w:val="00B165DD"/>
    <w:rsid w:val="00B16D19"/>
    <w:rsid w:val="00B16D2C"/>
    <w:rsid w:val="00B16D73"/>
    <w:rsid w:val="00B16E53"/>
    <w:rsid w:val="00B17200"/>
    <w:rsid w:val="00B17CC5"/>
    <w:rsid w:val="00B17E09"/>
    <w:rsid w:val="00B2053B"/>
    <w:rsid w:val="00B20AB2"/>
    <w:rsid w:val="00B216E3"/>
    <w:rsid w:val="00B22AD6"/>
    <w:rsid w:val="00B22E15"/>
    <w:rsid w:val="00B249D6"/>
    <w:rsid w:val="00B25882"/>
    <w:rsid w:val="00B27448"/>
    <w:rsid w:val="00B276FE"/>
    <w:rsid w:val="00B278CE"/>
    <w:rsid w:val="00B30CF3"/>
    <w:rsid w:val="00B31517"/>
    <w:rsid w:val="00B329AF"/>
    <w:rsid w:val="00B33536"/>
    <w:rsid w:val="00B34AE3"/>
    <w:rsid w:val="00B359C2"/>
    <w:rsid w:val="00B35D13"/>
    <w:rsid w:val="00B35F2C"/>
    <w:rsid w:val="00B36711"/>
    <w:rsid w:val="00B36AB9"/>
    <w:rsid w:val="00B36E8F"/>
    <w:rsid w:val="00B37B79"/>
    <w:rsid w:val="00B40F27"/>
    <w:rsid w:val="00B413B4"/>
    <w:rsid w:val="00B4150B"/>
    <w:rsid w:val="00B42325"/>
    <w:rsid w:val="00B445FC"/>
    <w:rsid w:val="00B45624"/>
    <w:rsid w:val="00B464C0"/>
    <w:rsid w:val="00B479D3"/>
    <w:rsid w:val="00B47E31"/>
    <w:rsid w:val="00B50BC4"/>
    <w:rsid w:val="00B50F11"/>
    <w:rsid w:val="00B50F87"/>
    <w:rsid w:val="00B52927"/>
    <w:rsid w:val="00B55142"/>
    <w:rsid w:val="00B558E6"/>
    <w:rsid w:val="00B56386"/>
    <w:rsid w:val="00B56424"/>
    <w:rsid w:val="00B5688A"/>
    <w:rsid w:val="00B56C82"/>
    <w:rsid w:val="00B574DF"/>
    <w:rsid w:val="00B615ED"/>
    <w:rsid w:val="00B63755"/>
    <w:rsid w:val="00B640BB"/>
    <w:rsid w:val="00B646A2"/>
    <w:rsid w:val="00B6591D"/>
    <w:rsid w:val="00B65A2F"/>
    <w:rsid w:val="00B66814"/>
    <w:rsid w:val="00B66DD7"/>
    <w:rsid w:val="00B675B6"/>
    <w:rsid w:val="00B7066E"/>
    <w:rsid w:val="00B71422"/>
    <w:rsid w:val="00B72C54"/>
    <w:rsid w:val="00B7370C"/>
    <w:rsid w:val="00B73CDE"/>
    <w:rsid w:val="00B745BB"/>
    <w:rsid w:val="00B7520F"/>
    <w:rsid w:val="00B7547E"/>
    <w:rsid w:val="00B75CCC"/>
    <w:rsid w:val="00B819BA"/>
    <w:rsid w:val="00B83DD3"/>
    <w:rsid w:val="00B840D8"/>
    <w:rsid w:val="00B85328"/>
    <w:rsid w:val="00B85346"/>
    <w:rsid w:val="00B85D1E"/>
    <w:rsid w:val="00B85F36"/>
    <w:rsid w:val="00B92578"/>
    <w:rsid w:val="00B930AC"/>
    <w:rsid w:val="00B93473"/>
    <w:rsid w:val="00B938B4"/>
    <w:rsid w:val="00B94D5C"/>
    <w:rsid w:val="00B94F2E"/>
    <w:rsid w:val="00B95218"/>
    <w:rsid w:val="00B9564E"/>
    <w:rsid w:val="00B95B43"/>
    <w:rsid w:val="00B95CC2"/>
    <w:rsid w:val="00B95DBE"/>
    <w:rsid w:val="00B96876"/>
    <w:rsid w:val="00B97687"/>
    <w:rsid w:val="00B9770F"/>
    <w:rsid w:val="00BA04AF"/>
    <w:rsid w:val="00BA0E4D"/>
    <w:rsid w:val="00BA1113"/>
    <w:rsid w:val="00BA1348"/>
    <w:rsid w:val="00BA20B9"/>
    <w:rsid w:val="00BA4EE9"/>
    <w:rsid w:val="00BA54CE"/>
    <w:rsid w:val="00BA5F9C"/>
    <w:rsid w:val="00BA60CC"/>
    <w:rsid w:val="00BA6E03"/>
    <w:rsid w:val="00BA7FCB"/>
    <w:rsid w:val="00BB0E59"/>
    <w:rsid w:val="00BB217F"/>
    <w:rsid w:val="00BB31A3"/>
    <w:rsid w:val="00BB3A0B"/>
    <w:rsid w:val="00BB480D"/>
    <w:rsid w:val="00BB4F0B"/>
    <w:rsid w:val="00BB569A"/>
    <w:rsid w:val="00BB6234"/>
    <w:rsid w:val="00BB7116"/>
    <w:rsid w:val="00BB7409"/>
    <w:rsid w:val="00BB7473"/>
    <w:rsid w:val="00BB7C65"/>
    <w:rsid w:val="00BC073F"/>
    <w:rsid w:val="00BC2206"/>
    <w:rsid w:val="00BC225F"/>
    <w:rsid w:val="00BC2C34"/>
    <w:rsid w:val="00BC30FB"/>
    <w:rsid w:val="00BC46C2"/>
    <w:rsid w:val="00BC5409"/>
    <w:rsid w:val="00BC58F4"/>
    <w:rsid w:val="00BC5A9A"/>
    <w:rsid w:val="00BC7041"/>
    <w:rsid w:val="00BC70DC"/>
    <w:rsid w:val="00BC70F9"/>
    <w:rsid w:val="00BD0D76"/>
    <w:rsid w:val="00BD1415"/>
    <w:rsid w:val="00BD25A3"/>
    <w:rsid w:val="00BD31C3"/>
    <w:rsid w:val="00BD35F2"/>
    <w:rsid w:val="00BD3DEB"/>
    <w:rsid w:val="00BD41CA"/>
    <w:rsid w:val="00BD4556"/>
    <w:rsid w:val="00BD4701"/>
    <w:rsid w:val="00BD473C"/>
    <w:rsid w:val="00BD50CE"/>
    <w:rsid w:val="00BD55A1"/>
    <w:rsid w:val="00BD593B"/>
    <w:rsid w:val="00BD5BF5"/>
    <w:rsid w:val="00BD6D83"/>
    <w:rsid w:val="00BD743F"/>
    <w:rsid w:val="00BE17F6"/>
    <w:rsid w:val="00BE18CF"/>
    <w:rsid w:val="00BE28C5"/>
    <w:rsid w:val="00BE3501"/>
    <w:rsid w:val="00BE39BF"/>
    <w:rsid w:val="00BE4C50"/>
    <w:rsid w:val="00BE4D3D"/>
    <w:rsid w:val="00BE6B23"/>
    <w:rsid w:val="00BE742A"/>
    <w:rsid w:val="00BE7919"/>
    <w:rsid w:val="00BF0536"/>
    <w:rsid w:val="00BF0904"/>
    <w:rsid w:val="00BF10CC"/>
    <w:rsid w:val="00BF1300"/>
    <w:rsid w:val="00BF288C"/>
    <w:rsid w:val="00BF36FA"/>
    <w:rsid w:val="00BF3E67"/>
    <w:rsid w:val="00BF439F"/>
    <w:rsid w:val="00BF5CA1"/>
    <w:rsid w:val="00BF654D"/>
    <w:rsid w:val="00C0045E"/>
    <w:rsid w:val="00C00F08"/>
    <w:rsid w:val="00C01436"/>
    <w:rsid w:val="00C01662"/>
    <w:rsid w:val="00C022F8"/>
    <w:rsid w:val="00C02440"/>
    <w:rsid w:val="00C026D6"/>
    <w:rsid w:val="00C03232"/>
    <w:rsid w:val="00C03313"/>
    <w:rsid w:val="00C04345"/>
    <w:rsid w:val="00C04571"/>
    <w:rsid w:val="00C04867"/>
    <w:rsid w:val="00C04AE5"/>
    <w:rsid w:val="00C04C80"/>
    <w:rsid w:val="00C0574B"/>
    <w:rsid w:val="00C05CC7"/>
    <w:rsid w:val="00C062D5"/>
    <w:rsid w:val="00C07E7C"/>
    <w:rsid w:val="00C115AF"/>
    <w:rsid w:val="00C1202F"/>
    <w:rsid w:val="00C12BD9"/>
    <w:rsid w:val="00C13493"/>
    <w:rsid w:val="00C136E6"/>
    <w:rsid w:val="00C14338"/>
    <w:rsid w:val="00C14625"/>
    <w:rsid w:val="00C14701"/>
    <w:rsid w:val="00C14CB5"/>
    <w:rsid w:val="00C14CB9"/>
    <w:rsid w:val="00C14E13"/>
    <w:rsid w:val="00C15E3A"/>
    <w:rsid w:val="00C17181"/>
    <w:rsid w:val="00C174C9"/>
    <w:rsid w:val="00C1755D"/>
    <w:rsid w:val="00C17F1B"/>
    <w:rsid w:val="00C20932"/>
    <w:rsid w:val="00C20A03"/>
    <w:rsid w:val="00C20B70"/>
    <w:rsid w:val="00C216DA"/>
    <w:rsid w:val="00C22061"/>
    <w:rsid w:val="00C222FD"/>
    <w:rsid w:val="00C22659"/>
    <w:rsid w:val="00C233B0"/>
    <w:rsid w:val="00C23B5E"/>
    <w:rsid w:val="00C24431"/>
    <w:rsid w:val="00C2486B"/>
    <w:rsid w:val="00C268A6"/>
    <w:rsid w:val="00C27815"/>
    <w:rsid w:val="00C305A5"/>
    <w:rsid w:val="00C306BA"/>
    <w:rsid w:val="00C30B0D"/>
    <w:rsid w:val="00C322C4"/>
    <w:rsid w:val="00C335BD"/>
    <w:rsid w:val="00C33EFB"/>
    <w:rsid w:val="00C344D7"/>
    <w:rsid w:val="00C34BD3"/>
    <w:rsid w:val="00C36DA0"/>
    <w:rsid w:val="00C37B05"/>
    <w:rsid w:val="00C37F62"/>
    <w:rsid w:val="00C41983"/>
    <w:rsid w:val="00C42106"/>
    <w:rsid w:val="00C425B8"/>
    <w:rsid w:val="00C43A01"/>
    <w:rsid w:val="00C44870"/>
    <w:rsid w:val="00C46001"/>
    <w:rsid w:val="00C46D1C"/>
    <w:rsid w:val="00C47DC5"/>
    <w:rsid w:val="00C5153A"/>
    <w:rsid w:val="00C51EF3"/>
    <w:rsid w:val="00C52CBF"/>
    <w:rsid w:val="00C534FF"/>
    <w:rsid w:val="00C541A6"/>
    <w:rsid w:val="00C55C3D"/>
    <w:rsid w:val="00C5609F"/>
    <w:rsid w:val="00C57CB0"/>
    <w:rsid w:val="00C603B0"/>
    <w:rsid w:val="00C606F4"/>
    <w:rsid w:val="00C607F4"/>
    <w:rsid w:val="00C6121D"/>
    <w:rsid w:val="00C62D40"/>
    <w:rsid w:val="00C62E19"/>
    <w:rsid w:val="00C636FA"/>
    <w:rsid w:val="00C63A1F"/>
    <w:rsid w:val="00C64DC2"/>
    <w:rsid w:val="00C66909"/>
    <w:rsid w:val="00C70A05"/>
    <w:rsid w:val="00C70A0A"/>
    <w:rsid w:val="00C70DFD"/>
    <w:rsid w:val="00C71135"/>
    <w:rsid w:val="00C729ED"/>
    <w:rsid w:val="00C72A31"/>
    <w:rsid w:val="00C72F04"/>
    <w:rsid w:val="00C73319"/>
    <w:rsid w:val="00C736FE"/>
    <w:rsid w:val="00C74482"/>
    <w:rsid w:val="00C74FD9"/>
    <w:rsid w:val="00C755DD"/>
    <w:rsid w:val="00C75766"/>
    <w:rsid w:val="00C76AEC"/>
    <w:rsid w:val="00C77356"/>
    <w:rsid w:val="00C77410"/>
    <w:rsid w:val="00C774DA"/>
    <w:rsid w:val="00C77D1A"/>
    <w:rsid w:val="00C817D7"/>
    <w:rsid w:val="00C82695"/>
    <w:rsid w:val="00C82A03"/>
    <w:rsid w:val="00C82BD6"/>
    <w:rsid w:val="00C83113"/>
    <w:rsid w:val="00C83376"/>
    <w:rsid w:val="00C83488"/>
    <w:rsid w:val="00C839F4"/>
    <w:rsid w:val="00C83F14"/>
    <w:rsid w:val="00C842A8"/>
    <w:rsid w:val="00C84698"/>
    <w:rsid w:val="00C849AF"/>
    <w:rsid w:val="00C85A23"/>
    <w:rsid w:val="00C85CC0"/>
    <w:rsid w:val="00C860A7"/>
    <w:rsid w:val="00C86927"/>
    <w:rsid w:val="00C86BD2"/>
    <w:rsid w:val="00C86D54"/>
    <w:rsid w:val="00C87B9B"/>
    <w:rsid w:val="00C87F69"/>
    <w:rsid w:val="00C90484"/>
    <w:rsid w:val="00C910FC"/>
    <w:rsid w:val="00C91A1B"/>
    <w:rsid w:val="00C91BF0"/>
    <w:rsid w:val="00C9220D"/>
    <w:rsid w:val="00C924ED"/>
    <w:rsid w:val="00C92651"/>
    <w:rsid w:val="00C9553B"/>
    <w:rsid w:val="00C959DF"/>
    <w:rsid w:val="00C95BD0"/>
    <w:rsid w:val="00C95D51"/>
    <w:rsid w:val="00C95D8B"/>
    <w:rsid w:val="00C97F35"/>
    <w:rsid w:val="00CA0BBC"/>
    <w:rsid w:val="00CA0EA2"/>
    <w:rsid w:val="00CA17AF"/>
    <w:rsid w:val="00CA1822"/>
    <w:rsid w:val="00CA2099"/>
    <w:rsid w:val="00CA3B1D"/>
    <w:rsid w:val="00CA4250"/>
    <w:rsid w:val="00CA69A9"/>
    <w:rsid w:val="00CA7025"/>
    <w:rsid w:val="00CB00F8"/>
    <w:rsid w:val="00CB073C"/>
    <w:rsid w:val="00CB1C9D"/>
    <w:rsid w:val="00CB1CF2"/>
    <w:rsid w:val="00CB2AD9"/>
    <w:rsid w:val="00CB395C"/>
    <w:rsid w:val="00CB449F"/>
    <w:rsid w:val="00CB4554"/>
    <w:rsid w:val="00CB506E"/>
    <w:rsid w:val="00CB67E7"/>
    <w:rsid w:val="00CB7598"/>
    <w:rsid w:val="00CB7B90"/>
    <w:rsid w:val="00CC0A9D"/>
    <w:rsid w:val="00CC10F4"/>
    <w:rsid w:val="00CC1441"/>
    <w:rsid w:val="00CC1EEA"/>
    <w:rsid w:val="00CC254F"/>
    <w:rsid w:val="00CC376C"/>
    <w:rsid w:val="00CC4C60"/>
    <w:rsid w:val="00CC56A1"/>
    <w:rsid w:val="00CC5A7E"/>
    <w:rsid w:val="00CC6A58"/>
    <w:rsid w:val="00CC6BDE"/>
    <w:rsid w:val="00CC701E"/>
    <w:rsid w:val="00CC7A96"/>
    <w:rsid w:val="00CC7EAB"/>
    <w:rsid w:val="00CD015C"/>
    <w:rsid w:val="00CD1397"/>
    <w:rsid w:val="00CD18FB"/>
    <w:rsid w:val="00CD1B8C"/>
    <w:rsid w:val="00CD2954"/>
    <w:rsid w:val="00CD2F25"/>
    <w:rsid w:val="00CD335C"/>
    <w:rsid w:val="00CD3B63"/>
    <w:rsid w:val="00CD419B"/>
    <w:rsid w:val="00CD4772"/>
    <w:rsid w:val="00CD4F03"/>
    <w:rsid w:val="00CD6073"/>
    <w:rsid w:val="00CD60C0"/>
    <w:rsid w:val="00CD628C"/>
    <w:rsid w:val="00CD6416"/>
    <w:rsid w:val="00CD68B2"/>
    <w:rsid w:val="00CD6D8E"/>
    <w:rsid w:val="00CE0434"/>
    <w:rsid w:val="00CE120E"/>
    <w:rsid w:val="00CE1259"/>
    <w:rsid w:val="00CE149F"/>
    <w:rsid w:val="00CE295C"/>
    <w:rsid w:val="00CE36D0"/>
    <w:rsid w:val="00CE548C"/>
    <w:rsid w:val="00CE5863"/>
    <w:rsid w:val="00CE5F14"/>
    <w:rsid w:val="00CE602F"/>
    <w:rsid w:val="00CE6DAA"/>
    <w:rsid w:val="00CF0B6A"/>
    <w:rsid w:val="00CF0E01"/>
    <w:rsid w:val="00CF0FE5"/>
    <w:rsid w:val="00CF2008"/>
    <w:rsid w:val="00CF2DD1"/>
    <w:rsid w:val="00CF593F"/>
    <w:rsid w:val="00CF5F3B"/>
    <w:rsid w:val="00CF6A1E"/>
    <w:rsid w:val="00D0032D"/>
    <w:rsid w:val="00D0075E"/>
    <w:rsid w:val="00D008C0"/>
    <w:rsid w:val="00D00BCF"/>
    <w:rsid w:val="00D01194"/>
    <w:rsid w:val="00D01CBB"/>
    <w:rsid w:val="00D03F1D"/>
    <w:rsid w:val="00D042ED"/>
    <w:rsid w:val="00D0446F"/>
    <w:rsid w:val="00D04BC4"/>
    <w:rsid w:val="00D05E3B"/>
    <w:rsid w:val="00D067CC"/>
    <w:rsid w:val="00D06B79"/>
    <w:rsid w:val="00D0739A"/>
    <w:rsid w:val="00D07648"/>
    <w:rsid w:val="00D1206B"/>
    <w:rsid w:val="00D127E1"/>
    <w:rsid w:val="00D129F5"/>
    <w:rsid w:val="00D13488"/>
    <w:rsid w:val="00D1410C"/>
    <w:rsid w:val="00D142CB"/>
    <w:rsid w:val="00D155FF"/>
    <w:rsid w:val="00D15F44"/>
    <w:rsid w:val="00D16916"/>
    <w:rsid w:val="00D21494"/>
    <w:rsid w:val="00D2230F"/>
    <w:rsid w:val="00D223CE"/>
    <w:rsid w:val="00D22B42"/>
    <w:rsid w:val="00D22F7B"/>
    <w:rsid w:val="00D231F9"/>
    <w:rsid w:val="00D25B0F"/>
    <w:rsid w:val="00D26440"/>
    <w:rsid w:val="00D27402"/>
    <w:rsid w:val="00D27701"/>
    <w:rsid w:val="00D27BCA"/>
    <w:rsid w:val="00D31B94"/>
    <w:rsid w:val="00D31FB9"/>
    <w:rsid w:val="00D332C9"/>
    <w:rsid w:val="00D3396D"/>
    <w:rsid w:val="00D349CA"/>
    <w:rsid w:val="00D366F6"/>
    <w:rsid w:val="00D40663"/>
    <w:rsid w:val="00D428CB"/>
    <w:rsid w:val="00D429D2"/>
    <w:rsid w:val="00D4326E"/>
    <w:rsid w:val="00D4362D"/>
    <w:rsid w:val="00D442FA"/>
    <w:rsid w:val="00D4430D"/>
    <w:rsid w:val="00D4439B"/>
    <w:rsid w:val="00D44CC5"/>
    <w:rsid w:val="00D45169"/>
    <w:rsid w:val="00D45508"/>
    <w:rsid w:val="00D51BB5"/>
    <w:rsid w:val="00D5200D"/>
    <w:rsid w:val="00D535AD"/>
    <w:rsid w:val="00D5408A"/>
    <w:rsid w:val="00D558A9"/>
    <w:rsid w:val="00D56C25"/>
    <w:rsid w:val="00D57924"/>
    <w:rsid w:val="00D60595"/>
    <w:rsid w:val="00D608C2"/>
    <w:rsid w:val="00D60D68"/>
    <w:rsid w:val="00D617E3"/>
    <w:rsid w:val="00D62A4F"/>
    <w:rsid w:val="00D63BE0"/>
    <w:rsid w:val="00D6551D"/>
    <w:rsid w:val="00D702A5"/>
    <w:rsid w:val="00D70632"/>
    <w:rsid w:val="00D71C08"/>
    <w:rsid w:val="00D723C9"/>
    <w:rsid w:val="00D72691"/>
    <w:rsid w:val="00D72BCA"/>
    <w:rsid w:val="00D740BF"/>
    <w:rsid w:val="00D74313"/>
    <w:rsid w:val="00D74778"/>
    <w:rsid w:val="00D74AFE"/>
    <w:rsid w:val="00D75648"/>
    <w:rsid w:val="00D75838"/>
    <w:rsid w:val="00D7663F"/>
    <w:rsid w:val="00D76EDA"/>
    <w:rsid w:val="00D773FF"/>
    <w:rsid w:val="00D77A45"/>
    <w:rsid w:val="00D77E94"/>
    <w:rsid w:val="00D77FB4"/>
    <w:rsid w:val="00D8068A"/>
    <w:rsid w:val="00D80864"/>
    <w:rsid w:val="00D80A04"/>
    <w:rsid w:val="00D80C60"/>
    <w:rsid w:val="00D80F92"/>
    <w:rsid w:val="00D819DE"/>
    <w:rsid w:val="00D835D8"/>
    <w:rsid w:val="00D838DE"/>
    <w:rsid w:val="00D83A2B"/>
    <w:rsid w:val="00D83C4D"/>
    <w:rsid w:val="00D849EC"/>
    <w:rsid w:val="00D85B16"/>
    <w:rsid w:val="00D90EFA"/>
    <w:rsid w:val="00D91D86"/>
    <w:rsid w:val="00D93AC8"/>
    <w:rsid w:val="00D93F1A"/>
    <w:rsid w:val="00D944CC"/>
    <w:rsid w:val="00D94909"/>
    <w:rsid w:val="00D94A69"/>
    <w:rsid w:val="00D95882"/>
    <w:rsid w:val="00D958CA"/>
    <w:rsid w:val="00D95D31"/>
    <w:rsid w:val="00D97180"/>
    <w:rsid w:val="00DA0116"/>
    <w:rsid w:val="00DA15D3"/>
    <w:rsid w:val="00DA1A48"/>
    <w:rsid w:val="00DA1D8C"/>
    <w:rsid w:val="00DA206D"/>
    <w:rsid w:val="00DA28CF"/>
    <w:rsid w:val="00DA3E92"/>
    <w:rsid w:val="00DA3F42"/>
    <w:rsid w:val="00DA4520"/>
    <w:rsid w:val="00DA53EE"/>
    <w:rsid w:val="00DA622C"/>
    <w:rsid w:val="00DA6298"/>
    <w:rsid w:val="00DA7035"/>
    <w:rsid w:val="00DA75C7"/>
    <w:rsid w:val="00DB022B"/>
    <w:rsid w:val="00DB107E"/>
    <w:rsid w:val="00DB1144"/>
    <w:rsid w:val="00DB15CE"/>
    <w:rsid w:val="00DB2E53"/>
    <w:rsid w:val="00DB2F36"/>
    <w:rsid w:val="00DB35FD"/>
    <w:rsid w:val="00DB4903"/>
    <w:rsid w:val="00DB541D"/>
    <w:rsid w:val="00DB598E"/>
    <w:rsid w:val="00DB59B2"/>
    <w:rsid w:val="00DB5C49"/>
    <w:rsid w:val="00DB60BC"/>
    <w:rsid w:val="00DB685C"/>
    <w:rsid w:val="00DB6ED7"/>
    <w:rsid w:val="00DB70B7"/>
    <w:rsid w:val="00DC1C73"/>
    <w:rsid w:val="00DC1DC8"/>
    <w:rsid w:val="00DC3269"/>
    <w:rsid w:val="00DC44A1"/>
    <w:rsid w:val="00DC51ED"/>
    <w:rsid w:val="00DC5AB8"/>
    <w:rsid w:val="00DC5B9D"/>
    <w:rsid w:val="00DC7ED2"/>
    <w:rsid w:val="00DD0908"/>
    <w:rsid w:val="00DD0A7B"/>
    <w:rsid w:val="00DD17C4"/>
    <w:rsid w:val="00DD1D0D"/>
    <w:rsid w:val="00DD3A9B"/>
    <w:rsid w:val="00DD3F7A"/>
    <w:rsid w:val="00DD41DA"/>
    <w:rsid w:val="00DD4380"/>
    <w:rsid w:val="00DD4474"/>
    <w:rsid w:val="00DD54C8"/>
    <w:rsid w:val="00DD5867"/>
    <w:rsid w:val="00DD5B60"/>
    <w:rsid w:val="00DD661E"/>
    <w:rsid w:val="00DD7751"/>
    <w:rsid w:val="00DD78FF"/>
    <w:rsid w:val="00DE2355"/>
    <w:rsid w:val="00DE3AFA"/>
    <w:rsid w:val="00DE43C8"/>
    <w:rsid w:val="00DE4DA2"/>
    <w:rsid w:val="00DE4E37"/>
    <w:rsid w:val="00DE5476"/>
    <w:rsid w:val="00DE5A3F"/>
    <w:rsid w:val="00DE5DB3"/>
    <w:rsid w:val="00DE7796"/>
    <w:rsid w:val="00DF0F35"/>
    <w:rsid w:val="00DF1243"/>
    <w:rsid w:val="00DF2314"/>
    <w:rsid w:val="00DF2EB3"/>
    <w:rsid w:val="00DF2FEB"/>
    <w:rsid w:val="00DF3AF3"/>
    <w:rsid w:val="00DF3B7F"/>
    <w:rsid w:val="00DF47B5"/>
    <w:rsid w:val="00DF492F"/>
    <w:rsid w:val="00DF4A67"/>
    <w:rsid w:val="00DF6402"/>
    <w:rsid w:val="00DF6484"/>
    <w:rsid w:val="00DF6F45"/>
    <w:rsid w:val="00E00188"/>
    <w:rsid w:val="00E014F8"/>
    <w:rsid w:val="00E044CB"/>
    <w:rsid w:val="00E04DB7"/>
    <w:rsid w:val="00E051F2"/>
    <w:rsid w:val="00E057A0"/>
    <w:rsid w:val="00E061CF"/>
    <w:rsid w:val="00E06F86"/>
    <w:rsid w:val="00E07237"/>
    <w:rsid w:val="00E07E0A"/>
    <w:rsid w:val="00E11EAB"/>
    <w:rsid w:val="00E11EC9"/>
    <w:rsid w:val="00E1228F"/>
    <w:rsid w:val="00E12638"/>
    <w:rsid w:val="00E129E0"/>
    <w:rsid w:val="00E13A9E"/>
    <w:rsid w:val="00E15668"/>
    <w:rsid w:val="00E15B2B"/>
    <w:rsid w:val="00E16740"/>
    <w:rsid w:val="00E16C6A"/>
    <w:rsid w:val="00E1746A"/>
    <w:rsid w:val="00E174DA"/>
    <w:rsid w:val="00E20D66"/>
    <w:rsid w:val="00E2126D"/>
    <w:rsid w:val="00E214BD"/>
    <w:rsid w:val="00E22085"/>
    <w:rsid w:val="00E22C8D"/>
    <w:rsid w:val="00E2374D"/>
    <w:rsid w:val="00E248E3"/>
    <w:rsid w:val="00E25523"/>
    <w:rsid w:val="00E25A1E"/>
    <w:rsid w:val="00E25D5E"/>
    <w:rsid w:val="00E26026"/>
    <w:rsid w:val="00E26C05"/>
    <w:rsid w:val="00E26D85"/>
    <w:rsid w:val="00E3044A"/>
    <w:rsid w:val="00E304A0"/>
    <w:rsid w:val="00E3052C"/>
    <w:rsid w:val="00E30862"/>
    <w:rsid w:val="00E30A0E"/>
    <w:rsid w:val="00E31715"/>
    <w:rsid w:val="00E32278"/>
    <w:rsid w:val="00E324A7"/>
    <w:rsid w:val="00E324C8"/>
    <w:rsid w:val="00E32D6B"/>
    <w:rsid w:val="00E32EFA"/>
    <w:rsid w:val="00E33FD8"/>
    <w:rsid w:val="00E34F37"/>
    <w:rsid w:val="00E3553D"/>
    <w:rsid w:val="00E35587"/>
    <w:rsid w:val="00E36413"/>
    <w:rsid w:val="00E36460"/>
    <w:rsid w:val="00E36D3F"/>
    <w:rsid w:val="00E36F56"/>
    <w:rsid w:val="00E3768C"/>
    <w:rsid w:val="00E4009A"/>
    <w:rsid w:val="00E40D34"/>
    <w:rsid w:val="00E4193A"/>
    <w:rsid w:val="00E41C6E"/>
    <w:rsid w:val="00E41D28"/>
    <w:rsid w:val="00E4240F"/>
    <w:rsid w:val="00E424DE"/>
    <w:rsid w:val="00E44882"/>
    <w:rsid w:val="00E46007"/>
    <w:rsid w:val="00E463B6"/>
    <w:rsid w:val="00E4665E"/>
    <w:rsid w:val="00E470D0"/>
    <w:rsid w:val="00E47464"/>
    <w:rsid w:val="00E47619"/>
    <w:rsid w:val="00E47822"/>
    <w:rsid w:val="00E47F9C"/>
    <w:rsid w:val="00E50A48"/>
    <w:rsid w:val="00E5146A"/>
    <w:rsid w:val="00E53D4D"/>
    <w:rsid w:val="00E5424E"/>
    <w:rsid w:val="00E544B4"/>
    <w:rsid w:val="00E54CA8"/>
    <w:rsid w:val="00E56152"/>
    <w:rsid w:val="00E56C6A"/>
    <w:rsid w:val="00E57163"/>
    <w:rsid w:val="00E575C5"/>
    <w:rsid w:val="00E578B2"/>
    <w:rsid w:val="00E57A57"/>
    <w:rsid w:val="00E61164"/>
    <w:rsid w:val="00E61AAA"/>
    <w:rsid w:val="00E62DF9"/>
    <w:rsid w:val="00E6501A"/>
    <w:rsid w:val="00E65B76"/>
    <w:rsid w:val="00E66201"/>
    <w:rsid w:val="00E666E1"/>
    <w:rsid w:val="00E66BA1"/>
    <w:rsid w:val="00E67647"/>
    <w:rsid w:val="00E67652"/>
    <w:rsid w:val="00E70C9A"/>
    <w:rsid w:val="00E70DDD"/>
    <w:rsid w:val="00E718DC"/>
    <w:rsid w:val="00E71D27"/>
    <w:rsid w:val="00E71DC2"/>
    <w:rsid w:val="00E721CB"/>
    <w:rsid w:val="00E726FE"/>
    <w:rsid w:val="00E72AB1"/>
    <w:rsid w:val="00E73EF2"/>
    <w:rsid w:val="00E74251"/>
    <w:rsid w:val="00E75170"/>
    <w:rsid w:val="00E75F4E"/>
    <w:rsid w:val="00E807B1"/>
    <w:rsid w:val="00E80EE2"/>
    <w:rsid w:val="00E81E52"/>
    <w:rsid w:val="00E8208A"/>
    <w:rsid w:val="00E83132"/>
    <w:rsid w:val="00E838FD"/>
    <w:rsid w:val="00E83C72"/>
    <w:rsid w:val="00E83D6D"/>
    <w:rsid w:val="00E848AA"/>
    <w:rsid w:val="00E84EEB"/>
    <w:rsid w:val="00E85BFA"/>
    <w:rsid w:val="00E85E28"/>
    <w:rsid w:val="00E86E4C"/>
    <w:rsid w:val="00E87D3D"/>
    <w:rsid w:val="00E911B8"/>
    <w:rsid w:val="00E93B5E"/>
    <w:rsid w:val="00E93F5F"/>
    <w:rsid w:val="00E9425C"/>
    <w:rsid w:val="00E94D2F"/>
    <w:rsid w:val="00E953FD"/>
    <w:rsid w:val="00E9595C"/>
    <w:rsid w:val="00E9703F"/>
    <w:rsid w:val="00E978E8"/>
    <w:rsid w:val="00EA00AA"/>
    <w:rsid w:val="00EA0933"/>
    <w:rsid w:val="00EA102C"/>
    <w:rsid w:val="00EA1E0E"/>
    <w:rsid w:val="00EA1F0E"/>
    <w:rsid w:val="00EA20BF"/>
    <w:rsid w:val="00EA2CF1"/>
    <w:rsid w:val="00EA3222"/>
    <w:rsid w:val="00EA516A"/>
    <w:rsid w:val="00EA5C72"/>
    <w:rsid w:val="00EB055F"/>
    <w:rsid w:val="00EB0D24"/>
    <w:rsid w:val="00EB0ED6"/>
    <w:rsid w:val="00EB2CCF"/>
    <w:rsid w:val="00EB300A"/>
    <w:rsid w:val="00EB46F9"/>
    <w:rsid w:val="00EB49E7"/>
    <w:rsid w:val="00EB7A0B"/>
    <w:rsid w:val="00EC0410"/>
    <w:rsid w:val="00EC076D"/>
    <w:rsid w:val="00EC13F7"/>
    <w:rsid w:val="00EC184D"/>
    <w:rsid w:val="00EC2A5B"/>
    <w:rsid w:val="00EC2A8B"/>
    <w:rsid w:val="00EC2B14"/>
    <w:rsid w:val="00EC2CF5"/>
    <w:rsid w:val="00EC3471"/>
    <w:rsid w:val="00EC4D7D"/>
    <w:rsid w:val="00EC590E"/>
    <w:rsid w:val="00EC5BF5"/>
    <w:rsid w:val="00EC67E8"/>
    <w:rsid w:val="00EC76FD"/>
    <w:rsid w:val="00ED0761"/>
    <w:rsid w:val="00ED0B55"/>
    <w:rsid w:val="00ED2168"/>
    <w:rsid w:val="00ED2814"/>
    <w:rsid w:val="00ED3CB2"/>
    <w:rsid w:val="00ED53BB"/>
    <w:rsid w:val="00ED685C"/>
    <w:rsid w:val="00ED6C8A"/>
    <w:rsid w:val="00ED749E"/>
    <w:rsid w:val="00EE1462"/>
    <w:rsid w:val="00EE2974"/>
    <w:rsid w:val="00EE3155"/>
    <w:rsid w:val="00EE4C9E"/>
    <w:rsid w:val="00EE4FFB"/>
    <w:rsid w:val="00EE540E"/>
    <w:rsid w:val="00EE76A9"/>
    <w:rsid w:val="00EF0C67"/>
    <w:rsid w:val="00EF1451"/>
    <w:rsid w:val="00EF259D"/>
    <w:rsid w:val="00EF4B96"/>
    <w:rsid w:val="00EF5F25"/>
    <w:rsid w:val="00EF60F8"/>
    <w:rsid w:val="00EF6F02"/>
    <w:rsid w:val="00EF7B86"/>
    <w:rsid w:val="00F013F6"/>
    <w:rsid w:val="00F01659"/>
    <w:rsid w:val="00F017A7"/>
    <w:rsid w:val="00F01E07"/>
    <w:rsid w:val="00F02224"/>
    <w:rsid w:val="00F036DE"/>
    <w:rsid w:val="00F041BA"/>
    <w:rsid w:val="00F04B68"/>
    <w:rsid w:val="00F04DC7"/>
    <w:rsid w:val="00F056DA"/>
    <w:rsid w:val="00F05944"/>
    <w:rsid w:val="00F05D59"/>
    <w:rsid w:val="00F06B7A"/>
    <w:rsid w:val="00F06F38"/>
    <w:rsid w:val="00F07462"/>
    <w:rsid w:val="00F074BC"/>
    <w:rsid w:val="00F106A7"/>
    <w:rsid w:val="00F108D2"/>
    <w:rsid w:val="00F10996"/>
    <w:rsid w:val="00F1323C"/>
    <w:rsid w:val="00F152E9"/>
    <w:rsid w:val="00F1579A"/>
    <w:rsid w:val="00F16EAB"/>
    <w:rsid w:val="00F17755"/>
    <w:rsid w:val="00F20141"/>
    <w:rsid w:val="00F20D7D"/>
    <w:rsid w:val="00F21233"/>
    <w:rsid w:val="00F21951"/>
    <w:rsid w:val="00F21F61"/>
    <w:rsid w:val="00F22072"/>
    <w:rsid w:val="00F22587"/>
    <w:rsid w:val="00F22A03"/>
    <w:rsid w:val="00F23112"/>
    <w:rsid w:val="00F235B4"/>
    <w:rsid w:val="00F25035"/>
    <w:rsid w:val="00F2559C"/>
    <w:rsid w:val="00F25EF2"/>
    <w:rsid w:val="00F26100"/>
    <w:rsid w:val="00F26150"/>
    <w:rsid w:val="00F26C62"/>
    <w:rsid w:val="00F26DA7"/>
    <w:rsid w:val="00F27065"/>
    <w:rsid w:val="00F27726"/>
    <w:rsid w:val="00F31585"/>
    <w:rsid w:val="00F31D83"/>
    <w:rsid w:val="00F3240E"/>
    <w:rsid w:val="00F32BC6"/>
    <w:rsid w:val="00F330FB"/>
    <w:rsid w:val="00F33771"/>
    <w:rsid w:val="00F34EB9"/>
    <w:rsid w:val="00F374B1"/>
    <w:rsid w:val="00F37665"/>
    <w:rsid w:val="00F40A01"/>
    <w:rsid w:val="00F42557"/>
    <w:rsid w:val="00F441DB"/>
    <w:rsid w:val="00F44886"/>
    <w:rsid w:val="00F44A11"/>
    <w:rsid w:val="00F452F0"/>
    <w:rsid w:val="00F4564C"/>
    <w:rsid w:val="00F4715F"/>
    <w:rsid w:val="00F475BE"/>
    <w:rsid w:val="00F5072A"/>
    <w:rsid w:val="00F50EEF"/>
    <w:rsid w:val="00F515F1"/>
    <w:rsid w:val="00F51798"/>
    <w:rsid w:val="00F53AE9"/>
    <w:rsid w:val="00F53D1A"/>
    <w:rsid w:val="00F53E97"/>
    <w:rsid w:val="00F54530"/>
    <w:rsid w:val="00F55583"/>
    <w:rsid w:val="00F55971"/>
    <w:rsid w:val="00F5604F"/>
    <w:rsid w:val="00F56B7C"/>
    <w:rsid w:val="00F570A2"/>
    <w:rsid w:val="00F579F5"/>
    <w:rsid w:val="00F609D4"/>
    <w:rsid w:val="00F6202A"/>
    <w:rsid w:val="00F63AE1"/>
    <w:rsid w:val="00F63CAF"/>
    <w:rsid w:val="00F64F20"/>
    <w:rsid w:val="00F65355"/>
    <w:rsid w:val="00F65B8E"/>
    <w:rsid w:val="00F66FB4"/>
    <w:rsid w:val="00F70089"/>
    <w:rsid w:val="00F70AA4"/>
    <w:rsid w:val="00F71EE6"/>
    <w:rsid w:val="00F72C85"/>
    <w:rsid w:val="00F74B9A"/>
    <w:rsid w:val="00F74EA5"/>
    <w:rsid w:val="00F75BDC"/>
    <w:rsid w:val="00F803CC"/>
    <w:rsid w:val="00F81361"/>
    <w:rsid w:val="00F828A4"/>
    <w:rsid w:val="00F848CF"/>
    <w:rsid w:val="00F84D60"/>
    <w:rsid w:val="00F85128"/>
    <w:rsid w:val="00F853D9"/>
    <w:rsid w:val="00F8602E"/>
    <w:rsid w:val="00F874E8"/>
    <w:rsid w:val="00F877C6"/>
    <w:rsid w:val="00F87CA8"/>
    <w:rsid w:val="00F90739"/>
    <w:rsid w:val="00F90E74"/>
    <w:rsid w:val="00F914A5"/>
    <w:rsid w:val="00F91686"/>
    <w:rsid w:val="00F924DE"/>
    <w:rsid w:val="00F93580"/>
    <w:rsid w:val="00F9551B"/>
    <w:rsid w:val="00F95815"/>
    <w:rsid w:val="00F9594A"/>
    <w:rsid w:val="00F95E14"/>
    <w:rsid w:val="00F96787"/>
    <w:rsid w:val="00F97DD9"/>
    <w:rsid w:val="00FA1A77"/>
    <w:rsid w:val="00FA214E"/>
    <w:rsid w:val="00FA35DD"/>
    <w:rsid w:val="00FA380B"/>
    <w:rsid w:val="00FA43DF"/>
    <w:rsid w:val="00FA4E5B"/>
    <w:rsid w:val="00FA4E83"/>
    <w:rsid w:val="00FA540E"/>
    <w:rsid w:val="00FA5C78"/>
    <w:rsid w:val="00FA752B"/>
    <w:rsid w:val="00FA7E02"/>
    <w:rsid w:val="00FB0191"/>
    <w:rsid w:val="00FB050D"/>
    <w:rsid w:val="00FB0CE0"/>
    <w:rsid w:val="00FB0EDD"/>
    <w:rsid w:val="00FB207D"/>
    <w:rsid w:val="00FB3162"/>
    <w:rsid w:val="00FB40A9"/>
    <w:rsid w:val="00FB40AE"/>
    <w:rsid w:val="00FB4D1C"/>
    <w:rsid w:val="00FB50CF"/>
    <w:rsid w:val="00FB602A"/>
    <w:rsid w:val="00FB62FE"/>
    <w:rsid w:val="00FB6BE5"/>
    <w:rsid w:val="00FB7ACF"/>
    <w:rsid w:val="00FC09F1"/>
    <w:rsid w:val="00FC0FB5"/>
    <w:rsid w:val="00FC271F"/>
    <w:rsid w:val="00FC2792"/>
    <w:rsid w:val="00FC350A"/>
    <w:rsid w:val="00FC39D9"/>
    <w:rsid w:val="00FC3DCE"/>
    <w:rsid w:val="00FC3F80"/>
    <w:rsid w:val="00FC5449"/>
    <w:rsid w:val="00FC6ACA"/>
    <w:rsid w:val="00FC6D14"/>
    <w:rsid w:val="00FC78FA"/>
    <w:rsid w:val="00FD13A8"/>
    <w:rsid w:val="00FD13F7"/>
    <w:rsid w:val="00FD20D0"/>
    <w:rsid w:val="00FD2762"/>
    <w:rsid w:val="00FD36F6"/>
    <w:rsid w:val="00FD4194"/>
    <w:rsid w:val="00FD43EA"/>
    <w:rsid w:val="00FD4968"/>
    <w:rsid w:val="00FD5BBD"/>
    <w:rsid w:val="00FD7309"/>
    <w:rsid w:val="00FE09B1"/>
    <w:rsid w:val="00FE135F"/>
    <w:rsid w:val="00FE1816"/>
    <w:rsid w:val="00FE2A6D"/>
    <w:rsid w:val="00FE2D0A"/>
    <w:rsid w:val="00FE4E1B"/>
    <w:rsid w:val="00FE5066"/>
    <w:rsid w:val="00FE57CA"/>
    <w:rsid w:val="00FE5E2A"/>
    <w:rsid w:val="00FE69CB"/>
    <w:rsid w:val="00FE78AD"/>
    <w:rsid w:val="00FE790A"/>
    <w:rsid w:val="00FE7998"/>
    <w:rsid w:val="00FE7ACD"/>
    <w:rsid w:val="00FE7AE0"/>
    <w:rsid w:val="00FF084B"/>
    <w:rsid w:val="00FF257F"/>
    <w:rsid w:val="00FF2DA2"/>
    <w:rsid w:val="00FF3195"/>
    <w:rsid w:val="00FF31E8"/>
    <w:rsid w:val="00FF3476"/>
    <w:rsid w:val="00FF34D7"/>
    <w:rsid w:val="00FF38CC"/>
    <w:rsid w:val="00FF39A5"/>
    <w:rsid w:val="00FF535E"/>
    <w:rsid w:val="00FF6646"/>
    <w:rsid w:val="00FF7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82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6501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1</Pages>
  <Words>120</Words>
  <Characters>684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raisa</dc:creator>
  <cp:keywords/>
  <dc:description/>
  <cp:lastModifiedBy>puma</cp:lastModifiedBy>
  <cp:revision>11</cp:revision>
  <dcterms:created xsi:type="dcterms:W3CDTF">2017-03-30T09:15:00Z</dcterms:created>
  <dcterms:modified xsi:type="dcterms:W3CDTF">2017-06-16T03:15:00Z</dcterms:modified>
</cp:coreProperties>
</file>