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F4" w:rsidRDefault="000515F4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15F4" w:rsidRDefault="000515F4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3910" w:rsidRDefault="000515F4" w:rsidP="00051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73458">
        <w:rPr>
          <w:rFonts w:ascii="Times New Roman" w:hAnsi="Times New Roman" w:cs="Times New Roman"/>
          <w:sz w:val="28"/>
          <w:szCs w:val="28"/>
        </w:rPr>
        <w:t>1</w:t>
      </w:r>
      <w:r w:rsidR="00D63910">
        <w:rPr>
          <w:rFonts w:ascii="Times New Roman" w:hAnsi="Times New Roman" w:cs="Times New Roman"/>
          <w:sz w:val="28"/>
          <w:szCs w:val="28"/>
        </w:rPr>
        <w:t>0</w:t>
      </w:r>
    </w:p>
    <w:p w:rsidR="000515F4" w:rsidRDefault="000515F4" w:rsidP="00051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Новоселовского </w:t>
      </w:r>
    </w:p>
    <w:p w:rsidR="000515F4" w:rsidRDefault="000515F4" w:rsidP="00051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</w:p>
    <w:p w:rsidR="000515F4" w:rsidRDefault="000515F4" w:rsidP="00051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1C17">
        <w:rPr>
          <w:rFonts w:ascii="Times New Roman" w:hAnsi="Times New Roman" w:cs="Times New Roman"/>
          <w:sz w:val="28"/>
          <w:szCs w:val="28"/>
        </w:rPr>
        <w:t>20.09.2017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D7CE9">
        <w:rPr>
          <w:rFonts w:ascii="Times New Roman" w:hAnsi="Times New Roman" w:cs="Times New Roman"/>
          <w:sz w:val="28"/>
          <w:szCs w:val="28"/>
        </w:rPr>
        <w:t xml:space="preserve"> </w:t>
      </w:r>
      <w:r w:rsidR="00E11C17">
        <w:rPr>
          <w:rFonts w:ascii="Times New Roman" w:hAnsi="Times New Roman" w:cs="Times New Roman"/>
          <w:sz w:val="28"/>
          <w:szCs w:val="28"/>
        </w:rPr>
        <w:t>33-172-50р</w:t>
      </w:r>
    </w:p>
    <w:p w:rsidR="000515F4" w:rsidRDefault="000515F4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82E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76325">
        <w:rPr>
          <w:rFonts w:ascii="Times New Roman" w:hAnsi="Times New Roman" w:cs="Times New Roman"/>
          <w:sz w:val="28"/>
          <w:szCs w:val="28"/>
        </w:rPr>
        <w:t xml:space="preserve"> 2</w:t>
      </w:r>
      <w:r w:rsidR="00673458">
        <w:rPr>
          <w:rFonts w:ascii="Times New Roman" w:hAnsi="Times New Roman" w:cs="Times New Roman"/>
          <w:sz w:val="28"/>
          <w:szCs w:val="28"/>
        </w:rPr>
        <w:t>6</w:t>
      </w:r>
      <w:r w:rsidR="00051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01A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Новоселовского </w:t>
      </w:r>
    </w:p>
    <w:p w:rsidR="00E6501A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Совета депутатов</w:t>
      </w:r>
    </w:p>
    <w:p w:rsidR="00E6501A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15F4">
        <w:rPr>
          <w:rFonts w:ascii="Times New Roman" w:hAnsi="Times New Roman" w:cs="Times New Roman"/>
          <w:sz w:val="28"/>
          <w:szCs w:val="28"/>
        </w:rPr>
        <w:t>16.12.2016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515F4">
        <w:rPr>
          <w:rFonts w:ascii="Times New Roman" w:hAnsi="Times New Roman" w:cs="Times New Roman"/>
          <w:sz w:val="28"/>
          <w:szCs w:val="28"/>
        </w:rPr>
        <w:t xml:space="preserve"> 22-114-86р</w:t>
      </w:r>
    </w:p>
    <w:p w:rsidR="00E6501A" w:rsidRDefault="00E6501A" w:rsidP="00E650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01A" w:rsidRDefault="00E6501A" w:rsidP="005F6637">
      <w:pPr>
        <w:spacing w:after="0" w:line="240" w:lineRule="auto"/>
        <w:ind w:left="-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бюджетам муниципальных образований Новоселовского района </w:t>
      </w:r>
      <w:r w:rsidR="00176325">
        <w:rPr>
          <w:rFonts w:ascii="Times New Roman" w:hAnsi="Times New Roman" w:cs="Times New Roman"/>
          <w:sz w:val="28"/>
          <w:szCs w:val="28"/>
        </w:rPr>
        <w:t xml:space="preserve">на </w:t>
      </w:r>
      <w:r w:rsidR="005F6637" w:rsidRPr="005F6637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="005F6637" w:rsidRPr="005F6637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="005F6637" w:rsidRPr="005F6637">
        <w:rPr>
          <w:rFonts w:ascii="Times New Roman" w:hAnsi="Times New Roman" w:cs="Times New Roman"/>
          <w:sz w:val="28"/>
          <w:szCs w:val="28"/>
        </w:rPr>
        <w:t xml:space="preserve"> основного и административно</w:t>
      </w:r>
      <w:r w:rsidR="00673458">
        <w:rPr>
          <w:rFonts w:ascii="Times New Roman" w:hAnsi="Times New Roman" w:cs="Times New Roman"/>
          <w:sz w:val="28"/>
          <w:szCs w:val="28"/>
        </w:rPr>
        <w:t xml:space="preserve"> </w:t>
      </w:r>
      <w:r w:rsidR="005F6637" w:rsidRPr="005F6637">
        <w:rPr>
          <w:rFonts w:ascii="Times New Roman" w:hAnsi="Times New Roman" w:cs="Times New Roman"/>
          <w:sz w:val="28"/>
          <w:szCs w:val="28"/>
        </w:rPr>
        <w:t xml:space="preserve">- управленческого персонала учреждений культуры, подведомственных муниципальным органам управления в области культуры </w:t>
      </w:r>
    </w:p>
    <w:p w:rsidR="00E6501A" w:rsidRDefault="00E6501A" w:rsidP="00E6501A">
      <w:pPr>
        <w:tabs>
          <w:tab w:val="left" w:pos="2790"/>
        </w:tabs>
        <w:spacing w:after="0" w:line="240" w:lineRule="auto"/>
        <w:ind w:left="-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C5632">
        <w:rPr>
          <w:rFonts w:ascii="Times New Roman" w:hAnsi="Times New Roman" w:cs="Times New Roman"/>
          <w:sz w:val="28"/>
          <w:szCs w:val="28"/>
        </w:rPr>
        <w:t xml:space="preserve">                               (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6C563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Ind w:w="-4962" w:type="dxa"/>
        <w:tblLook w:val="04A0"/>
      </w:tblPr>
      <w:tblGrid>
        <w:gridCol w:w="1029"/>
        <w:gridCol w:w="4110"/>
        <w:gridCol w:w="1549"/>
        <w:gridCol w:w="1371"/>
        <w:gridCol w:w="1371"/>
      </w:tblGrid>
      <w:tr w:rsidR="006C5632" w:rsidTr="006C5632">
        <w:tc>
          <w:tcPr>
            <w:tcW w:w="1029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4110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49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2017 год</w:t>
            </w:r>
          </w:p>
        </w:tc>
        <w:tc>
          <w:tcPr>
            <w:tcW w:w="1371" w:type="dxa"/>
          </w:tcPr>
          <w:p w:rsidR="006C5632" w:rsidRDefault="006C5632" w:rsidP="006C5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2018 год</w:t>
            </w:r>
          </w:p>
        </w:tc>
        <w:tc>
          <w:tcPr>
            <w:tcW w:w="1371" w:type="dxa"/>
          </w:tcPr>
          <w:p w:rsidR="006C5632" w:rsidRDefault="006C5632" w:rsidP="006C5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2019 год</w:t>
            </w:r>
          </w:p>
        </w:tc>
      </w:tr>
      <w:tr w:rsidR="006C5632" w:rsidTr="006C5632">
        <w:tc>
          <w:tcPr>
            <w:tcW w:w="1029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1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1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C564A" w:rsidTr="006C5632">
        <w:tc>
          <w:tcPr>
            <w:tcW w:w="1029" w:type="dxa"/>
          </w:tcPr>
          <w:p w:rsidR="000C564A" w:rsidRDefault="000C564A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C564A" w:rsidRDefault="000C564A" w:rsidP="00E650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Анашенский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549" w:type="dxa"/>
          </w:tcPr>
          <w:p w:rsidR="000C564A" w:rsidRDefault="005F6637" w:rsidP="005F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181,9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F6637" w:rsidTr="006C5632">
        <w:tc>
          <w:tcPr>
            <w:tcW w:w="1029" w:type="dxa"/>
          </w:tcPr>
          <w:p w:rsidR="005F6637" w:rsidRDefault="005F6637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5F6637" w:rsidRDefault="005F6637" w:rsidP="00E650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Бараитский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549" w:type="dxa"/>
          </w:tcPr>
          <w:p w:rsidR="005F6637" w:rsidRDefault="005F6637" w:rsidP="001861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371" w:type="dxa"/>
          </w:tcPr>
          <w:p w:rsidR="005F6637" w:rsidRDefault="005F6637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5F6637" w:rsidRDefault="005F6637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64A" w:rsidTr="006C5632">
        <w:tc>
          <w:tcPr>
            <w:tcW w:w="1029" w:type="dxa"/>
          </w:tcPr>
          <w:p w:rsidR="000C564A" w:rsidRDefault="005F6637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0C564A" w:rsidRDefault="000C564A" w:rsidP="00E650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549" w:type="dxa"/>
          </w:tcPr>
          <w:p w:rsidR="000C564A" w:rsidRDefault="005F6637" w:rsidP="001861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141,5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F6637" w:rsidTr="006C5632">
        <w:tc>
          <w:tcPr>
            <w:tcW w:w="1029" w:type="dxa"/>
          </w:tcPr>
          <w:p w:rsidR="005F6637" w:rsidRDefault="005F6637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5F6637" w:rsidRDefault="005F6637" w:rsidP="00E650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Легостаевский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сельсовеь</w:t>
            </w:r>
            <w:proofErr w:type="spellEnd"/>
          </w:p>
        </w:tc>
        <w:tc>
          <w:tcPr>
            <w:tcW w:w="1549" w:type="dxa"/>
          </w:tcPr>
          <w:p w:rsidR="005F6637" w:rsidRDefault="005F6637" w:rsidP="001861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67,4</w:t>
            </w:r>
          </w:p>
        </w:tc>
        <w:tc>
          <w:tcPr>
            <w:tcW w:w="1371" w:type="dxa"/>
          </w:tcPr>
          <w:p w:rsidR="005F6637" w:rsidRDefault="005F6637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5F6637" w:rsidRDefault="005F6637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64A" w:rsidTr="006C5632">
        <w:tc>
          <w:tcPr>
            <w:tcW w:w="1029" w:type="dxa"/>
          </w:tcPr>
          <w:p w:rsidR="000C564A" w:rsidRDefault="005F6637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0C564A" w:rsidRDefault="005F6637" w:rsidP="00E650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Светлолобовский</w:t>
            </w:r>
            <w:proofErr w:type="spellEnd"/>
            <w:r w:rsidR="000C564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549" w:type="dxa"/>
          </w:tcPr>
          <w:p w:rsidR="000C564A" w:rsidRDefault="005F6637" w:rsidP="000C56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94,4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F6637" w:rsidTr="006C5632">
        <w:tc>
          <w:tcPr>
            <w:tcW w:w="1029" w:type="dxa"/>
          </w:tcPr>
          <w:p w:rsidR="005F6637" w:rsidRDefault="005F6637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5F6637" w:rsidRDefault="005F6637" w:rsidP="00E650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Толстомысенский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549" w:type="dxa"/>
          </w:tcPr>
          <w:p w:rsidR="005F6637" w:rsidRDefault="005F6637" w:rsidP="000C56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131,4</w:t>
            </w:r>
          </w:p>
        </w:tc>
        <w:tc>
          <w:tcPr>
            <w:tcW w:w="1371" w:type="dxa"/>
          </w:tcPr>
          <w:p w:rsidR="005F6637" w:rsidRDefault="005F6637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5F6637" w:rsidRDefault="005F6637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64A" w:rsidTr="006C5632">
        <w:tc>
          <w:tcPr>
            <w:tcW w:w="1029" w:type="dxa"/>
          </w:tcPr>
          <w:p w:rsidR="000C564A" w:rsidRDefault="005F6637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0C564A" w:rsidRDefault="000C564A" w:rsidP="00E650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Чулымский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549" w:type="dxa"/>
          </w:tcPr>
          <w:p w:rsidR="000C564A" w:rsidRDefault="005F6637" w:rsidP="00E650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249,3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0C564A" w:rsidRDefault="000C564A" w:rsidP="007A5A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C5632" w:rsidTr="006C5632">
        <w:tc>
          <w:tcPr>
            <w:tcW w:w="5139" w:type="dxa"/>
            <w:gridSpan w:val="2"/>
          </w:tcPr>
          <w:p w:rsidR="006C5632" w:rsidRPr="00BB0E59" w:rsidRDefault="006C5632" w:rsidP="00E650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E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49" w:type="dxa"/>
          </w:tcPr>
          <w:p w:rsidR="006C5632" w:rsidRPr="00BB0E59" w:rsidRDefault="005F6637" w:rsidP="00F316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910,4</w:t>
            </w:r>
          </w:p>
        </w:tc>
        <w:tc>
          <w:tcPr>
            <w:tcW w:w="1371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71" w:type="dxa"/>
          </w:tcPr>
          <w:p w:rsidR="006C5632" w:rsidRDefault="006C5632" w:rsidP="00E650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6501A" w:rsidRPr="00E6501A" w:rsidRDefault="00E6501A" w:rsidP="00E6501A">
      <w:pPr>
        <w:spacing w:after="0" w:line="240" w:lineRule="auto"/>
        <w:ind w:left="-4962"/>
        <w:jc w:val="center"/>
        <w:rPr>
          <w:rFonts w:ascii="Times New Roman" w:hAnsi="Times New Roman" w:cs="Times New Roman"/>
          <w:sz w:val="28"/>
          <w:szCs w:val="28"/>
        </w:rPr>
      </w:pPr>
    </w:p>
    <w:sectPr w:rsidR="00E6501A" w:rsidRPr="00E6501A" w:rsidSect="00E6501A">
      <w:pgSz w:w="11906" w:h="16838"/>
      <w:pgMar w:top="1134" w:right="850" w:bottom="1134" w:left="680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6501A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515F4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64A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325"/>
    <w:rsid w:val="00176E8A"/>
    <w:rsid w:val="001807EB"/>
    <w:rsid w:val="00180D98"/>
    <w:rsid w:val="001814BE"/>
    <w:rsid w:val="001823A2"/>
    <w:rsid w:val="0018285A"/>
    <w:rsid w:val="00184196"/>
    <w:rsid w:val="0018478F"/>
    <w:rsid w:val="0018613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2B98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0BE"/>
    <w:rsid w:val="002B1E88"/>
    <w:rsid w:val="002B1EF2"/>
    <w:rsid w:val="002B20A6"/>
    <w:rsid w:val="002B2350"/>
    <w:rsid w:val="002B2C98"/>
    <w:rsid w:val="002B2DF2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04D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C0C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5952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30F6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290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0F6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D7CE9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472D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2F16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6637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458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5632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5CCE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770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AD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532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2E8"/>
    <w:rsid w:val="00A53663"/>
    <w:rsid w:val="00A5539E"/>
    <w:rsid w:val="00A55662"/>
    <w:rsid w:val="00A5662F"/>
    <w:rsid w:val="00A56E00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6854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3C8C"/>
    <w:rsid w:val="00B445FC"/>
    <w:rsid w:val="00B45624"/>
    <w:rsid w:val="00B464C0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0E59"/>
    <w:rsid w:val="00BB217F"/>
    <w:rsid w:val="00BB31A3"/>
    <w:rsid w:val="00BB3A0B"/>
    <w:rsid w:val="00BB3B57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39B3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0444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A58"/>
    <w:rsid w:val="00CC6BDE"/>
    <w:rsid w:val="00CC6D56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910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95C"/>
    <w:rsid w:val="00E11C17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AF9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01A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3468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6BA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355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raisa</cp:lastModifiedBy>
  <cp:revision>24</cp:revision>
  <cp:lastPrinted>2017-06-08T03:25:00Z</cp:lastPrinted>
  <dcterms:created xsi:type="dcterms:W3CDTF">2017-03-27T03:55:00Z</dcterms:created>
  <dcterms:modified xsi:type="dcterms:W3CDTF">2017-09-20T08:20:00Z</dcterms:modified>
</cp:coreProperties>
</file>