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885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7885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7885" w:rsidRDefault="00997885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</w:t>
      </w:r>
    </w:p>
    <w:p w:rsidR="00997885" w:rsidRDefault="00997885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997885" w:rsidRDefault="00997885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997885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1101">
        <w:rPr>
          <w:rFonts w:ascii="Times New Roman" w:hAnsi="Times New Roman"/>
          <w:sz w:val="28"/>
          <w:szCs w:val="28"/>
        </w:rPr>
        <w:t>от 15.11.2017  № 35-186-64р</w:t>
      </w:r>
    </w:p>
    <w:p w:rsidR="00997885" w:rsidRPr="00CF1101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7885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24  </w:t>
      </w:r>
    </w:p>
    <w:p w:rsidR="00997885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997885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997885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997885" w:rsidRDefault="00997885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7885" w:rsidRDefault="00997885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иных межбюджетных трансфертов бюджетам муниципальных образований Новоселовского района на 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</w:t>
      </w:r>
    </w:p>
    <w:p w:rsidR="00997885" w:rsidRDefault="00997885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97885" w:rsidRDefault="00997885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110"/>
        <w:gridCol w:w="1549"/>
        <w:gridCol w:w="1371"/>
        <w:gridCol w:w="1371"/>
      </w:tblGrid>
      <w:tr w:rsidR="00997885" w:rsidRPr="005B4FF8" w:rsidTr="005B4FF8">
        <w:tc>
          <w:tcPr>
            <w:tcW w:w="102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997885" w:rsidRPr="005B4FF8" w:rsidTr="005B4FF8">
        <w:tc>
          <w:tcPr>
            <w:tcW w:w="102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97885" w:rsidRPr="005B4FF8" w:rsidTr="005B4FF8">
        <w:tc>
          <w:tcPr>
            <w:tcW w:w="102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997885" w:rsidRPr="005B4FF8" w:rsidRDefault="00997885" w:rsidP="005B4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4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97885" w:rsidRPr="005B4FF8" w:rsidTr="005B4FF8">
        <w:tc>
          <w:tcPr>
            <w:tcW w:w="102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997885" w:rsidRPr="005B4FF8" w:rsidRDefault="00997885" w:rsidP="005B4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4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63,8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97885" w:rsidRPr="005B4FF8" w:rsidTr="005B4FF8">
        <w:tc>
          <w:tcPr>
            <w:tcW w:w="102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997885" w:rsidRPr="005B4FF8" w:rsidRDefault="00997885" w:rsidP="005B4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4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97885" w:rsidRPr="005B4FF8" w:rsidTr="005B4FF8">
        <w:tc>
          <w:tcPr>
            <w:tcW w:w="102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997885" w:rsidRPr="005B4FF8" w:rsidRDefault="00997885" w:rsidP="005B4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4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FF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97885" w:rsidRPr="005B4FF8" w:rsidTr="005B4FF8">
        <w:tc>
          <w:tcPr>
            <w:tcW w:w="5139" w:type="dxa"/>
            <w:gridSpan w:val="2"/>
          </w:tcPr>
          <w:p w:rsidR="00997885" w:rsidRPr="005B4FF8" w:rsidRDefault="00997885" w:rsidP="005B4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B4FF8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4FF8">
              <w:rPr>
                <w:rFonts w:ascii="Times New Roman" w:hAnsi="Times New Roman"/>
                <w:b/>
                <w:sz w:val="28"/>
                <w:szCs w:val="28"/>
              </w:rPr>
              <w:t>89,5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4FF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997885" w:rsidRPr="005B4FF8" w:rsidRDefault="00997885" w:rsidP="005B4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4FF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997885" w:rsidRPr="00E6501A" w:rsidRDefault="00997885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997885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64A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325"/>
    <w:rsid w:val="00176E8A"/>
    <w:rsid w:val="001807EB"/>
    <w:rsid w:val="00180D98"/>
    <w:rsid w:val="001814BE"/>
    <w:rsid w:val="001823A2"/>
    <w:rsid w:val="0018285A"/>
    <w:rsid w:val="00184196"/>
    <w:rsid w:val="0018478F"/>
    <w:rsid w:val="0018613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4CE2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2B98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0BE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C0C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6B8E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B7B38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4E0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30F6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290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0F6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D7CE9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472D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4FF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831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308F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3D2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770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AD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97885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532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2E8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3B57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39B3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0444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196"/>
    <w:rsid w:val="00CE548C"/>
    <w:rsid w:val="00CE5863"/>
    <w:rsid w:val="00CE5F14"/>
    <w:rsid w:val="00CE602F"/>
    <w:rsid w:val="00CE6DAA"/>
    <w:rsid w:val="00CF0B6A"/>
    <w:rsid w:val="00CF0E01"/>
    <w:rsid w:val="00CF0FE5"/>
    <w:rsid w:val="00CF1101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1979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0220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6BA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459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135</Words>
  <Characters>772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7</cp:revision>
  <cp:lastPrinted>2017-11-09T06:38:00Z</cp:lastPrinted>
  <dcterms:created xsi:type="dcterms:W3CDTF">2017-11-09T04:23:00Z</dcterms:created>
  <dcterms:modified xsi:type="dcterms:W3CDTF">2017-11-16T03:17:00Z</dcterms:modified>
</cp:coreProperties>
</file>