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80" w:rsidRDefault="00FA5080" w:rsidP="004117C9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 ФЕДЕРАЦИЯ</w:t>
      </w:r>
    </w:p>
    <w:p w:rsidR="00FA5080" w:rsidRDefault="00FA5080" w:rsidP="004117C9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 КРАЙ</w:t>
      </w:r>
    </w:p>
    <w:p w:rsidR="00FA5080" w:rsidRDefault="00FA5080" w:rsidP="004117C9">
      <w:pPr>
        <w:pStyle w:val="BodyTextIndent"/>
        <w:shd w:val="clear" w:color="auto" w:fill="FFFFFF"/>
        <w:jc w:val="center"/>
        <w:rPr>
          <w:b/>
          <w:sz w:val="40"/>
        </w:rPr>
      </w:pPr>
    </w:p>
    <w:p w:rsidR="00FA5080" w:rsidRDefault="00FA5080" w:rsidP="004117C9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 xml:space="preserve">НОВОСЕЛОВСКИЙ  </w:t>
      </w:r>
    </w:p>
    <w:p w:rsidR="00FA5080" w:rsidRDefault="00FA5080" w:rsidP="004117C9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РАЙОННЫЙ  СОВЕТ  ДЕПУТАТОВ</w:t>
      </w:r>
    </w:p>
    <w:p w:rsidR="00FA5080" w:rsidRDefault="00FA5080" w:rsidP="004117C9">
      <w:pPr>
        <w:pStyle w:val="BodyTextIndent"/>
        <w:shd w:val="clear" w:color="auto" w:fill="FFFFFF"/>
        <w:jc w:val="center"/>
        <w:rPr>
          <w:b/>
          <w:sz w:val="44"/>
        </w:rPr>
      </w:pPr>
    </w:p>
    <w:p w:rsidR="00FA5080" w:rsidRDefault="00FA5080" w:rsidP="004117C9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FA5080" w:rsidRDefault="00FA5080" w:rsidP="004117C9">
      <w:pPr>
        <w:pStyle w:val="BodyTextIndent"/>
        <w:shd w:val="clear" w:color="auto" w:fill="FFFFFF"/>
        <w:jc w:val="center"/>
        <w:rPr>
          <w:b/>
          <w:sz w:val="16"/>
          <w:szCs w:val="16"/>
        </w:rPr>
      </w:pPr>
    </w:p>
    <w:p w:rsidR="00FA5080" w:rsidRDefault="00FA5080" w:rsidP="004117C9">
      <w:pPr>
        <w:pStyle w:val="BodyTextIndent"/>
        <w:shd w:val="clear" w:color="auto" w:fill="FFFFFF"/>
        <w:rPr>
          <w:sz w:val="20"/>
        </w:rPr>
      </w:pPr>
    </w:p>
    <w:p w:rsidR="00FA5080" w:rsidRPr="004117C9" w:rsidRDefault="00FA5080" w:rsidP="00F4518A">
      <w:pPr>
        <w:keepNext/>
        <w:spacing w:after="0" w:line="240" w:lineRule="auto"/>
        <w:ind w:hanging="180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117C9">
        <w:rPr>
          <w:rFonts w:ascii="Times New Roman" w:hAnsi="Times New Roman"/>
          <w:sz w:val="28"/>
          <w:szCs w:val="28"/>
          <w:lang w:eastAsia="ru-RU"/>
        </w:rPr>
        <w:t xml:space="preserve">08 декабря 2017 года                    с. Новоселово                     </w:t>
      </w:r>
      <w:r w:rsidRPr="004117C9">
        <w:rPr>
          <w:rFonts w:ascii="Times New Roman" w:hAnsi="Times New Roman"/>
          <w:sz w:val="28"/>
          <w:szCs w:val="28"/>
          <w:lang w:eastAsia="ru-RU"/>
        </w:rPr>
        <w:tab/>
        <w:t xml:space="preserve">         </w:t>
      </w:r>
      <w:r w:rsidRPr="004117C9">
        <w:rPr>
          <w:rFonts w:ascii="Times New Roman" w:eastAsia="Times New Roman" w:hAnsi="Times New Roman"/>
          <w:sz w:val="28"/>
          <w:szCs w:val="28"/>
        </w:rPr>
        <w:t>№ 37-200-78р</w:t>
      </w:r>
    </w:p>
    <w:p w:rsidR="00FA5080" w:rsidRPr="004117C9" w:rsidRDefault="00FA5080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117C9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</w:t>
      </w:r>
    </w:p>
    <w:p w:rsidR="00FA5080" w:rsidRPr="004117C9" w:rsidRDefault="00FA5080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117C9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</w:p>
    <w:tbl>
      <w:tblPr>
        <w:tblW w:w="0" w:type="auto"/>
        <w:tblLook w:val="00A0"/>
      </w:tblPr>
      <w:tblGrid>
        <w:gridCol w:w="5387"/>
      </w:tblGrid>
      <w:tr w:rsidR="00FA5080" w:rsidRPr="004117C9" w:rsidTr="00F4469B">
        <w:tc>
          <w:tcPr>
            <w:tcW w:w="5387" w:type="dxa"/>
          </w:tcPr>
          <w:p w:rsidR="00FA5080" w:rsidRPr="004117C9" w:rsidRDefault="00FA5080" w:rsidP="00CB3EE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17C9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Положение о премировании, единовременной выплате при предоставлении ежегодного оплачиваемого отпуска и выплате материальной помощи муниципальным служащим Новоселовского района, утвержденное решением Новоселовского районного Совета депутатов от 21.12.2010 № 10-56р</w:t>
            </w:r>
          </w:p>
        </w:tc>
      </w:tr>
    </w:tbl>
    <w:p w:rsidR="00FA5080" w:rsidRPr="004117C9" w:rsidRDefault="00FA5080" w:rsidP="00F451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5080" w:rsidRPr="004117C9" w:rsidRDefault="00FA5080" w:rsidP="00F451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5080" w:rsidRPr="004117C9" w:rsidRDefault="00FA5080" w:rsidP="00F451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5080" w:rsidRPr="004117C9" w:rsidRDefault="00FA5080" w:rsidP="00F4469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7C9">
        <w:rPr>
          <w:rFonts w:ascii="Times New Roman" w:hAnsi="Times New Roman"/>
          <w:sz w:val="28"/>
          <w:szCs w:val="28"/>
        </w:rPr>
        <w:t>В соответствии со статьей 42 Федерального закона от 06.10.2003 № 131-ФЗ «Об общих принципах организации местного самоуправления в Российской Федерации», статьями 22, 26 Федерального закона от 02.03.2007 № 25-ФЗ «О муниципальной службе в Российской Федерации», статьями 7, 11 Закона Красноярского края от 24.04.2008 № 5-1565 «Об особенностях правового регулирования муниципальной службы в Красноярском крае», руководствуясь статьями 23, 27 Устава Новоселовского района,</w:t>
      </w:r>
    </w:p>
    <w:p w:rsidR="00FA5080" w:rsidRPr="004117C9" w:rsidRDefault="00FA5080" w:rsidP="00F4518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A5080" w:rsidRPr="004117C9" w:rsidRDefault="00FA5080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17C9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FA5080" w:rsidRPr="004117C9" w:rsidRDefault="00FA5080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5080" w:rsidRPr="004117C9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7C9">
        <w:rPr>
          <w:rFonts w:ascii="Times New Roman" w:hAnsi="Times New Roman"/>
          <w:sz w:val="28"/>
          <w:szCs w:val="28"/>
          <w:lang w:eastAsia="ru-RU"/>
        </w:rPr>
        <w:t>1. Внести в решение Новоселовского районного Совета депутатов от 21.12.2010 № 10-56р «Об утверждении Положения о премировании, единовременной выплате при предоставлении ежегодного оплачиваемого отпуска и выплате материальной помощи муниципальным служащим Новоселовского района» следующие изменения: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4117C9">
        <w:rPr>
          <w:rFonts w:ascii="Times New Roman" w:hAnsi="Times New Roman"/>
          <w:sz w:val="28"/>
          <w:szCs w:val="28"/>
          <w:lang w:eastAsia="ru-RU"/>
        </w:rPr>
        <w:t>преамбулу изложить в следующей редакции: «</w:t>
      </w:r>
      <w:r w:rsidRPr="004117C9">
        <w:rPr>
          <w:rFonts w:ascii="Times New Roman" w:hAnsi="Times New Roman"/>
          <w:sz w:val="28"/>
          <w:szCs w:val="28"/>
        </w:rPr>
        <w:t>В соответствии со статьей 42 Федерального закона от 06.10.2003 № 131-ФЗ «Об общих принципах организации местного самоуправления в Российской Федерации»,</w:t>
      </w:r>
      <w:r w:rsidRPr="00EE30EF">
        <w:rPr>
          <w:rFonts w:ascii="Times New Roman" w:hAnsi="Times New Roman"/>
          <w:sz w:val="28"/>
          <w:szCs w:val="28"/>
        </w:rPr>
        <w:t xml:space="preserve"> статьями 22,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0EF">
        <w:rPr>
          <w:rFonts w:ascii="Times New Roman" w:hAnsi="Times New Roman"/>
          <w:sz w:val="28"/>
          <w:szCs w:val="28"/>
        </w:rPr>
        <w:t>26 Федерального закона от 02.03.2007 № 25-ФЗ «О муниципальной службе в Российской Федерации», статьями 7, 11 Закона Красноярского края от 24.04.2008 № 5-1565 «Об особенностях правового регулирования муниципальной службы в Красноярском крае», руководствуясь статьями 23,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0EF">
        <w:rPr>
          <w:rFonts w:ascii="Times New Roman" w:hAnsi="Times New Roman"/>
          <w:sz w:val="28"/>
          <w:szCs w:val="28"/>
        </w:rPr>
        <w:t>27 Устава Новоселовского района,».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30EF">
        <w:rPr>
          <w:rFonts w:ascii="Times New Roman" w:hAnsi="Times New Roman"/>
          <w:sz w:val="28"/>
          <w:szCs w:val="28"/>
        </w:rPr>
        <w:t xml:space="preserve">2. Внести в Положение </w:t>
      </w:r>
      <w:r w:rsidRPr="00EE30EF">
        <w:rPr>
          <w:rFonts w:ascii="Times New Roman" w:hAnsi="Times New Roman"/>
          <w:sz w:val="28"/>
          <w:szCs w:val="28"/>
          <w:lang w:eastAsia="ru-RU"/>
        </w:rPr>
        <w:t>о премировании, единовременной выплате при предоставлении ежегодного оплачиваемого отпуска и выплате материальной помощи муниципальным служащим Новоселовского района, утвержденное решением Новоселовского районного Совета депутатов от 21.12.2010 № 10-56р следующие изменения: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E30EF">
        <w:rPr>
          <w:rFonts w:ascii="Times New Roman" w:hAnsi="Times New Roman"/>
          <w:sz w:val="28"/>
          <w:szCs w:val="28"/>
          <w:lang w:eastAsia="ru-RU"/>
        </w:rPr>
        <w:t>2.1. раздел «Общие положения» изложить в следующей редакции: «</w:t>
      </w:r>
      <w:r w:rsidRPr="00EE30EF">
        <w:rPr>
          <w:rFonts w:ascii="Times New Roman" w:hAnsi="Times New Roman"/>
          <w:sz w:val="28"/>
          <w:szCs w:val="28"/>
        </w:rPr>
        <w:t>Настоящее положение «О премировании, единовременной выплате при предоставлении ежегодного оплачиваемого отпуска и выплате материальной помощи муниципальным служащим Новоселовского района» определяет порядок и условия выплаты премии, единовременной выплаты при предоставлении ежегодного оплачиваемого отпуска и выплаты материальной помощи муниципальным служащим Новоселовского района (далее муниципальные служащие), представителем нанимателя которых является Глава Новоселовского района, председатель Новоселовского районного Совета депутатов и руководители структурных подразделений администрации  Новоселовского района.»;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E30EF">
        <w:rPr>
          <w:rFonts w:ascii="Times New Roman" w:hAnsi="Times New Roman"/>
          <w:sz w:val="28"/>
          <w:szCs w:val="28"/>
        </w:rPr>
        <w:t>2.2. абзац 3 пункта 1.8. изложить в следующей редакции: «- степени и качества выполнения муниципальными служащими поручений Главы района, поручений (заданий)  его заместителей, поручений председателя Новоселовского районного Совета депутатов, руководителей структурных подразделений администрации района;»;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 пункте 1.11. слова «</w:t>
      </w:r>
      <w:r w:rsidRPr="00EE30EF">
        <w:rPr>
          <w:rFonts w:ascii="Times New Roman" w:hAnsi="Times New Roman"/>
          <w:sz w:val="28"/>
          <w:szCs w:val="28"/>
        </w:rPr>
        <w:t>Распоряжением Главы администрации» заменить словами «распоряжением Главы района»;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E30EF">
        <w:rPr>
          <w:rFonts w:ascii="Times New Roman" w:hAnsi="Times New Roman"/>
          <w:sz w:val="28"/>
          <w:szCs w:val="28"/>
        </w:rPr>
        <w:t>2.4. в пункте 1.12. слова «распоряжением Главы района» заменить словами «распоряжением председателя Новоселовского районного Совета депутатов»;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E30EF">
        <w:rPr>
          <w:rFonts w:ascii="Times New Roman" w:hAnsi="Times New Roman"/>
          <w:sz w:val="28"/>
          <w:szCs w:val="28"/>
        </w:rPr>
        <w:t>2.5. абзац 1 пункта 1.13. изложить в следующей редакции: «Основанием для подготовки проекта распоряжения о премировании муниципальных служащих администрации района является служебн</w:t>
      </w:r>
      <w:r>
        <w:rPr>
          <w:rFonts w:ascii="Times New Roman" w:hAnsi="Times New Roman"/>
          <w:sz w:val="28"/>
          <w:szCs w:val="28"/>
        </w:rPr>
        <w:t>ая записка первого заместителя Главы района, заместителей Г</w:t>
      </w:r>
      <w:r w:rsidRPr="00EE30EF">
        <w:rPr>
          <w:rFonts w:ascii="Times New Roman" w:hAnsi="Times New Roman"/>
          <w:sz w:val="28"/>
          <w:szCs w:val="28"/>
        </w:rPr>
        <w:t>лавы района или руководителей структурных подразделений администрации района, адресованная  Главе района.»;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E30EF">
        <w:rPr>
          <w:rFonts w:ascii="Times New Roman" w:hAnsi="Times New Roman"/>
          <w:sz w:val="28"/>
          <w:szCs w:val="28"/>
        </w:rPr>
        <w:t>2.6. в пункте 2.2. слова «распоряжением главы администрации» заменить словами «распоряжением Главы района», слова «распоряжением Главы района» заменить словами «распоряжением председателя Новоселовского районного Совета депутатов»;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E30EF">
        <w:rPr>
          <w:rFonts w:ascii="Times New Roman" w:hAnsi="Times New Roman"/>
          <w:sz w:val="28"/>
          <w:szCs w:val="28"/>
        </w:rPr>
        <w:t>2.7. в пункте 2.6. слова «Главой администрации» заменить словами «Главой района», слова «Главой района» заменить словами «председателем Новоселовского районного Совета депутатов»;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E30EF">
        <w:rPr>
          <w:rFonts w:ascii="Times New Roman" w:hAnsi="Times New Roman"/>
          <w:sz w:val="28"/>
          <w:szCs w:val="28"/>
        </w:rPr>
        <w:t>2.8. в пункте 3.4. слова «Главы администрации района» заменить словами «Главы района», слова «Главы района» заменить словами «Председателя Новоселовского районного Совета депутатов».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EE30EF">
        <w:rPr>
          <w:rFonts w:ascii="Times New Roman" w:hAnsi="Times New Roman"/>
          <w:sz w:val="28"/>
          <w:szCs w:val="28"/>
          <w:lang w:eastAsia="ru-RU"/>
        </w:rPr>
        <w:t>3. Контроль за исполнением решения возложить на постоянную комиссию по финансам, налоговой политике, малому и среднему предпринимательству (С.А. Злотников).</w:t>
      </w:r>
    </w:p>
    <w:p w:rsidR="00FA5080" w:rsidRPr="00EE30EF" w:rsidRDefault="00FA5080" w:rsidP="00EE30EF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30EF">
        <w:rPr>
          <w:rFonts w:ascii="Times New Roman" w:hAnsi="Times New Roman"/>
          <w:sz w:val="28"/>
          <w:szCs w:val="28"/>
          <w:lang w:eastAsia="ru-RU"/>
        </w:rPr>
        <w:t>4.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FA5080" w:rsidRPr="00EE30EF" w:rsidRDefault="00FA5080" w:rsidP="00AA6C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080" w:rsidRPr="00EE30EF" w:rsidRDefault="00FA5080" w:rsidP="00AA6C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8"/>
        <w:gridCol w:w="4243"/>
      </w:tblGrid>
      <w:tr w:rsidR="00FA5080" w:rsidRPr="00A7271B" w:rsidTr="004117C9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FA5080" w:rsidRDefault="00FA5080" w:rsidP="00A72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27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Председатель Новоселовского </w:t>
            </w:r>
          </w:p>
          <w:p w:rsidR="00FA5080" w:rsidRPr="00A7271B" w:rsidRDefault="00FA5080" w:rsidP="00A72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27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районного Совета депутатов </w:t>
            </w:r>
          </w:p>
          <w:p w:rsidR="00FA5080" w:rsidRPr="00A7271B" w:rsidRDefault="00FA5080" w:rsidP="00A72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27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FA5080" w:rsidRPr="00A7271B" w:rsidRDefault="00FA5080" w:rsidP="00A72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27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_____________Л.Ю. Толстикова   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</w:tcPr>
          <w:p w:rsidR="00FA5080" w:rsidRPr="00A7271B" w:rsidRDefault="00FA5080" w:rsidP="00A72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271B">
              <w:rPr>
                <w:rFonts w:ascii="Times New Roman" w:hAnsi="Times New Roman"/>
                <w:sz w:val="28"/>
                <w:szCs w:val="28"/>
                <w:lang w:eastAsia="ru-RU"/>
              </w:rPr>
              <w:t>Исполняющий обязанности</w:t>
            </w:r>
          </w:p>
          <w:p w:rsidR="00FA5080" w:rsidRPr="00A7271B" w:rsidRDefault="00FA5080" w:rsidP="00A72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27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Главы Новоселовского района  </w:t>
            </w:r>
          </w:p>
          <w:p w:rsidR="00FA5080" w:rsidRPr="00A7271B" w:rsidRDefault="00FA5080" w:rsidP="00A72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A5080" w:rsidRPr="00A7271B" w:rsidRDefault="00FA5080" w:rsidP="00A72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727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Е.В. Анашкин</w:t>
            </w:r>
            <w:r w:rsidRPr="00A727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</w:tc>
      </w:tr>
    </w:tbl>
    <w:p w:rsidR="00FA5080" w:rsidRDefault="00FA5080" w:rsidP="004117C9">
      <w:pPr>
        <w:spacing w:after="0" w:line="240" w:lineRule="auto"/>
        <w:rPr>
          <w:lang w:eastAsia="ru-RU"/>
        </w:rPr>
      </w:pPr>
    </w:p>
    <w:sectPr w:rsidR="00FA5080" w:rsidSect="004117C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080" w:rsidRDefault="00FA5080" w:rsidP="000F7916">
      <w:pPr>
        <w:spacing w:after="0" w:line="240" w:lineRule="auto"/>
      </w:pPr>
      <w:r>
        <w:separator/>
      </w:r>
    </w:p>
  </w:endnote>
  <w:endnote w:type="continuationSeparator" w:id="0">
    <w:p w:rsidR="00FA5080" w:rsidRDefault="00FA5080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080" w:rsidRDefault="00FA5080" w:rsidP="005F56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5080" w:rsidRDefault="00FA5080" w:rsidP="004117C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080" w:rsidRDefault="00FA5080" w:rsidP="005F56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A5080" w:rsidRDefault="00FA5080" w:rsidP="004117C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080" w:rsidRDefault="00FA5080" w:rsidP="000F7916">
      <w:pPr>
        <w:spacing w:after="0" w:line="240" w:lineRule="auto"/>
      </w:pPr>
      <w:r>
        <w:separator/>
      </w:r>
    </w:p>
  </w:footnote>
  <w:footnote w:type="continuationSeparator" w:id="0">
    <w:p w:rsidR="00FA5080" w:rsidRDefault="00FA5080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202E0"/>
    <w:rsid w:val="0005037A"/>
    <w:rsid w:val="00061D53"/>
    <w:rsid w:val="00071560"/>
    <w:rsid w:val="000A41B7"/>
    <w:rsid w:val="000A5492"/>
    <w:rsid w:val="000F75F1"/>
    <w:rsid w:val="000F7916"/>
    <w:rsid w:val="00152380"/>
    <w:rsid w:val="0017091C"/>
    <w:rsid w:val="001F02DB"/>
    <w:rsid w:val="0022168D"/>
    <w:rsid w:val="002466E2"/>
    <w:rsid w:val="00266DC7"/>
    <w:rsid w:val="0028041A"/>
    <w:rsid w:val="00290437"/>
    <w:rsid w:val="002A3750"/>
    <w:rsid w:val="003A4745"/>
    <w:rsid w:val="003B19BD"/>
    <w:rsid w:val="003B6273"/>
    <w:rsid w:val="004117C9"/>
    <w:rsid w:val="0043435E"/>
    <w:rsid w:val="004B313C"/>
    <w:rsid w:val="00503CE6"/>
    <w:rsid w:val="0055368F"/>
    <w:rsid w:val="0055638E"/>
    <w:rsid w:val="005864C4"/>
    <w:rsid w:val="005E1D35"/>
    <w:rsid w:val="005F563C"/>
    <w:rsid w:val="00683161"/>
    <w:rsid w:val="0069407A"/>
    <w:rsid w:val="006F4005"/>
    <w:rsid w:val="00710882"/>
    <w:rsid w:val="00736DEB"/>
    <w:rsid w:val="007472AC"/>
    <w:rsid w:val="0077595B"/>
    <w:rsid w:val="00791B4A"/>
    <w:rsid w:val="00796838"/>
    <w:rsid w:val="007A3353"/>
    <w:rsid w:val="007F15A2"/>
    <w:rsid w:val="008214E5"/>
    <w:rsid w:val="00845669"/>
    <w:rsid w:val="00854828"/>
    <w:rsid w:val="00890DE9"/>
    <w:rsid w:val="008B7055"/>
    <w:rsid w:val="008C17F1"/>
    <w:rsid w:val="008E5FB9"/>
    <w:rsid w:val="008F3841"/>
    <w:rsid w:val="00917A75"/>
    <w:rsid w:val="00973A5E"/>
    <w:rsid w:val="009A2713"/>
    <w:rsid w:val="009E0DAA"/>
    <w:rsid w:val="00A05AAB"/>
    <w:rsid w:val="00A1419C"/>
    <w:rsid w:val="00A4179D"/>
    <w:rsid w:val="00A57112"/>
    <w:rsid w:val="00A62675"/>
    <w:rsid w:val="00A7271B"/>
    <w:rsid w:val="00AA6C2C"/>
    <w:rsid w:val="00AB2622"/>
    <w:rsid w:val="00AC17CF"/>
    <w:rsid w:val="00AC1E45"/>
    <w:rsid w:val="00B20CD2"/>
    <w:rsid w:val="00B2688F"/>
    <w:rsid w:val="00B41ECE"/>
    <w:rsid w:val="00B4487B"/>
    <w:rsid w:val="00B627E3"/>
    <w:rsid w:val="00B74434"/>
    <w:rsid w:val="00BC076A"/>
    <w:rsid w:val="00BF3CA2"/>
    <w:rsid w:val="00C01B71"/>
    <w:rsid w:val="00C13986"/>
    <w:rsid w:val="00C33A70"/>
    <w:rsid w:val="00C739FF"/>
    <w:rsid w:val="00C95C1E"/>
    <w:rsid w:val="00CB08DB"/>
    <w:rsid w:val="00CB3EEA"/>
    <w:rsid w:val="00CC42C7"/>
    <w:rsid w:val="00D964A4"/>
    <w:rsid w:val="00DA4E55"/>
    <w:rsid w:val="00DB5E62"/>
    <w:rsid w:val="00DD6F9F"/>
    <w:rsid w:val="00DF4D4B"/>
    <w:rsid w:val="00E54FF5"/>
    <w:rsid w:val="00E6278F"/>
    <w:rsid w:val="00E74993"/>
    <w:rsid w:val="00EB7FC1"/>
    <w:rsid w:val="00EC689D"/>
    <w:rsid w:val="00EE1D16"/>
    <w:rsid w:val="00EE30EF"/>
    <w:rsid w:val="00EF05A6"/>
    <w:rsid w:val="00F06459"/>
    <w:rsid w:val="00F4469B"/>
    <w:rsid w:val="00F4518A"/>
    <w:rsid w:val="00F67C3E"/>
    <w:rsid w:val="00FA5080"/>
    <w:rsid w:val="00FF0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87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DefaultParagraphFont"/>
    <w:uiPriority w:val="99"/>
    <w:rsid w:val="00F06459"/>
    <w:rPr>
      <w:rFonts w:cs="Times New Roman"/>
    </w:rPr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736DE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C17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117C9"/>
    <w:pPr>
      <w:spacing w:after="0" w:line="240" w:lineRule="auto"/>
    </w:pPr>
    <w:rPr>
      <w:rFonts w:ascii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C68FC"/>
    <w:rPr>
      <w:lang w:eastAsia="en-US"/>
    </w:rPr>
  </w:style>
  <w:style w:type="paragraph" w:styleId="Footer">
    <w:name w:val="footer"/>
    <w:basedOn w:val="Normal"/>
    <w:link w:val="FooterChar"/>
    <w:uiPriority w:val="99"/>
    <w:rsid w:val="004117C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68FC"/>
    <w:rPr>
      <w:lang w:eastAsia="en-US"/>
    </w:rPr>
  </w:style>
  <w:style w:type="character" w:styleId="PageNumber">
    <w:name w:val="page number"/>
    <w:basedOn w:val="DefaultParagraphFont"/>
    <w:uiPriority w:val="99"/>
    <w:rsid w:val="004117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4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552</TotalTime>
  <Pages>3</Pages>
  <Words>721</Words>
  <Characters>4116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23</cp:revision>
  <cp:lastPrinted>2017-12-08T04:16:00Z</cp:lastPrinted>
  <dcterms:created xsi:type="dcterms:W3CDTF">2017-03-31T12:04:00Z</dcterms:created>
  <dcterms:modified xsi:type="dcterms:W3CDTF">2017-12-08T04:38:00Z</dcterms:modified>
</cp:coreProperties>
</file>