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C8D" w:rsidRDefault="00E45C8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5C8D" w:rsidRDefault="00E45C8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5C8D" w:rsidRDefault="00E45C8D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8 </w:t>
      </w:r>
    </w:p>
    <w:p w:rsidR="00E45C8D" w:rsidRDefault="00E45C8D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E45C8D" w:rsidRPr="00B623EC" w:rsidRDefault="00E45C8D" w:rsidP="000515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23EC"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E45C8D" w:rsidRPr="00B623EC" w:rsidRDefault="00E45C8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23EC">
        <w:rPr>
          <w:rFonts w:ascii="Times New Roman" w:hAnsi="Times New Roman"/>
          <w:sz w:val="28"/>
          <w:szCs w:val="28"/>
        </w:rPr>
        <w:t>от 25.12.2017 № 39-205-83р</w:t>
      </w:r>
    </w:p>
    <w:p w:rsidR="00E45C8D" w:rsidRDefault="00E45C8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5C8D" w:rsidRDefault="00E45C8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25  </w:t>
      </w:r>
    </w:p>
    <w:p w:rsidR="00E45C8D" w:rsidRDefault="00E45C8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Новоселовского </w:t>
      </w:r>
    </w:p>
    <w:p w:rsidR="00E45C8D" w:rsidRDefault="00E45C8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E45C8D" w:rsidRDefault="00E45C8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16.12.2016 № 22-114-86р</w:t>
      </w:r>
    </w:p>
    <w:p w:rsidR="00E45C8D" w:rsidRDefault="00E45C8D" w:rsidP="00E650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5C8D" w:rsidRDefault="00E45C8D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иных межбюджетных трансфертов бюджетам муниципальных образований Новоселовского района на мероприятия по развитию добровольной пожарной охраны</w:t>
      </w:r>
    </w:p>
    <w:p w:rsidR="00E45C8D" w:rsidRDefault="00E45C8D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45C8D" w:rsidRDefault="00E45C8D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(тыс.рублей)</w:t>
      </w:r>
    </w:p>
    <w:tbl>
      <w:tblPr>
        <w:tblW w:w="0" w:type="auto"/>
        <w:tblInd w:w="-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9"/>
        <w:gridCol w:w="4110"/>
        <w:gridCol w:w="1549"/>
        <w:gridCol w:w="1371"/>
        <w:gridCol w:w="1371"/>
      </w:tblGrid>
      <w:tr w:rsidR="00E45C8D" w:rsidRPr="00C36F30" w:rsidTr="00C36F30">
        <w:tc>
          <w:tcPr>
            <w:tcW w:w="1029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№ строки</w:t>
            </w:r>
          </w:p>
        </w:tc>
        <w:tc>
          <w:tcPr>
            <w:tcW w:w="4110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49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Сумма на 2017 год</w:t>
            </w:r>
          </w:p>
        </w:tc>
        <w:tc>
          <w:tcPr>
            <w:tcW w:w="1371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371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Сумма на 2019 год</w:t>
            </w:r>
          </w:p>
        </w:tc>
      </w:tr>
      <w:tr w:rsidR="00E45C8D" w:rsidRPr="00C36F30" w:rsidTr="00C36F30">
        <w:tc>
          <w:tcPr>
            <w:tcW w:w="1029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71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1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45C8D" w:rsidRPr="00C36F30" w:rsidTr="00C36F30">
        <w:tc>
          <w:tcPr>
            <w:tcW w:w="1029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E45C8D" w:rsidRPr="00C36F30" w:rsidRDefault="00E45C8D" w:rsidP="00C36F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Анашенский сельсовет</w:t>
            </w:r>
          </w:p>
        </w:tc>
        <w:tc>
          <w:tcPr>
            <w:tcW w:w="1549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2636,5</w:t>
            </w:r>
          </w:p>
        </w:tc>
        <w:tc>
          <w:tcPr>
            <w:tcW w:w="1371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45C8D" w:rsidRPr="00C36F30" w:rsidTr="00C36F30">
        <w:tc>
          <w:tcPr>
            <w:tcW w:w="1029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E45C8D" w:rsidRPr="00C36F30" w:rsidRDefault="00E45C8D" w:rsidP="00C36F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Бараитский сельсовет</w:t>
            </w:r>
          </w:p>
        </w:tc>
        <w:tc>
          <w:tcPr>
            <w:tcW w:w="1549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6F30">
              <w:rPr>
                <w:rFonts w:ascii="Times New Roman" w:hAnsi="Times New Roman"/>
                <w:sz w:val="28"/>
                <w:szCs w:val="28"/>
              </w:rPr>
              <w:t>949,4</w:t>
            </w:r>
          </w:p>
        </w:tc>
        <w:tc>
          <w:tcPr>
            <w:tcW w:w="1371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5C8D" w:rsidRPr="00C36F30" w:rsidTr="00C36F30">
        <w:tc>
          <w:tcPr>
            <w:tcW w:w="5139" w:type="dxa"/>
            <w:gridSpan w:val="2"/>
          </w:tcPr>
          <w:p w:rsidR="00E45C8D" w:rsidRPr="00C36F30" w:rsidRDefault="00E45C8D" w:rsidP="00C36F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36F30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49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6F30">
              <w:rPr>
                <w:rFonts w:ascii="Times New Roman" w:hAnsi="Times New Roman"/>
                <w:b/>
                <w:sz w:val="28"/>
                <w:szCs w:val="28"/>
              </w:rPr>
              <w:t>3585,9</w:t>
            </w:r>
          </w:p>
        </w:tc>
        <w:tc>
          <w:tcPr>
            <w:tcW w:w="1371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6F30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E45C8D" w:rsidRPr="00C36F30" w:rsidRDefault="00E45C8D" w:rsidP="00C36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6F30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E45C8D" w:rsidRPr="00E6501A" w:rsidRDefault="00E45C8D" w:rsidP="00E6501A">
      <w:pPr>
        <w:spacing w:after="0" w:line="240" w:lineRule="auto"/>
        <w:ind w:left="-4962"/>
        <w:jc w:val="center"/>
        <w:rPr>
          <w:rFonts w:ascii="Times New Roman" w:hAnsi="Times New Roman"/>
          <w:sz w:val="28"/>
          <w:szCs w:val="28"/>
        </w:rPr>
      </w:pPr>
    </w:p>
    <w:sectPr w:rsidR="00E45C8D" w:rsidRPr="00E6501A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15F4"/>
    <w:rsid w:val="0005266B"/>
    <w:rsid w:val="00052705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3D65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64A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325"/>
    <w:rsid w:val="00176E8A"/>
    <w:rsid w:val="001807EB"/>
    <w:rsid w:val="00180D98"/>
    <w:rsid w:val="001814BE"/>
    <w:rsid w:val="001823A2"/>
    <w:rsid w:val="0018285A"/>
    <w:rsid w:val="00184196"/>
    <w:rsid w:val="0018478F"/>
    <w:rsid w:val="0018613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2B98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3C5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0BE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9BF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C0C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5952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30F6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290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0F6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D7CE9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472D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15D2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647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5632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0AE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770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34B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AD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532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2E8"/>
    <w:rsid w:val="00A53663"/>
    <w:rsid w:val="00A5539E"/>
    <w:rsid w:val="00A55662"/>
    <w:rsid w:val="00A5662F"/>
    <w:rsid w:val="00A56E00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6854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13E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5D41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23EC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3B57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6F3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39B3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0444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6D56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95C"/>
    <w:rsid w:val="00E11EAB"/>
    <w:rsid w:val="00E11EC9"/>
    <w:rsid w:val="00E1228F"/>
    <w:rsid w:val="00E12638"/>
    <w:rsid w:val="00E129E0"/>
    <w:rsid w:val="00E13A9E"/>
    <w:rsid w:val="00E14344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5C8D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1BA6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6BA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650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219</TotalTime>
  <Pages>1</Pages>
  <Words>100</Words>
  <Characters>576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28</cp:revision>
  <cp:lastPrinted>2017-06-08T03:25:00Z</cp:lastPrinted>
  <dcterms:created xsi:type="dcterms:W3CDTF">2017-03-27T03:55:00Z</dcterms:created>
  <dcterms:modified xsi:type="dcterms:W3CDTF">2017-12-25T07:55:00Z</dcterms:modified>
</cp:coreProperties>
</file>