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E3" w:rsidRDefault="00A55EE3" w:rsidP="002728C1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КРАЙ</w:t>
      </w: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40"/>
        </w:rPr>
      </w:pPr>
    </w:p>
    <w:p w:rsidR="00A55EE3" w:rsidRPr="00147380" w:rsidRDefault="00A55EE3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A55EE3" w:rsidRDefault="00A55EE3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A55EE3" w:rsidRPr="00147380" w:rsidRDefault="00A55EE3" w:rsidP="00811F9E">
      <w:pPr>
        <w:pStyle w:val="BodyTextIndent"/>
        <w:shd w:val="clear" w:color="auto" w:fill="FFFFFF"/>
        <w:rPr>
          <w:b/>
          <w:sz w:val="36"/>
        </w:rPr>
      </w:pPr>
      <w:r>
        <w:rPr>
          <w:sz w:val="28"/>
          <w:szCs w:val="28"/>
        </w:rPr>
        <w:t xml:space="preserve">14 марта 2018 </w:t>
      </w:r>
      <w:r w:rsidRPr="00967035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</w:t>
      </w:r>
      <w:r w:rsidRPr="00322E6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22E64">
        <w:rPr>
          <w:sz w:val="28"/>
          <w:szCs w:val="28"/>
        </w:rPr>
        <w:t>Новос</w:t>
      </w:r>
      <w:r>
        <w:rPr>
          <w:sz w:val="28"/>
          <w:szCs w:val="28"/>
        </w:rPr>
        <w:t>е</w:t>
      </w:r>
      <w:r w:rsidRPr="00322E64">
        <w:rPr>
          <w:sz w:val="28"/>
          <w:szCs w:val="28"/>
        </w:rPr>
        <w:t xml:space="preserve">лово </w:t>
      </w:r>
      <w:r>
        <w:rPr>
          <w:sz w:val="28"/>
          <w:szCs w:val="28"/>
        </w:rPr>
        <w:t xml:space="preserve">                              № 42-215-10р</w:t>
      </w: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68"/>
      </w:tblGrid>
      <w:tr w:rsidR="00A55EE3" w:rsidTr="00F415A4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A55EE3" w:rsidRPr="00ED385C" w:rsidRDefault="00A55EE3" w:rsidP="00ED385C">
            <w:pPr>
              <w:jc w:val="both"/>
              <w:rPr>
                <w:sz w:val="28"/>
                <w:szCs w:val="28"/>
              </w:rPr>
            </w:pPr>
            <w:r w:rsidRPr="00ED385C">
              <w:rPr>
                <w:sz w:val="28"/>
                <w:szCs w:val="22"/>
              </w:rPr>
              <w:t>О</w:t>
            </w:r>
            <w:r>
              <w:rPr>
                <w:sz w:val="28"/>
                <w:szCs w:val="22"/>
              </w:rPr>
              <w:t>б отмене решения</w:t>
            </w:r>
            <w:r w:rsidRPr="00ED385C">
              <w:rPr>
                <w:sz w:val="28"/>
                <w:szCs w:val="22"/>
              </w:rPr>
              <w:t xml:space="preserve"> Новоселовского районного Совета депутатов от 2</w:t>
            </w:r>
            <w:r>
              <w:rPr>
                <w:sz w:val="28"/>
                <w:szCs w:val="22"/>
              </w:rPr>
              <w:t>0</w:t>
            </w:r>
            <w:r w:rsidRPr="00ED385C">
              <w:rPr>
                <w:sz w:val="28"/>
                <w:szCs w:val="22"/>
              </w:rPr>
              <w:t>.0</w:t>
            </w:r>
            <w:r>
              <w:rPr>
                <w:sz w:val="28"/>
                <w:szCs w:val="22"/>
              </w:rPr>
              <w:t>2</w:t>
            </w:r>
            <w:r w:rsidRPr="00ED385C">
              <w:rPr>
                <w:sz w:val="28"/>
                <w:szCs w:val="22"/>
              </w:rPr>
              <w:t>.201</w:t>
            </w:r>
            <w:r>
              <w:rPr>
                <w:sz w:val="28"/>
                <w:szCs w:val="22"/>
              </w:rPr>
              <w:t>8</w:t>
            </w:r>
            <w:r w:rsidRPr="00ED385C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 xml:space="preserve">    № 41-209</w:t>
            </w:r>
            <w:r w:rsidRPr="00ED385C">
              <w:rPr>
                <w:sz w:val="28"/>
                <w:szCs w:val="22"/>
              </w:rPr>
              <w:t>-</w:t>
            </w:r>
            <w:r>
              <w:rPr>
                <w:sz w:val="28"/>
                <w:szCs w:val="22"/>
              </w:rPr>
              <w:t>4</w:t>
            </w:r>
            <w:r w:rsidRPr="00ED385C">
              <w:rPr>
                <w:sz w:val="28"/>
                <w:szCs w:val="22"/>
              </w:rPr>
              <w:t>р «О признании утратившим силу решения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Новоселовский район» от 21.06.2017</w:t>
            </w:r>
            <w:r>
              <w:rPr>
                <w:sz w:val="28"/>
                <w:szCs w:val="22"/>
              </w:rPr>
              <w:t xml:space="preserve"> </w:t>
            </w:r>
            <w:r w:rsidRPr="00ED385C">
              <w:rPr>
                <w:sz w:val="28"/>
                <w:szCs w:val="22"/>
              </w:rPr>
              <w:t xml:space="preserve">№ 29-159-35р» </w:t>
            </w:r>
          </w:p>
          <w:p w:rsidR="00A55EE3" w:rsidRPr="00ED385C" w:rsidRDefault="00A55EE3" w:rsidP="002728C1">
            <w:pPr>
              <w:rPr>
                <w:sz w:val="28"/>
              </w:rPr>
            </w:pPr>
          </w:p>
        </w:tc>
      </w:tr>
    </w:tbl>
    <w:p w:rsidR="00A55EE3" w:rsidRDefault="00A55EE3" w:rsidP="00FC3C6E">
      <w:pPr>
        <w:jc w:val="both"/>
        <w:rPr>
          <w:sz w:val="28"/>
          <w:szCs w:val="28"/>
        </w:rPr>
      </w:pPr>
    </w:p>
    <w:p w:rsidR="00A55EE3" w:rsidRDefault="00A55EE3" w:rsidP="00FC3C6E">
      <w:pPr>
        <w:jc w:val="both"/>
        <w:rPr>
          <w:sz w:val="28"/>
          <w:szCs w:val="28"/>
        </w:rPr>
      </w:pPr>
    </w:p>
    <w:p w:rsidR="00A55EE3" w:rsidRPr="00FC3C6E" w:rsidRDefault="00A55EE3" w:rsidP="00FC3C6E">
      <w:pPr>
        <w:jc w:val="both"/>
        <w:rPr>
          <w:sz w:val="28"/>
          <w:szCs w:val="28"/>
        </w:rPr>
      </w:pPr>
    </w:p>
    <w:p w:rsidR="00A55EE3" w:rsidRPr="007E4BAA" w:rsidRDefault="00A55EE3" w:rsidP="00F415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7E4BA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7E4BAA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7E4BAA">
        <w:rPr>
          <w:sz w:val="28"/>
          <w:szCs w:val="28"/>
        </w:rPr>
        <w:t>руководствуясь</w:t>
      </w:r>
      <w:r w:rsidRPr="007E4BAA">
        <w:rPr>
          <w:bCs/>
          <w:sz w:val="28"/>
          <w:szCs w:val="28"/>
        </w:rPr>
        <w:t xml:space="preserve"> </w:t>
      </w:r>
      <w:r w:rsidRPr="007E4BAA">
        <w:rPr>
          <w:sz w:val="28"/>
          <w:szCs w:val="28"/>
        </w:rPr>
        <w:t>статьями 23, 27 Устава Новоселовского района,</w:t>
      </w:r>
    </w:p>
    <w:p w:rsidR="00A55EE3" w:rsidRDefault="00A55EE3" w:rsidP="002728C1">
      <w:pPr>
        <w:pStyle w:val="ConsPlusNormal"/>
        <w:rPr>
          <w:b/>
        </w:rPr>
      </w:pPr>
    </w:p>
    <w:p w:rsidR="00A55EE3" w:rsidRDefault="00A55EE3" w:rsidP="002728C1">
      <w:pPr>
        <w:pStyle w:val="ConsPlusNormal"/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A55EE3" w:rsidRDefault="00A55EE3" w:rsidP="002728C1">
      <w:pPr>
        <w:rPr>
          <w:sz w:val="28"/>
          <w:szCs w:val="28"/>
        </w:rPr>
      </w:pPr>
    </w:p>
    <w:p w:rsidR="00A55EE3" w:rsidRPr="002728C1" w:rsidRDefault="00A55EE3" w:rsidP="002728C1">
      <w:pPr>
        <w:jc w:val="both"/>
        <w:rPr>
          <w:sz w:val="28"/>
        </w:rPr>
      </w:pPr>
      <w:r w:rsidRPr="002A10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Отменить </w:t>
      </w:r>
      <w:r>
        <w:rPr>
          <w:sz w:val="28"/>
        </w:rPr>
        <w:t>р</w:t>
      </w:r>
      <w:bookmarkStart w:id="0" w:name="_GoBack"/>
      <w:bookmarkEnd w:id="0"/>
      <w:r>
        <w:rPr>
          <w:sz w:val="28"/>
        </w:rPr>
        <w:t>ешение Новоселовского районного Совета депутатов от 20.02.2018 № 41-209-4р «</w:t>
      </w:r>
      <w:r w:rsidRPr="00ED385C">
        <w:rPr>
          <w:sz w:val="28"/>
          <w:szCs w:val="22"/>
        </w:rPr>
        <w:t>О признании утратившим силу решения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Новоселовский район» от 21.06.2017 № 29-159-35р</w:t>
      </w:r>
      <w:r>
        <w:rPr>
          <w:sz w:val="28"/>
        </w:rPr>
        <w:t>».</w:t>
      </w:r>
    </w:p>
    <w:p w:rsidR="00A55EE3" w:rsidRPr="00D8522E" w:rsidRDefault="00A55EE3" w:rsidP="002728C1">
      <w:pPr>
        <w:ind w:firstLine="540"/>
        <w:jc w:val="both"/>
      </w:pPr>
      <w:r>
        <w:rPr>
          <w:sz w:val="28"/>
          <w:szCs w:val="28"/>
        </w:rPr>
        <w:t xml:space="preserve">2.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 </w:t>
      </w:r>
    </w:p>
    <w:p w:rsidR="00A55EE3" w:rsidRDefault="00A55EE3" w:rsidP="002728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</w:rPr>
        <w:t xml:space="preserve">. Решение вступает в силу после </w:t>
      </w:r>
      <w:r w:rsidRPr="0053724B">
        <w:rPr>
          <w:sz w:val="28"/>
          <w:szCs w:val="28"/>
        </w:rPr>
        <w:t xml:space="preserve">официального опубликования в периодическом </w:t>
      </w:r>
      <w:r>
        <w:rPr>
          <w:sz w:val="28"/>
          <w:szCs w:val="28"/>
        </w:rPr>
        <w:t xml:space="preserve">печатном </w:t>
      </w:r>
      <w:r w:rsidRPr="0053724B">
        <w:rPr>
          <w:sz w:val="28"/>
          <w:szCs w:val="28"/>
        </w:rPr>
        <w:t>издании «Официальный вестник Новоселовского района»</w:t>
      </w:r>
      <w:r>
        <w:rPr>
          <w:sz w:val="28"/>
          <w:szCs w:val="28"/>
        </w:rPr>
        <w:t>.</w:t>
      </w:r>
    </w:p>
    <w:p w:rsidR="00A55EE3" w:rsidRDefault="00A55EE3" w:rsidP="002728C1">
      <w:pPr>
        <w:ind w:firstLine="540"/>
        <w:jc w:val="both"/>
        <w:rPr>
          <w:sz w:val="28"/>
          <w:szCs w:val="28"/>
        </w:rPr>
      </w:pPr>
    </w:p>
    <w:p w:rsidR="00A55EE3" w:rsidRDefault="00A55EE3" w:rsidP="002728C1">
      <w:pPr>
        <w:ind w:firstLine="540"/>
        <w:jc w:val="both"/>
        <w:rPr>
          <w:sz w:val="28"/>
          <w:szCs w:val="28"/>
        </w:rPr>
      </w:pPr>
    </w:p>
    <w:p w:rsidR="00A55EE3" w:rsidRDefault="00A55EE3" w:rsidP="002728C1">
      <w:pPr>
        <w:jc w:val="both"/>
        <w:rPr>
          <w:szCs w:val="28"/>
        </w:rPr>
      </w:pPr>
    </w:p>
    <w:p w:rsidR="00A55EE3" w:rsidRDefault="00A55EE3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Новоселовского                              </w:t>
      </w:r>
      <w:r w:rsidRPr="00735B9F">
        <w:rPr>
          <w:sz w:val="28"/>
          <w:szCs w:val="28"/>
        </w:rPr>
        <w:t xml:space="preserve">Глава Новоселовского района    </w:t>
      </w:r>
    </w:p>
    <w:p w:rsidR="00A55EE3" w:rsidRDefault="00A55EE3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районного Совета</w:t>
      </w:r>
      <w:r>
        <w:rPr>
          <w:sz w:val="28"/>
          <w:szCs w:val="28"/>
        </w:rPr>
        <w:t xml:space="preserve"> </w:t>
      </w:r>
      <w:r w:rsidRPr="00735B9F">
        <w:rPr>
          <w:sz w:val="28"/>
          <w:szCs w:val="28"/>
        </w:rPr>
        <w:t>депутатов</w:t>
      </w:r>
    </w:p>
    <w:p w:rsidR="00A55EE3" w:rsidRDefault="00A55EE3" w:rsidP="002728C1">
      <w:pPr>
        <w:jc w:val="both"/>
        <w:rPr>
          <w:sz w:val="28"/>
          <w:szCs w:val="28"/>
        </w:rPr>
      </w:pPr>
    </w:p>
    <w:p w:rsidR="00A55EE3" w:rsidRDefault="00A55EE3" w:rsidP="002728C1">
      <w:pPr>
        <w:jc w:val="both"/>
        <w:rPr>
          <w:sz w:val="28"/>
          <w:szCs w:val="28"/>
        </w:rPr>
      </w:pPr>
    </w:p>
    <w:p w:rsidR="00A55EE3" w:rsidRPr="00735B9F" w:rsidRDefault="00A55EE3" w:rsidP="002728C1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______________Л.Ю.</w:t>
      </w:r>
      <w:r>
        <w:rPr>
          <w:sz w:val="28"/>
          <w:szCs w:val="28"/>
        </w:rPr>
        <w:t xml:space="preserve"> Толстикова                  </w:t>
      </w:r>
      <w:r w:rsidRPr="00735B9F">
        <w:rPr>
          <w:sz w:val="28"/>
          <w:szCs w:val="28"/>
        </w:rPr>
        <w:t xml:space="preserve">       ______________ А.В. Гергарт</w:t>
      </w:r>
    </w:p>
    <w:p w:rsidR="00A55EE3" w:rsidRPr="00735B9F" w:rsidRDefault="00A55EE3" w:rsidP="002728C1">
      <w:pPr>
        <w:rPr>
          <w:sz w:val="28"/>
          <w:szCs w:val="28"/>
        </w:rPr>
      </w:pPr>
    </w:p>
    <w:p w:rsidR="00A55EE3" w:rsidRPr="00735B9F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>
      <w:pPr>
        <w:rPr>
          <w:sz w:val="28"/>
          <w:szCs w:val="28"/>
        </w:rPr>
      </w:pPr>
    </w:p>
    <w:p w:rsidR="00A55EE3" w:rsidRDefault="00A55EE3" w:rsidP="002728C1"/>
    <w:p w:rsidR="00A55EE3" w:rsidRDefault="00A55EE3"/>
    <w:sectPr w:rsidR="00A55EE3" w:rsidSect="0077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C1"/>
    <w:rsid w:val="00014CA5"/>
    <w:rsid w:val="00030006"/>
    <w:rsid w:val="000B6223"/>
    <w:rsid w:val="000C15AE"/>
    <w:rsid w:val="00147380"/>
    <w:rsid w:val="0018267E"/>
    <w:rsid w:val="002308FC"/>
    <w:rsid w:val="002728C1"/>
    <w:rsid w:val="002A10D2"/>
    <w:rsid w:val="00322E64"/>
    <w:rsid w:val="0042615A"/>
    <w:rsid w:val="00496A9E"/>
    <w:rsid w:val="00530BB3"/>
    <w:rsid w:val="0053724B"/>
    <w:rsid w:val="00620055"/>
    <w:rsid w:val="006C3B47"/>
    <w:rsid w:val="00735B9F"/>
    <w:rsid w:val="007743AD"/>
    <w:rsid w:val="007A79DF"/>
    <w:rsid w:val="007E4BAA"/>
    <w:rsid w:val="00811F9E"/>
    <w:rsid w:val="00967035"/>
    <w:rsid w:val="00975AD8"/>
    <w:rsid w:val="00A55EE3"/>
    <w:rsid w:val="00B026A7"/>
    <w:rsid w:val="00C4647E"/>
    <w:rsid w:val="00D8522E"/>
    <w:rsid w:val="00D96FF9"/>
    <w:rsid w:val="00DE1C2F"/>
    <w:rsid w:val="00E92AFD"/>
    <w:rsid w:val="00ED385C"/>
    <w:rsid w:val="00F415A4"/>
    <w:rsid w:val="00FC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28C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2728C1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728C1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C3C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0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79D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255</Words>
  <Characters>1458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Upk</dc:creator>
  <cp:keywords/>
  <dc:description/>
  <cp:lastModifiedBy>puma</cp:lastModifiedBy>
  <cp:revision>6</cp:revision>
  <cp:lastPrinted>2018-03-13T01:50:00Z</cp:lastPrinted>
  <dcterms:created xsi:type="dcterms:W3CDTF">2018-01-30T05:29:00Z</dcterms:created>
  <dcterms:modified xsi:type="dcterms:W3CDTF">2018-03-14T08:51:00Z</dcterms:modified>
</cp:coreProperties>
</file>