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3CA" w:rsidRDefault="008463CA" w:rsidP="00F11BDD">
      <w:pPr>
        <w:pStyle w:val="ConsPlusNormal"/>
        <w:jc w:val="right"/>
        <w:rPr>
          <w:rFonts w:ascii="Times New Roman" w:hAnsi="Times New Roman" w:cs="Times New Roman"/>
          <w:sz w:val="28"/>
          <w:szCs w:val="28"/>
        </w:rPr>
      </w:pPr>
      <w:r w:rsidRPr="00F11BDD">
        <w:rPr>
          <w:rFonts w:ascii="Times New Roman" w:hAnsi="Times New Roman" w:cs="Times New Roman"/>
          <w:sz w:val="28"/>
          <w:szCs w:val="28"/>
        </w:rPr>
        <w:t xml:space="preserve">Приложение № 2 </w:t>
      </w:r>
    </w:p>
    <w:p w:rsidR="008463CA" w:rsidRDefault="008463CA" w:rsidP="00F11BDD">
      <w:pPr>
        <w:pStyle w:val="ConsPlusNormal"/>
        <w:jc w:val="right"/>
        <w:rPr>
          <w:rFonts w:ascii="Times New Roman" w:hAnsi="Times New Roman" w:cs="Times New Roman"/>
          <w:sz w:val="28"/>
          <w:szCs w:val="28"/>
        </w:rPr>
      </w:pPr>
      <w:r w:rsidRPr="00F11BDD">
        <w:rPr>
          <w:rFonts w:ascii="Times New Roman" w:hAnsi="Times New Roman" w:cs="Times New Roman"/>
          <w:sz w:val="28"/>
          <w:szCs w:val="28"/>
        </w:rPr>
        <w:t>к решению</w:t>
      </w:r>
      <w:r>
        <w:rPr>
          <w:rFonts w:ascii="Times New Roman" w:hAnsi="Times New Roman" w:cs="Times New Roman"/>
          <w:sz w:val="28"/>
          <w:szCs w:val="28"/>
        </w:rPr>
        <w:t xml:space="preserve"> Новоселовского районного</w:t>
      </w:r>
    </w:p>
    <w:p w:rsidR="008463CA" w:rsidRPr="00F11BDD" w:rsidRDefault="008463CA" w:rsidP="00F11BD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Совета депутатов </w:t>
      </w:r>
      <w:r w:rsidRPr="00F11BDD">
        <w:rPr>
          <w:rFonts w:ascii="Times New Roman" w:hAnsi="Times New Roman" w:cs="Times New Roman"/>
          <w:sz w:val="28"/>
          <w:szCs w:val="28"/>
        </w:rPr>
        <w:t xml:space="preserve">от </w:t>
      </w:r>
      <w:r>
        <w:rPr>
          <w:rFonts w:ascii="Times New Roman" w:hAnsi="Times New Roman" w:cs="Times New Roman"/>
          <w:sz w:val="28"/>
          <w:szCs w:val="28"/>
        </w:rPr>
        <w:t>29.03.2018 № 43-217-12р</w:t>
      </w:r>
    </w:p>
    <w:p w:rsidR="008463CA" w:rsidRPr="00F11BDD" w:rsidRDefault="008463CA" w:rsidP="00404B16">
      <w:pPr>
        <w:pStyle w:val="ConsPlusNormal"/>
        <w:jc w:val="center"/>
        <w:rPr>
          <w:rFonts w:ascii="Times New Roman" w:hAnsi="Times New Roman" w:cs="Times New Roman"/>
          <w:sz w:val="28"/>
          <w:szCs w:val="28"/>
        </w:rPr>
      </w:pPr>
    </w:p>
    <w:p w:rsidR="008463CA" w:rsidRPr="00F11BDD" w:rsidRDefault="008463CA" w:rsidP="00404B16">
      <w:pPr>
        <w:pStyle w:val="ConsPlusNormal"/>
        <w:jc w:val="center"/>
        <w:rPr>
          <w:rFonts w:ascii="Times New Roman" w:hAnsi="Times New Roman" w:cs="Times New Roman"/>
          <w:sz w:val="28"/>
          <w:szCs w:val="28"/>
        </w:rPr>
      </w:pPr>
    </w:p>
    <w:p w:rsidR="008463CA" w:rsidRPr="00F11BDD" w:rsidRDefault="008463CA" w:rsidP="00404B16">
      <w:pPr>
        <w:pStyle w:val="ConsPlusNormal"/>
        <w:jc w:val="center"/>
        <w:rPr>
          <w:rFonts w:ascii="Times New Roman" w:hAnsi="Times New Roman" w:cs="Times New Roman"/>
          <w:sz w:val="28"/>
          <w:szCs w:val="28"/>
        </w:rPr>
      </w:pPr>
      <w:r w:rsidRPr="00F11BDD">
        <w:rPr>
          <w:rFonts w:ascii="Times New Roman" w:hAnsi="Times New Roman" w:cs="Times New Roman"/>
          <w:sz w:val="28"/>
          <w:szCs w:val="28"/>
        </w:rPr>
        <w:t>ОПИСАНИЕ ГРАНИЦ МУНИЦИПАЛЬНОГО ОБРАЗОВАНИЯ</w:t>
      </w:r>
    </w:p>
    <w:p w:rsidR="008463CA" w:rsidRPr="00F11BDD" w:rsidRDefault="008463CA" w:rsidP="00404B16">
      <w:pPr>
        <w:pStyle w:val="ConsPlusNormal"/>
        <w:jc w:val="center"/>
        <w:rPr>
          <w:rFonts w:ascii="Times New Roman" w:hAnsi="Times New Roman" w:cs="Times New Roman"/>
          <w:sz w:val="28"/>
          <w:szCs w:val="28"/>
        </w:rPr>
      </w:pPr>
      <w:r w:rsidRPr="00F11BDD">
        <w:rPr>
          <w:rFonts w:ascii="Times New Roman" w:hAnsi="Times New Roman" w:cs="Times New Roman"/>
          <w:sz w:val="28"/>
          <w:szCs w:val="28"/>
        </w:rPr>
        <w:t>НОВОСЕЛОВСКИЙ РАЙОН</w:t>
      </w:r>
    </w:p>
    <w:p w:rsidR="008463CA" w:rsidRPr="00F11BDD" w:rsidRDefault="008463CA" w:rsidP="00404B16">
      <w:pPr>
        <w:pStyle w:val="ConsPlusNormal"/>
        <w:jc w:val="center"/>
        <w:rPr>
          <w:rFonts w:ascii="Times New Roman" w:hAnsi="Times New Roman" w:cs="Times New Roman"/>
          <w:sz w:val="28"/>
          <w:szCs w:val="28"/>
        </w:rPr>
      </w:pPr>
    </w:p>
    <w:p w:rsidR="008463CA" w:rsidRPr="00F11BDD" w:rsidRDefault="008463CA" w:rsidP="00404B16">
      <w:pPr>
        <w:pStyle w:val="ConsPlusNormal"/>
        <w:jc w:val="center"/>
        <w:outlineLvl w:val="1"/>
        <w:rPr>
          <w:rFonts w:ascii="Times New Roman" w:hAnsi="Times New Roman" w:cs="Times New Roman"/>
          <w:sz w:val="28"/>
          <w:szCs w:val="28"/>
        </w:rPr>
      </w:pPr>
      <w:r w:rsidRPr="00F11BDD">
        <w:rPr>
          <w:rFonts w:ascii="Times New Roman" w:hAnsi="Times New Roman" w:cs="Times New Roman"/>
          <w:sz w:val="28"/>
          <w:szCs w:val="28"/>
        </w:rPr>
        <w:t>По смежеству с землями муниципального образования</w:t>
      </w:r>
    </w:p>
    <w:p w:rsidR="008463CA" w:rsidRPr="00F11BDD" w:rsidRDefault="008463CA" w:rsidP="00404B16">
      <w:pPr>
        <w:pStyle w:val="ConsPlusNormal"/>
        <w:jc w:val="center"/>
        <w:rPr>
          <w:rFonts w:ascii="Times New Roman" w:hAnsi="Times New Roman" w:cs="Times New Roman"/>
          <w:sz w:val="28"/>
          <w:szCs w:val="28"/>
        </w:rPr>
      </w:pPr>
      <w:r w:rsidRPr="00F11BDD">
        <w:rPr>
          <w:rFonts w:ascii="Times New Roman" w:hAnsi="Times New Roman" w:cs="Times New Roman"/>
          <w:sz w:val="28"/>
          <w:szCs w:val="28"/>
        </w:rPr>
        <w:t>Ужурский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Граница муниципального образования Новоселовский район по смежеству с землями муниципального образования Ужурский район проходит от точки 1 (узловая точка) до точки 827 (узловая точка) протяженностью </w:t>
      </w:r>
      <w:smartTag w:uri="urn:schemas-microsoft-com:office:smarttags" w:element="metricconverter">
        <w:smartTagPr>
          <w:attr w:name="ProductID" w:val="41303,67 м"/>
        </w:smartTagPr>
        <w:r w:rsidRPr="00F11BDD">
          <w:rPr>
            <w:rFonts w:ascii="Times New Roman" w:hAnsi="Times New Roman" w:cs="Times New Roman"/>
            <w:sz w:val="28"/>
            <w:szCs w:val="28"/>
          </w:rPr>
          <w:t>41303,67 м</w:t>
        </w:r>
      </w:smartTag>
      <w:r w:rsidRPr="00F11BDD">
        <w:rPr>
          <w:rFonts w:ascii="Times New Roman" w:hAnsi="Times New Roman" w:cs="Times New Roman"/>
          <w:sz w:val="28"/>
          <w:szCs w:val="28"/>
        </w:rPr>
        <w:t>.</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1 - узловой точки пересечения границ муниципального образования Ужурский район, Республики Хакасия и муниципального образования Толстомысенский сельсовет граница следует вниз по течению реки Чулым </w:t>
      </w:r>
      <w:smartTag w:uri="urn:schemas-microsoft-com:office:smarttags" w:element="metricconverter">
        <w:smartTagPr>
          <w:attr w:name="ProductID" w:val="1060,71 м"/>
        </w:smartTagPr>
        <w:r w:rsidRPr="00F11BDD">
          <w:rPr>
            <w:rFonts w:ascii="Times New Roman" w:hAnsi="Times New Roman" w:cs="Times New Roman"/>
            <w:sz w:val="28"/>
            <w:szCs w:val="28"/>
          </w:rPr>
          <w:t>1060,71 м</w:t>
        </w:r>
      </w:smartTag>
      <w:r w:rsidRPr="00F11BDD">
        <w:rPr>
          <w:rFonts w:ascii="Times New Roman" w:hAnsi="Times New Roman" w:cs="Times New Roman"/>
          <w:sz w:val="28"/>
          <w:szCs w:val="28"/>
        </w:rPr>
        <w:t xml:space="preserve"> до точки 15. От точки 15 граница проходит вниз по течению реки Чулым </w:t>
      </w:r>
      <w:smartTag w:uri="urn:schemas-microsoft-com:office:smarttags" w:element="metricconverter">
        <w:smartTagPr>
          <w:attr w:name="ProductID" w:val="9232,86 м"/>
        </w:smartTagPr>
        <w:r w:rsidRPr="00F11BDD">
          <w:rPr>
            <w:rFonts w:ascii="Times New Roman" w:hAnsi="Times New Roman" w:cs="Times New Roman"/>
            <w:sz w:val="28"/>
            <w:szCs w:val="28"/>
          </w:rPr>
          <w:t>9232,86 м</w:t>
        </w:r>
      </w:smartTag>
      <w:r w:rsidRPr="00F11BDD">
        <w:rPr>
          <w:rFonts w:ascii="Times New Roman" w:hAnsi="Times New Roman" w:cs="Times New Roman"/>
          <w:sz w:val="28"/>
          <w:szCs w:val="28"/>
        </w:rPr>
        <w:t xml:space="preserve"> до точки 147.</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147 граница следует вниз по течению реки Чулым </w:t>
      </w:r>
      <w:smartTag w:uri="urn:schemas-microsoft-com:office:smarttags" w:element="metricconverter">
        <w:smartTagPr>
          <w:attr w:name="ProductID" w:val="8036,13 м"/>
        </w:smartTagPr>
        <w:r w:rsidRPr="00F11BDD">
          <w:rPr>
            <w:rFonts w:ascii="Times New Roman" w:hAnsi="Times New Roman" w:cs="Times New Roman"/>
            <w:sz w:val="28"/>
            <w:szCs w:val="28"/>
          </w:rPr>
          <w:t>8036,13 м</w:t>
        </w:r>
      </w:smartTag>
      <w:r w:rsidRPr="00F11BDD">
        <w:rPr>
          <w:rFonts w:ascii="Times New Roman" w:hAnsi="Times New Roman" w:cs="Times New Roman"/>
          <w:sz w:val="28"/>
          <w:szCs w:val="28"/>
        </w:rPr>
        <w:t xml:space="preserve"> до точки 243. От точки 243, огибая с западной стороны безымянное озеро, по галечнику на северо-восток </w:t>
      </w:r>
      <w:smartTag w:uri="urn:schemas-microsoft-com:office:smarttags" w:element="metricconverter">
        <w:smartTagPr>
          <w:attr w:name="ProductID" w:val="837,79 м"/>
        </w:smartTagPr>
        <w:r w:rsidRPr="00F11BDD">
          <w:rPr>
            <w:rFonts w:ascii="Times New Roman" w:hAnsi="Times New Roman" w:cs="Times New Roman"/>
            <w:sz w:val="28"/>
            <w:szCs w:val="28"/>
          </w:rPr>
          <w:t>837,79 м</w:t>
        </w:r>
      </w:smartTag>
      <w:r w:rsidRPr="00F11BDD">
        <w:rPr>
          <w:rFonts w:ascii="Times New Roman" w:hAnsi="Times New Roman" w:cs="Times New Roman"/>
          <w:sz w:val="28"/>
          <w:szCs w:val="28"/>
        </w:rPr>
        <w:t xml:space="preserve"> граница следует ломаной линией до точки 254. Далее </w:t>
      </w:r>
      <w:smartTag w:uri="urn:schemas-microsoft-com:office:smarttags" w:element="metricconverter">
        <w:smartTagPr>
          <w:attr w:name="ProductID" w:val="1530,43 м"/>
        </w:smartTagPr>
        <w:r w:rsidRPr="00F11BDD">
          <w:rPr>
            <w:rFonts w:ascii="Times New Roman" w:hAnsi="Times New Roman" w:cs="Times New Roman"/>
            <w:sz w:val="28"/>
            <w:szCs w:val="28"/>
          </w:rPr>
          <w:t>1530,43 м</w:t>
        </w:r>
      </w:smartTag>
      <w:r w:rsidRPr="00F11BDD">
        <w:rPr>
          <w:rFonts w:ascii="Times New Roman" w:hAnsi="Times New Roman" w:cs="Times New Roman"/>
          <w:sz w:val="28"/>
          <w:szCs w:val="28"/>
        </w:rPr>
        <w:t xml:space="preserve"> вниз по течению реки Чулым граница следует до точки 282.</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282 по левой безымянной протоке реки Чулым вверх по течению этой протоки </w:t>
      </w:r>
      <w:smartTag w:uri="urn:schemas-microsoft-com:office:smarttags" w:element="metricconverter">
        <w:smartTagPr>
          <w:attr w:name="ProductID" w:val="1223,66 м"/>
        </w:smartTagPr>
        <w:r w:rsidRPr="00F11BDD">
          <w:rPr>
            <w:rFonts w:ascii="Times New Roman" w:hAnsi="Times New Roman" w:cs="Times New Roman"/>
            <w:sz w:val="28"/>
            <w:szCs w:val="28"/>
          </w:rPr>
          <w:t>1223,66 м</w:t>
        </w:r>
      </w:smartTag>
      <w:r w:rsidRPr="00F11BDD">
        <w:rPr>
          <w:rFonts w:ascii="Times New Roman" w:hAnsi="Times New Roman" w:cs="Times New Roman"/>
          <w:sz w:val="28"/>
          <w:szCs w:val="28"/>
        </w:rPr>
        <w:t xml:space="preserve"> (точка 315), далее, пересекая левые безымянные протоки реки Черемшанка, по пастбищу, пересекая улучшенную грунтовую дорогу, реку Черемшанка, полевые дороги, по пашне </w:t>
      </w:r>
      <w:smartTag w:uri="urn:schemas-microsoft-com:office:smarttags" w:element="metricconverter">
        <w:smartTagPr>
          <w:attr w:name="ProductID" w:val="6536,18 м"/>
        </w:smartTagPr>
        <w:r w:rsidRPr="00F11BDD">
          <w:rPr>
            <w:rFonts w:ascii="Times New Roman" w:hAnsi="Times New Roman" w:cs="Times New Roman"/>
            <w:sz w:val="28"/>
            <w:szCs w:val="28"/>
          </w:rPr>
          <w:t>6536,18 м</w:t>
        </w:r>
      </w:smartTag>
      <w:r w:rsidRPr="00F11BDD">
        <w:rPr>
          <w:rFonts w:ascii="Times New Roman" w:hAnsi="Times New Roman" w:cs="Times New Roman"/>
          <w:sz w:val="28"/>
          <w:szCs w:val="28"/>
        </w:rPr>
        <w:t xml:space="preserve"> ломаной линией в северном направлении до точки 328. Затем граница идет по пашне, пересекая полевые дороги, по пастбищу прямой линией </w:t>
      </w:r>
      <w:smartTag w:uri="urn:schemas-microsoft-com:office:smarttags" w:element="metricconverter">
        <w:smartTagPr>
          <w:attr w:name="ProductID" w:val="3220,12 м"/>
        </w:smartTagPr>
        <w:r w:rsidRPr="00F11BDD">
          <w:rPr>
            <w:rFonts w:ascii="Times New Roman" w:hAnsi="Times New Roman" w:cs="Times New Roman"/>
            <w:sz w:val="28"/>
            <w:szCs w:val="28"/>
          </w:rPr>
          <w:t>3220,12 м</w:t>
        </w:r>
      </w:smartTag>
      <w:r w:rsidRPr="00F11BDD">
        <w:rPr>
          <w:rFonts w:ascii="Times New Roman" w:hAnsi="Times New Roman" w:cs="Times New Roman"/>
          <w:sz w:val="28"/>
          <w:szCs w:val="28"/>
        </w:rPr>
        <w:t xml:space="preserve"> на северо-восток до точки 335.</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335 граница следует вверх по течению русла реки Кызынджуль </w:t>
      </w:r>
      <w:smartTag w:uri="urn:schemas-microsoft-com:office:smarttags" w:element="metricconverter">
        <w:smartTagPr>
          <w:attr w:name="ProductID" w:val="9615,50 м"/>
        </w:smartTagPr>
        <w:r w:rsidRPr="00F11BDD">
          <w:rPr>
            <w:rFonts w:ascii="Times New Roman" w:hAnsi="Times New Roman" w:cs="Times New Roman"/>
            <w:sz w:val="28"/>
            <w:szCs w:val="28"/>
          </w:rPr>
          <w:t>9615,50 м</w:t>
        </w:r>
      </w:smartTag>
      <w:r w:rsidRPr="00F11BDD">
        <w:rPr>
          <w:rFonts w:ascii="Times New Roman" w:hAnsi="Times New Roman" w:cs="Times New Roman"/>
          <w:sz w:val="28"/>
          <w:szCs w:val="28"/>
        </w:rPr>
        <w:t xml:space="preserve"> до точки 827 - узловой точки пересечения границ муниципального образования Ужурский район, муниципального образования Балахтинский район, муниципального образования Новоселовский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jc w:val="center"/>
        <w:outlineLvl w:val="1"/>
        <w:rPr>
          <w:rFonts w:ascii="Times New Roman" w:hAnsi="Times New Roman" w:cs="Times New Roman"/>
          <w:sz w:val="28"/>
          <w:szCs w:val="28"/>
        </w:rPr>
      </w:pPr>
      <w:r w:rsidRPr="00F11BDD">
        <w:rPr>
          <w:rFonts w:ascii="Times New Roman" w:hAnsi="Times New Roman" w:cs="Times New Roman"/>
          <w:sz w:val="28"/>
          <w:szCs w:val="28"/>
        </w:rPr>
        <w:t>По смежеству с землями муниципального образования</w:t>
      </w:r>
    </w:p>
    <w:p w:rsidR="008463CA" w:rsidRPr="00F11BDD" w:rsidRDefault="008463CA" w:rsidP="00404B16">
      <w:pPr>
        <w:pStyle w:val="ConsPlusNormal"/>
        <w:jc w:val="center"/>
        <w:rPr>
          <w:rFonts w:ascii="Times New Roman" w:hAnsi="Times New Roman" w:cs="Times New Roman"/>
          <w:sz w:val="28"/>
          <w:szCs w:val="28"/>
        </w:rPr>
      </w:pPr>
      <w:r w:rsidRPr="00F11BDD">
        <w:rPr>
          <w:rFonts w:ascii="Times New Roman" w:hAnsi="Times New Roman" w:cs="Times New Roman"/>
          <w:sz w:val="28"/>
          <w:szCs w:val="28"/>
        </w:rPr>
        <w:t>Балахтинский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Граница муниципального образования Новоселовский район по смежеству с землями муниципального образования Балахтинский район проходит от точки 827 (узловая точка) до точки 2139 (узловая точка) протяженностью </w:t>
      </w:r>
      <w:smartTag w:uri="urn:schemas-microsoft-com:office:smarttags" w:element="metricconverter">
        <w:smartTagPr>
          <w:attr w:name="ProductID" w:val="195023,46 м"/>
        </w:smartTagPr>
        <w:r w:rsidRPr="00F11BDD">
          <w:rPr>
            <w:rFonts w:ascii="Times New Roman" w:hAnsi="Times New Roman" w:cs="Times New Roman"/>
            <w:sz w:val="28"/>
            <w:szCs w:val="28"/>
          </w:rPr>
          <w:t>195023,46 м</w:t>
        </w:r>
      </w:smartTag>
      <w:r w:rsidRPr="00F11BDD">
        <w:rPr>
          <w:rFonts w:ascii="Times New Roman" w:hAnsi="Times New Roman" w:cs="Times New Roman"/>
          <w:sz w:val="28"/>
          <w:szCs w:val="28"/>
        </w:rPr>
        <w:t>.</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827 - узловой точки пересечения границ муниципального образования Ужурский район, муниципального образования Балахтинский район, муниципального образования Новоселовский район граница следует от реки Кызынджуль по оси автодороги Шарыпово - Ужур - Балахта на восток расстоянием </w:t>
      </w:r>
      <w:smartTag w:uri="urn:schemas-microsoft-com:office:smarttags" w:element="metricconverter">
        <w:smartTagPr>
          <w:attr w:name="ProductID" w:val="3256,68 м"/>
        </w:smartTagPr>
        <w:r w:rsidRPr="00F11BDD">
          <w:rPr>
            <w:rFonts w:ascii="Times New Roman" w:hAnsi="Times New Roman" w:cs="Times New Roman"/>
            <w:sz w:val="28"/>
            <w:szCs w:val="28"/>
          </w:rPr>
          <w:t>3256,68 м</w:t>
        </w:r>
      </w:smartTag>
      <w:r w:rsidRPr="00F11BDD">
        <w:rPr>
          <w:rFonts w:ascii="Times New Roman" w:hAnsi="Times New Roman" w:cs="Times New Roman"/>
          <w:sz w:val="28"/>
          <w:szCs w:val="28"/>
        </w:rPr>
        <w:t xml:space="preserve"> до точки 835.</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835 граница следует на юг по грунтовой дороге </w:t>
      </w:r>
      <w:smartTag w:uri="urn:schemas-microsoft-com:office:smarttags" w:element="metricconverter">
        <w:smartTagPr>
          <w:attr w:name="ProductID" w:val="3323,59 м"/>
        </w:smartTagPr>
        <w:r w:rsidRPr="00F11BDD">
          <w:rPr>
            <w:rFonts w:ascii="Times New Roman" w:hAnsi="Times New Roman" w:cs="Times New Roman"/>
            <w:sz w:val="28"/>
            <w:szCs w:val="28"/>
          </w:rPr>
          <w:t>3323,59 м</w:t>
        </w:r>
      </w:smartTag>
      <w:r w:rsidRPr="00F11BDD">
        <w:rPr>
          <w:rFonts w:ascii="Times New Roman" w:hAnsi="Times New Roman" w:cs="Times New Roman"/>
          <w:sz w:val="28"/>
          <w:szCs w:val="28"/>
        </w:rPr>
        <w:t xml:space="preserve"> до точки 843. Далее, поворачивая на юго-восток, по пастбищу </w:t>
      </w:r>
      <w:smartTag w:uri="urn:schemas-microsoft-com:office:smarttags" w:element="metricconverter">
        <w:smartTagPr>
          <w:attr w:name="ProductID" w:val="265,68 м"/>
        </w:smartTagPr>
        <w:r w:rsidRPr="00F11BDD">
          <w:rPr>
            <w:rFonts w:ascii="Times New Roman" w:hAnsi="Times New Roman" w:cs="Times New Roman"/>
            <w:sz w:val="28"/>
            <w:szCs w:val="28"/>
          </w:rPr>
          <w:t>265,68 м</w:t>
        </w:r>
      </w:smartTag>
      <w:r w:rsidRPr="00F11BDD">
        <w:rPr>
          <w:rFonts w:ascii="Times New Roman" w:hAnsi="Times New Roman" w:cs="Times New Roman"/>
          <w:sz w:val="28"/>
          <w:szCs w:val="28"/>
        </w:rPr>
        <w:t xml:space="preserve"> до точки 844, затем по пастбищу </w:t>
      </w:r>
      <w:smartTag w:uri="urn:schemas-microsoft-com:office:smarttags" w:element="metricconverter">
        <w:smartTagPr>
          <w:attr w:name="ProductID" w:val="2846,35 м"/>
        </w:smartTagPr>
        <w:r w:rsidRPr="00F11BDD">
          <w:rPr>
            <w:rFonts w:ascii="Times New Roman" w:hAnsi="Times New Roman" w:cs="Times New Roman"/>
            <w:sz w:val="28"/>
            <w:szCs w:val="28"/>
          </w:rPr>
          <w:t>2846,35 м</w:t>
        </w:r>
      </w:smartTag>
      <w:r w:rsidRPr="00F11BDD">
        <w:rPr>
          <w:rFonts w:ascii="Times New Roman" w:hAnsi="Times New Roman" w:cs="Times New Roman"/>
          <w:sz w:val="28"/>
          <w:szCs w:val="28"/>
        </w:rPr>
        <w:t xml:space="preserve"> граница уходит на юг ломаной линией до точки 853.</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853 граница идет по пастбищу </w:t>
      </w:r>
      <w:smartTag w:uri="urn:schemas-microsoft-com:office:smarttags" w:element="metricconverter">
        <w:smartTagPr>
          <w:attr w:name="ProductID" w:val="1035,49 м"/>
        </w:smartTagPr>
        <w:r w:rsidRPr="00F11BDD">
          <w:rPr>
            <w:rFonts w:ascii="Times New Roman" w:hAnsi="Times New Roman" w:cs="Times New Roman"/>
            <w:sz w:val="28"/>
            <w:szCs w:val="28"/>
          </w:rPr>
          <w:t>1035,49 м</w:t>
        </w:r>
      </w:smartTag>
      <w:r w:rsidRPr="00F11BDD">
        <w:rPr>
          <w:rFonts w:ascii="Times New Roman" w:hAnsi="Times New Roman" w:cs="Times New Roman"/>
          <w:sz w:val="28"/>
          <w:szCs w:val="28"/>
        </w:rPr>
        <w:t xml:space="preserve"> на восток и северо-восток до точки 858, затем по пастбищу </w:t>
      </w:r>
      <w:smartTag w:uri="urn:schemas-microsoft-com:office:smarttags" w:element="metricconverter">
        <w:smartTagPr>
          <w:attr w:name="ProductID" w:val="521,04 м"/>
        </w:smartTagPr>
        <w:r w:rsidRPr="00F11BDD">
          <w:rPr>
            <w:rFonts w:ascii="Times New Roman" w:hAnsi="Times New Roman" w:cs="Times New Roman"/>
            <w:sz w:val="28"/>
            <w:szCs w:val="28"/>
          </w:rPr>
          <w:t>521,04 м</w:t>
        </w:r>
      </w:smartTag>
      <w:r w:rsidRPr="00F11BDD">
        <w:rPr>
          <w:rFonts w:ascii="Times New Roman" w:hAnsi="Times New Roman" w:cs="Times New Roman"/>
          <w:sz w:val="28"/>
          <w:szCs w:val="28"/>
        </w:rPr>
        <w:t xml:space="preserve"> на юго-восток до точки 862, далее </w:t>
      </w:r>
      <w:smartTag w:uri="urn:schemas-microsoft-com:office:smarttags" w:element="metricconverter">
        <w:smartTagPr>
          <w:attr w:name="ProductID" w:val="2926,36 м"/>
        </w:smartTagPr>
        <w:r w:rsidRPr="00F11BDD">
          <w:rPr>
            <w:rFonts w:ascii="Times New Roman" w:hAnsi="Times New Roman" w:cs="Times New Roman"/>
            <w:sz w:val="28"/>
            <w:szCs w:val="28"/>
          </w:rPr>
          <w:t>2926,36 м</w:t>
        </w:r>
      </w:smartTag>
      <w:r w:rsidRPr="00F11BDD">
        <w:rPr>
          <w:rFonts w:ascii="Times New Roman" w:hAnsi="Times New Roman" w:cs="Times New Roman"/>
          <w:sz w:val="28"/>
          <w:szCs w:val="28"/>
        </w:rPr>
        <w:t xml:space="preserve"> по пастбищу, сенокосу и пашне граница идет на восток до точки 873.</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873 по сенокосу </w:t>
      </w:r>
      <w:smartTag w:uri="urn:schemas-microsoft-com:office:smarttags" w:element="metricconverter">
        <w:smartTagPr>
          <w:attr w:name="ProductID" w:val="1629,92 м"/>
        </w:smartTagPr>
        <w:r w:rsidRPr="00F11BDD">
          <w:rPr>
            <w:rFonts w:ascii="Times New Roman" w:hAnsi="Times New Roman" w:cs="Times New Roman"/>
            <w:sz w:val="28"/>
            <w:szCs w:val="28"/>
          </w:rPr>
          <w:t>1629,92 м</w:t>
        </w:r>
      </w:smartTag>
      <w:r w:rsidRPr="00F11BDD">
        <w:rPr>
          <w:rFonts w:ascii="Times New Roman" w:hAnsi="Times New Roman" w:cs="Times New Roman"/>
          <w:sz w:val="28"/>
          <w:szCs w:val="28"/>
        </w:rPr>
        <w:t xml:space="preserve"> на юго-восток граница следует ломаной линией до точки 889, затем по лесу и сенокосу </w:t>
      </w:r>
      <w:smartTag w:uri="urn:schemas-microsoft-com:office:smarttags" w:element="metricconverter">
        <w:smartTagPr>
          <w:attr w:name="ProductID" w:val="1438,14 м"/>
        </w:smartTagPr>
        <w:r w:rsidRPr="00F11BDD">
          <w:rPr>
            <w:rFonts w:ascii="Times New Roman" w:hAnsi="Times New Roman" w:cs="Times New Roman"/>
            <w:sz w:val="28"/>
            <w:szCs w:val="28"/>
          </w:rPr>
          <w:t>1438,14 м</w:t>
        </w:r>
      </w:smartTag>
      <w:r w:rsidRPr="00F11BDD">
        <w:rPr>
          <w:rFonts w:ascii="Times New Roman" w:hAnsi="Times New Roman" w:cs="Times New Roman"/>
          <w:sz w:val="28"/>
          <w:szCs w:val="28"/>
        </w:rPr>
        <w:t xml:space="preserve"> на юго-запад граница проходит до точки 897.</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897 граница проходит по лесу и сенокосу </w:t>
      </w:r>
      <w:smartTag w:uri="urn:schemas-microsoft-com:office:smarttags" w:element="metricconverter">
        <w:smartTagPr>
          <w:attr w:name="ProductID" w:val="1822,69 м"/>
        </w:smartTagPr>
        <w:r w:rsidRPr="00F11BDD">
          <w:rPr>
            <w:rFonts w:ascii="Times New Roman" w:hAnsi="Times New Roman" w:cs="Times New Roman"/>
            <w:sz w:val="28"/>
            <w:szCs w:val="28"/>
          </w:rPr>
          <w:t>1822,69 м</w:t>
        </w:r>
      </w:smartTag>
      <w:r w:rsidRPr="00F11BDD">
        <w:rPr>
          <w:rFonts w:ascii="Times New Roman" w:hAnsi="Times New Roman" w:cs="Times New Roman"/>
          <w:sz w:val="28"/>
          <w:szCs w:val="28"/>
        </w:rPr>
        <w:t xml:space="preserve"> на юг до точки 909, по сенокосу, лесу и пашне </w:t>
      </w:r>
      <w:smartTag w:uri="urn:schemas-microsoft-com:office:smarttags" w:element="metricconverter">
        <w:smartTagPr>
          <w:attr w:name="ProductID" w:val="847,47 м"/>
        </w:smartTagPr>
        <w:r w:rsidRPr="00F11BDD">
          <w:rPr>
            <w:rFonts w:ascii="Times New Roman" w:hAnsi="Times New Roman" w:cs="Times New Roman"/>
            <w:sz w:val="28"/>
            <w:szCs w:val="28"/>
          </w:rPr>
          <w:t>847,47 м</w:t>
        </w:r>
      </w:smartTag>
      <w:r w:rsidRPr="00F11BDD">
        <w:rPr>
          <w:rFonts w:ascii="Times New Roman" w:hAnsi="Times New Roman" w:cs="Times New Roman"/>
          <w:sz w:val="28"/>
          <w:szCs w:val="28"/>
        </w:rPr>
        <w:t xml:space="preserve"> на восток до точки 912, по лесу </w:t>
      </w:r>
      <w:smartTag w:uri="urn:schemas-microsoft-com:office:smarttags" w:element="metricconverter">
        <w:smartTagPr>
          <w:attr w:name="ProductID" w:val="346,77 м"/>
        </w:smartTagPr>
        <w:r w:rsidRPr="00F11BDD">
          <w:rPr>
            <w:rFonts w:ascii="Times New Roman" w:hAnsi="Times New Roman" w:cs="Times New Roman"/>
            <w:sz w:val="28"/>
            <w:szCs w:val="28"/>
          </w:rPr>
          <w:t>346,77 м</w:t>
        </w:r>
      </w:smartTag>
      <w:r w:rsidRPr="00F11BDD">
        <w:rPr>
          <w:rFonts w:ascii="Times New Roman" w:hAnsi="Times New Roman" w:cs="Times New Roman"/>
          <w:sz w:val="28"/>
          <w:szCs w:val="28"/>
        </w:rPr>
        <w:t xml:space="preserve"> на северо-восток до точки 915, поворачивая на восток, по лесу и пастбищу </w:t>
      </w:r>
      <w:smartTag w:uri="urn:schemas-microsoft-com:office:smarttags" w:element="metricconverter">
        <w:smartTagPr>
          <w:attr w:name="ProductID" w:val="3365,12 м"/>
        </w:smartTagPr>
        <w:r w:rsidRPr="00F11BDD">
          <w:rPr>
            <w:rFonts w:ascii="Times New Roman" w:hAnsi="Times New Roman" w:cs="Times New Roman"/>
            <w:sz w:val="28"/>
            <w:szCs w:val="28"/>
          </w:rPr>
          <w:t>3365,12 м</w:t>
        </w:r>
      </w:smartTag>
      <w:r w:rsidRPr="00F11BDD">
        <w:rPr>
          <w:rFonts w:ascii="Times New Roman" w:hAnsi="Times New Roman" w:cs="Times New Roman"/>
          <w:sz w:val="28"/>
          <w:szCs w:val="28"/>
        </w:rPr>
        <w:t xml:space="preserve"> до точки 931.</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931 по лесу и пашне </w:t>
      </w:r>
      <w:smartTag w:uri="urn:schemas-microsoft-com:office:smarttags" w:element="metricconverter">
        <w:smartTagPr>
          <w:attr w:name="ProductID" w:val="3313,73 м"/>
        </w:smartTagPr>
        <w:r w:rsidRPr="00F11BDD">
          <w:rPr>
            <w:rFonts w:ascii="Times New Roman" w:hAnsi="Times New Roman" w:cs="Times New Roman"/>
            <w:sz w:val="28"/>
            <w:szCs w:val="28"/>
          </w:rPr>
          <w:t>3313,73 м</w:t>
        </w:r>
      </w:smartTag>
      <w:r w:rsidRPr="00F11BDD">
        <w:rPr>
          <w:rFonts w:ascii="Times New Roman" w:hAnsi="Times New Roman" w:cs="Times New Roman"/>
          <w:sz w:val="28"/>
          <w:szCs w:val="28"/>
        </w:rPr>
        <w:t xml:space="preserve"> граница следует в юго-восточном направлении до точки 950, далее по пашне </w:t>
      </w:r>
      <w:smartTag w:uri="urn:schemas-microsoft-com:office:smarttags" w:element="metricconverter">
        <w:smartTagPr>
          <w:attr w:name="ProductID" w:val="3897,75 м"/>
        </w:smartTagPr>
        <w:r w:rsidRPr="00F11BDD">
          <w:rPr>
            <w:rFonts w:ascii="Times New Roman" w:hAnsi="Times New Roman" w:cs="Times New Roman"/>
            <w:sz w:val="28"/>
            <w:szCs w:val="28"/>
          </w:rPr>
          <w:t>3897,75 м</w:t>
        </w:r>
      </w:smartTag>
      <w:r w:rsidRPr="00F11BDD">
        <w:rPr>
          <w:rFonts w:ascii="Times New Roman" w:hAnsi="Times New Roman" w:cs="Times New Roman"/>
          <w:sz w:val="28"/>
          <w:szCs w:val="28"/>
        </w:rPr>
        <w:t xml:space="preserve"> граница пролегает на юго-запад до точки 986.</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986 граница идет по пашне, пастбищу и сенокосу </w:t>
      </w:r>
      <w:smartTag w:uri="urn:schemas-microsoft-com:office:smarttags" w:element="metricconverter">
        <w:smartTagPr>
          <w:attr w:name="ProductID" w:val="3490,05 м"/>
        </w:smartTagPr>
        <w:r w:rsidRPr="00F11BDD">
          <w:rPr>
            <w:rFonts w:ascii="Times New Roman" w:hAnsi="Times New Roman" w:cs="Times New Roman"/>
            <w:sz w:val="28"/>
            <w:szCs w:val="28"/>
          </w:rPr>
          <w:t>3490,05 м</w:t>
        </w:r>
      </w:smartTag>
      <w:r w:rsidRPr="00F11BDD">
        <w:rPr>
          <w:rFonts w:ascii="Times New Roman" w:hAnsi="Times New Roman" w:cs="Times New Roman"/>
          <w:sz w:val="28"/>
          <w:szCs w:val="28"/>
        </w:rPr>
        <w:t>, пересекая реку Чулым, граница следует на юго-восток и доходит до острова в точке 1000.</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1000 по южному берегу острова </w:t>
      </w:r>
      <w:smartTag w:uri="urn:schemas-microsoft-com:office:smarttags" w:element="metricconverter">
        <w:smartTagPr>
          <w:attr w:name="ProductID" w:val="336,43 м"/>
        </w:smartTagPr>
        <w:r w:rsidRPr="00F11BDD">
          <w:rPr>
            <w:rFonts w:ascii="Times New Roman" w:hAnsi="Times New Roman" w:cs="Times New Roman"/>
            <w:sz w:val="28"/>
            <w:szCs w:val="28"/>
          </w:rPr>
          <w:t>336,43 м</w:t>
        </w:r>
      </w:smartTag>
      <w:r w:rsidRPr="00F11BDD">
        <w:rPr>
          <w:rFonts w:ascii="Times New Roman" w:hAnsi="Times New Roman" w:cs="Times New Roman"/>
          <w:sz w:val="28"/>
          <w:szCs w:val="28"/>
        </w:rPr>
        <w:t xml:space="preserve"> граница проходит в северо-восточном направлении до точки 1005. Далее граница продолжает идти в том же направлении по середине реки Чулым </w:t>
      </w:r>
      <w:smartTag w:uri="urn:schemas-microsoft-com:office:smarttags" w:element="metricconverter">
        <w:smartTagPr>
          <w:attr w:name="ProductID" w:val="8968,15 м"/>
        </w:smartTagPr>
        <w:r w:rsidRPr="00F11BDD">
          <w:rPr>
            <w:rFonts w:ascii="Times New Roman" w:hAnsi="Times New Roman" w:cs="Times New Roman"/>
            <w:sz w:val="28"/>
            <w:szCs w:val="28"/>
          </w:rPr>
          <w:t>8968,15 м</w:t>
        </w:r>
      </w:smartTag>
      <w:r w:rsidRPr="00F11BDD">
        <w:rPr>
          <w:rFonts w:ascii="Times New Roman" w:hAnsi="Times New Roman" w:cs="Times New Roman"/>
          <w:sz w:val="28"/>
          <w:szCs w:val="28"/>
        </w:rPr>
        <w:t xml:space="preserve"> до точки 1129. Далее вдоль южного берега острова </w:t>
      </w:r>
      <w:smartTag w:uri="urn:schemas-microsoft-com:office:smarttags" w:element="metricconverter">
        <w:smartTagPr>
          <w:attr w:name="ProductID" w:val="673,07 м"/>
        </w:smartTagPr>
        <w:r w:rsidRPr="00F11BDD">
          <w:rPr>
            <w:rFonts w:ascii="Times New Roman" w:hAnsi="Times New Roman" w:cs="Times New Roman"/>
            <w:sz w:val="28"/>
            <w:szCs w:val="28"/>
          </w:rPr>
          <w:t>673,07 м</w:t>
        </w:r>
      </w:smartTag>
      <w:r w:rsidRPr="00F11BDD">
        <w:rPr>
          <w:rFonts w:ascii="Times New Roman" w:hAnsi="Times New Roman" w:cs="Times New Roman"/>
          <w:sz w:val="28"/>
          <w:szCs w:val="28"/>
        </w:rPr>
        <w:t xml:space="preserve"> граница следует на северо-восток и доходит до другого острова до точки 1136. Затем в том же направлении граница следует по середине реки Чулым </w:t>
      </w:r>
      <w:smartTag w:uri="urn:schemas-microsoft-com:office:smarttags" w:element="metricconverter">
        <w:smartTagPr>
          <w:attr w:name="ProductID" w:val="11263,70 м"/>
        </w:smartTagPr>
        <w:r w:rsidRPr="00F11BDD">
          <w:rPr>
            <w:rFonts w:ascii="Times New Roman" w:hAnsi="Times New Roman" w:cs="Times New Roman"/>
            <w:sz w:val="28"/>
            <w:szCs w:val="28"/>
          </w:rPr>
          <w:t>11263,70 м</w:t>
        </w:r>
      </w:smartTag>
      <w:r w:rsidRPr="00F11BDD">
        <w:rPr>
          <w:rFonts w:ascii="Times New Roman" w:hAnsi="Times New Roman" w:cs="Times New Roman"/>
          <w:sz w:val="28"/>
          <w:szCs w:val="28"/>
        </w:rPr>
        <w:t xml:space="preserve"> до точки 1252.</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1252 граница идет от реки Чулым, не меняя направления, по середине протоки реки Чулым </w:t>
      </w:r>
      <w:smartTag w:uri="urn:schemas-microsoft-com:office:smarttags" w:element="metricconverter">
        <w:smartTagPr>
          <w:attr w:name="ProductID" w:val="11948,57 м"/>
        </w:smartTagPr>
        <w:r w:rsidRPr="00F11BDD">
          <w:rPr>
            <w:rFonts w:ascii="Times New Roman" w:hAnsi="Times New Roman" w:cs="Times New Roman"/>
            <w:sz w:val="28"/>
            <w:szCs w:val="28"/>
          </w:rPr>
          <w:t>11948,57 м</w:t>
        </w:r>
      </w:smartTag>
      <w:r w:rsidRPr="00F11BDD">
        <w:rPr>
          <w:rFonts w:ascii="Times New Roman" w:hAnsi="Times New Roman" w:cs="Times New Roman"/>
          <w:sz w:val="28"/>
          <w:szCs w:val="28"/>
        </w:rPr>
        <w:t xml:space="preserve"> до точки 1449, далее доходит до протоки реки Чулым, затем в том же направлении следует по середине реки Чулым </w:t>
      </w:r>
      <w:smartTag w:uri="urn:schemas-microsoft-com:office:smarttags" w:element="metricconverter">
        <w:smartTagPr>
          <w:attr w:name="ProductID" w:val="1324,36 м"/>
        </w:smartTagPr>
        <w:r w:rsidRPr="00F11BDD">
          <w:rPr>
            <w:rFonts w:ascii="Times New Roman" w:hAnsi="Times New Roman" w:cs="Times New Roman"/>
            <w:sz w:val="28"/>
            <w:szCs w:val="28"/>
          </w:rPr>
          <w:t>1324,36 м</w:t>
        </w:r>
      </w:smartTag>
      <w:r w:rsidRPr="00F11BDD">
        <w:rPr>
          <w:rFonts w:ascii="Times New Roman" w:hAnsi="Times New Roman" w:cs="Times New Roman"/>
          <w:sz w:val="28"/>
          <w:szCs w:val="28"/>
        </w:rPr>
        <w:t xml:space="preserve"> до точки 1455. Далее от реки Чулым граница идет по середине протоки реки Чулым </w:t>
      </w:r>
      <w:smartTag w:uri="urn:schemas-microsoft-com:office:smarttags" w:element="metricconverter">
        <w:smartTagPr>
          <w:attr w:name="ProductID" w:val="6499,03 м"/>
        </w:smartTagPr>
        <w:r w:rsidRPr="00F11BDD">
          <w:rPr>
            <w:rFonts w:ascii="Times New Roman" w:hAnsi="Times New Roman" w:cs="Times New Roman"/>
            <w:sz w:val="28"/>
            <w:szCs w:val="28"/>
          </w:rPr>
          <w:t>6499,03 м</w:t>
        </w:r>
      </w:smartTag>
      <w:r w:rsidRPr="00F11BDD">
        <w:rPr>
          <w:rFonts w:ascii="Times New Roman" w:hAnsi="Times New Roman" w:cs="Times New Roman"/>
          <w:sz w:val="28"/>
          <w:szCs w:val="28"/>
        </w:rPr>
        <w:t xml:space="preserve"> в северо-восточном направлении извилистой линией до точки 1533.</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1533 граница идет от середины протоки реки Чулым, далее по середине русла реки Чулым </w:t>
      </w:r>
      <w:smartTag w:uri="urn:schemas-microsoft-com:office:smarttags" w:element="metricconverter">
        <w:smartTagPr>
          <w:attr w:name="ProductID" w:val="11217,77 м"/>
        </w:smartTagPr>
        <w:r w:rsidRPr="00F11BDD">
          <w:rPr>
            <w:rFonts w:ascii="Times New Roman" w:hAnsi="Times New Roman" w:cs="Times New Roman"/>
            <w:sz w:val="28"/>
            <w:szCs w:val="28"/>
          </w:rPr>
          <w:t>11217,77 м</w:t>
        </w:r>
      </w:smartTag>
      <w:r w:rsidRPr="00F11BDD">
        <w:rPr>
          <w:rFonts w:ascii="Times New Roman" w:hAnsi="Times New Roman" w:cs="Times New Roman"/>
          <w:sz w:val="28"/>
          <w:szCs w:val="28"/>
        </w:rPr>
        <w:t xml:space="preserve"> по течению вниз на северо-восток до точки 1638.</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1638 граница идет на запад и северо-запад </w:t>
      </w:r>
      <w:smartTag w:uri="urn:schemas-microsoft-com:office:smarttags" w:element="metricconverter">
        <w:smartTagPr>
          <w:attr w:name="ProductID" w:val="183,60 м"/>
        </w:smartTagPr>
        <w:r w:rsidRPr="00F11BDD">
          <w:rPr>
            <w:rFonts w:ascii="Times New Roman" w:hAnsi="Times New Roman" w:cs="Times New Roman"/>
            <w:sz w:val="28"/>
            <w:szCs w:val="28"/>
          </w:rPr>
          <w:t>183,60 м</w:t>
        </w:r>
      </w:smartTag>
      <w:r w:rsidRPr="00F11BDD">
        <w:rPr>
          <w:rFonts w:ascii="Times New Roman" w:hAnsi="Times New Roman" w:cs="Times New Roman"/>
          <w:sz w:val="28"/>
          <w:szCs w:val="28"/>
        </w:rPr>
        <w:t xml:space="preserve">, пересекая реку Чулым в точке 1639. Далее от реки Чулым </w:t>
      </w:r>
      <w:smartTag w:uri="urn:schemas-microsoft-com:office:smarttags" w:element="metricconverter">
        <w:smartTagPr>
          <w:attr w:name="ProductID" w:val="316,33 м"/>
        </w:smartTagPr>
        <w:r w:rsidRPr="00F11BDD">
          <w:rPr>
            <w:rFonts w:ascii="Times New Roman" w:hAnsi="Times New Roman" w:cs="Times New Roman"/>
            <w:sz w:val="28"/>
            <w:szCs w:val="28"/>
          </w:rPr>
          <w:t>316,33 м</w:t>
        </w:r>
      </w:smartTag>
      <w:r w:rsidRPr="00F11BDD">
        <w:rPr>
          <w:rFonts w:ascii="Times New Roman" w:hAnsi="Times New Roman" w:cs="Times New Roman"/>
          <w:sz w:val="28"/>
          <w:szCs w:val="28"/>
        </w:rPr>
        <w:t xml:space="preserve"> граница идет по сенокосу в том же направлении до точки 1641, далее по пашне </w:t>
      </w:r>
      <w:smartTag w:uri="urn:schemas-microsoft-com:office:smarttags" w:element="metricconverter">
        <w:smartTagPr>
          <w:attr w:name="ProductID" w:val="3838,40 м"/>
        </w:smartTagPr>
        <w:r w:rsidRPr="00F11BDD">
          <w:rPr>
            <w:rFonts w:ascii="Times New Roman" w:hAnsi="Times New Roman" w:cs="Times New Roman"/>
            <w:sz w:val="28"/>
            <w:szCs w:val="28"/>
          </w:rPr>
          <w:t>3838,40 м</w:t>
        </w:r>
      </w:smartTag>
      <w:r w:rsidRPr="00F11BDD">
        <w:rPr>
          <w:rFonts w:ascii="Times New Roman" w:hAnsi="Times New Roman" w:cs="Times New Roman"/>
          <w:sz w:val="28"/>
          <w:szCs w:val="28"/>
        </w:rPr>
        <w:t>, поворачивая на север, до точки 1658.</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1658 граница проходит по сенокосу, поворачивая на юго-восток, </w:t>
      </w:r>
      <w:smartTag w:uri="urn:schemas-microsoft-com:office:smarttags" w:element="metricconverter">
        <w:smartTagPr>
          <w:attr w:name="ProductID" w:val="1492,57 м"/>
        </w:smartTagPr>
        <w:r w:rsidRPr="00F11BDD">
          <w:rPr>
            <w:rFonts w:ascii="Times New Roman" w:hAnsi="Times New Roman" w:cs="Times New Roman"/>
            <w:sz w:val="28"/>
            <w:szCs w:val="28"/>
          </w:rPr>
          <w:t>1492,57 м</w:t>
        </w:r>
      </w:smartTag>
      <w:r w:rsidRPr="00F11BDD">
        <w:rPr>
          <w:rFonts w:ascii="Times New Roman" w:hAnsi="Times New Roman" w:cs="Times New Roman"/>
          <w:sz w:val="28"/>
          <w:szCs w:val="28"/>
        </w:rPr>
        <w:t xml:space="preserve"> до точки 1673, на восток </w:t>
      </w:r>
      <w:smartTag w:uri="urn:schemas-microsoft-com:office:smarttags" w:element="metricconverter">
        <w:smartTagPr>
          <w:attr w:name="ProductID" w:val="2014,16 м"/>
        </w:smartTagPr>
        <w:r w:rsidRPr="00F11BDD">
          <w:rPr>
            <w:rFonts w:ascii="Times New Roman" w:hAnsi="Times New Roman" w:cs="Times New Roman"/>
            <w:sz w:val="28"/>
            <w:szCs w:val="28"/>
          </w:rPr>
          <w:t>2014,16 м</w:t>
        </w:r>
      </w:smartTag>
      <w:r w:rsidRPr="00F11BDD">
        <w:rPr>
          <w:rFonts w:ascii="Times New Roman" w:hAnsi="Times New Roman" w:cs="Times New Roman"/>
          <w:sz w:val="28"/>
          <w:szCs w:val="28"/>
        </w:rPr>
        <w:t xml:space="preserve"> до точки 1685, на юго-восток </w:t>
      </w:r>
      <w:smartTag w:uri="urn:schemas-microsoft-com:office:smarttags" w:element="metricconverter">
        <w:smartTagPr>
          <w:attr w:name="ProductID" w:val="2430,65 м"/>
        </w:smartTagPr>
        <w:r w:rsidRPr="00F11BDD">
          <w:rPr>
            <w:rFonts w:ascii="Times New Roman" w:hAnsi="Times New Roman" w:cs="Times New Roman"/>
            <w:sz w:val="28"/>
            <w:szCs w:val="28"/>
          </w:rPr>
          <w:t>2430,65 м</w:t>
        </w:r>
      </w:smartTag>
      <w:r w:rsidRPr="00F11BDD">
        <w:rPr>
          <w:rFonts w:ascii="Times New Roman" w:hAnsi="Times New Roman" w:cs="Times New Roman"/>
          <w:sz w:val="28"/>
          <w:szCs w:val="28"/>
        </w:rPr>
        <w:t xml:space="preserve"> до точки 1705, на юг </w:t>
      </w:r>
      <w:smartTag w:uri="urn:schemas-microsoft-com:office:smarttags" w:element="metricconverter">
        <w:smartTagPr>
          <w:attr w:name="ProductID" w:val="1000,63 м"/>
        </w:smartTagPr>
        <w:r w:rsidRPr="00F11BDD">
          <w:rPr>
            <w:rFonts w:ascii="Times New Roman" w:hAnsi="Times New Roman" w:cs="Times New Roman"/>
            <w:sz w:val="28"/>
            <w:szCs w:val="28"/>
          </w:rPr>
          <w:t>1000,63 м</w:t>
        </w:r>
      </w:smartTag>
      <w:r w:rsidRPr="00F11BDD">
        <w:rPr>
          <w:rFonts w:ascii="Times New Roman" w:hAnsi="Times New Roman" w:cs="Times New Roman"/>
          <w:sz w:val="28"/>
          <w:szCs w:val="28"/>
        </w:rPr>
        <w:t xml:space="preserve"> до пересечения с рекой Чулым в точке 1707, граница доходит до середины реки Чулым до точки 1708.</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1708 граница следует от середины реки Чулым </w:t>
      </w:r>
      <w:smartTag w:uri="urn:schemas-microsoft-com:office:smarttags" w:element="metricconverter">
        <w:smartTagPr>
          <w:attr w:name="ProductID" w:val="1482,27 м"/>
        </w:smartTagPr>
        <w:r w:rsidRPr="00F11BDD">
          <w:rPr>
            <w:rFonts w:ascii="Times New Roman" w:hAnsi="Times New Roman" w:cs="Times New Roman"/>
            <w:sz w:val="28"/>
            <w:szCs w:val="28"/>
          </w:rPr>
          <w:t>1482,27 м</w:t>
        </w:r>
      </w:smartTag>
      <w:r w:rsidRPr="00F11BDD">
        <w:rPr>
          <w:rFonts w:ascii="Times New Roman" w:hAnsi="Times New Roman" w:cs="Times New Roman"/>
          <w:sz w:val="28"/>
          <w:szCs w:val="28"/>
        </w:rPr>
        <w:t xml:space="preserve"> по кустарнику, лесу и пашне на юг до точки 1721. Затем по пашне </w:t>
      </w:r>
      <w:smartTag w:uri="urn:schemas-microsoft-com:office:smarttags" w:element="metricconverter">
        <w:smartTagPr>
          <w:attr w:name="ProductID" w:val="1885,69 м"/>
        </w:smartTagPr>
        <w:r w:rsidRPr="00F11BDD">
          <w:rPr>
            <w:rFonts w:ascii="Times New Roman" w:hAnsi="Times New Roman" w:cs="Times New Roman"/>
            <w:sz w:val="28"/>
            <w:szCs w:val="28"/>
          </w:rPr>
          <w:t>1885,69 м</w:t>
        </w:r>
      </w:smartTag>
      <w:r w:rsidRPr="00F11BDD">
        <w:rPr>
          <w:rFonts w:ascii="Times New Roman" w:hAnsi="Times New Roman" w:cs="Times New Roman"/>
          <w:sz w:val="28"/>
          <w:szCs w:val="28"/>
        </w:rPr>
        <w:t xml:space="preserve"> граница поворачивает на северо-восток до точки 1725.</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1725, пересекая контуры леса, по пашне граница идет ломаной линией в юго-восточном направлении </w:t>
      </w:r>
      <w:smartTag w:uri="urn:schemas-microsoft-com:office:smarttags" w:element="metricconverter">
        <w:smartTagPr>
          <w:attr w:name="ProductID" w:val="1969,36 м"/>
        </w:smartTagPr>
        <w:r w:rsidRPr="00F11BDD">
          <w:rPr>
            <w:rFonts w:ascii="Times New Roman" w:hAnsi="Times New Roman" w:cs="Times New Roman"/>
            <w:sz w:val="28"/>
            <w:szCs w:val="28"/>
          </w:rPr>
          <w:t>1969,36 м</w:t>
        </w:r>
      </w:smartTag>
      <w:r w:rsidRPr="00F11BDD">
        <w:rPr>
          <w:rFonts w:ascii="Times New Roman" w:hAnsi="Times New Roman" w:cs="Times New Roman"/>
          <w:sz w:val="28"/>
          <w:szCs w:val="28"/>
        </w:rPr>
        <w:t xml:space="preserve"> до точки 1740, далее по пашне </w:t>
      </w:r>
      <w:smartTag w:uri="urn:schemas-microsoft-com:office:smarttags" w:element="metricconverter">
        <w:smartTagPr>
          <w:attr w:name="ProductID" w:val="305,66 м"/>
        </w:smartTagPr>
        <w:r w:rsidRPr="00F11BDD">
          <w:rPr>
            <w:rFonts w:ascii="Times New Roman" w:hAnsi="Times New Roman" w:cs="Times New Roman"/>
            <w:sz w:val="28"/>
            <w:szCs w:val="28"/>
          </w:rPr>
          <w:t>305,66 м</w:t>
        </w:r>
      </w:smartTag>
      <w:r w:rsidRPr="00F11BDD">
        <w:rPr>
          <w:rFonts w:ascii="Times New Roman" w:hAnsi="Times New Roman" w:cs="Times New Roman"/>
          <w:sz w:val="28"/>
          <w:szCs w:val="28"/>
        </w:rPr>
        <w:t xml:space="preserve"> на юго-запад до точки 1741, затем по пашне и сенокосу </w:t>
      </w:r>
      <w:smartTag w:uri="urn:schemas-microsoft-com:office:smarttags" w:element="metricconverter">
        <w:smartTagPr>
          <w:attr w:name="ProductID" w:val="1115,97 м"/>
        </w:smartTagPr>
        <w:r w:rsidRPr="00F11BDD">
          <w:rPr>
            <w:rFonts w:ascii="Times New Roman" w:hAnsi="Times New Roman" w:cs="Times New Roman"/>
            <w:sz w:val="28"/>
            <w:szCs w:val="28"/>
          </w:rPr>
          <w:t>1115,97 м</w:t>
        </w:r>
      </w:smartTag>
      <w:r w:rsidRPr="00F11BDD">
        <w:rPr>
          <w:rFonts w:ascii="Times New Roman" w:hAnsi="Times New Roman" w:cs="Times New Roman"/>
          <w:sz w:val="28"/>
          <w:szCs w:val="28"/>
        </w:rPr>
        <w:t xml:space="preserve"> граница идет на юго-восток до точки 1748.</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1748 граница проходит по пашне </w:t>
      </w:r>
      <w:smartTag w:uri="urn:schemas-microsoft-com:office:smarttags" w:element="metricconverter">
        <w:smartTagPr>
          <w:attr w:name="ProductID" w:val="218,74 м"/>
        </w:smartTagPr>
        <w:r w:rsidRPr="00F11BDD">
          <w:rPr>
            <w:rFonts w:ascii="Times New Roman" w:hAnsi="Times New Roman" w:cs="Times New Roman"/>
            <w:sz w:val="28"/>
            <w:szCs w:val="28"/>
          </w:rPr>
          <w:t>218,74 м</w:t>
        </w:r>
      </w:smartTag>
      <w:r w:rsidRPr="00F11BDD">
        <w:rPr>
          <w:rFonts w:ascii="Times New Roman" w:hAnsi="Times New Roman" w:cs="Times New Roman"/>
          <w:sz w:val="28"/>
          <w:szCs w:val="28"/>
        </w:rPr>
        <w:t xml:space="preserve"> на юго-запад до точки 1749, по пашне и сенокосу </w:t>
      </w:r>
      <w:smartTag w:uri="urn:schemas-microsoft-com:office:smarttags" w:element="metricconverter">
        <w:smartTagPr>
          <w:attr w:name="ProductID" w:val="131,20 м"/>
        </w:smartTagPr>
        <w:r w:rsidRPr="00F11BDD">
          <w:rPr>
            <w:rFonts w:ascii="Times New Roman" w:hAnsi="Times New Roman" w:cs="Times New Roman"/>
            <w:sz w:val="28"/>
            <w:szCs w:val="28"/>
          </w:rPr>
          <w:t>131,20 м</w:t>
        </w:r>
      </w:smartTag>
      <w:r w:rsidRPr="00F11BDD">
        <w:rPr>
          <w:rFonts w:ascii="Times New Roman" w:hAnsi="Times New Roman" w:cs="Times New Roman"/>
          <w:sz w:val="28"/>
          <w:szCs w:val="28"/>
        </w:rPr>
        <w:t>, поворачивая на юг, до точки 1751.</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1751 граница проходит по сенокосу </w:t>
      </w:r>
      <w:smartTag w:uri="urn:schemas-microsoft-com:office:smarttags" w:element="metricconverter">
        <w:smartTagPr>
          <w:attr w:name="ProductID" w:val="889,61 м"/>
        </w:smartTagPr>
        <w:r w:rsidRPr="00F11BDD">
          <w:rPr>
            <w:rFonts w:ascii="Times New Roman" w:hAnsi="Times New Roman" w:cs="Times New Roman"/>
            <w:sz w:val="28"/>
            <w:szCs w:val="28"/>
          </w:rPr>
          <w:t>889,61 м</w:t>
        </w:r>
      </w:smartTag>
      <w:r w:rsidRPr="00F11BDD">
        <w:rPr>
          <w:rFonts w:ascii="Times New Roman" w:hAnsi="Times New Roman" w:cs="Times New Roman"/>
          <w:sz w:val="28"/>
          <w:szCs w:val="28"/>
        </w:rPr>
        <w:t xml:space="preserve"> на восток до точки 1753, по сенокосу </w:t>
      </w:r>
      <w:smartTag w:uri="urn:schemas-microsoft-com:office:smarttags" w:element="metricconverter">
        <w:smartTagPr>
          <w:attr w:name="ProductID" w:val="1876,15 м"/>
        </w:smartTagPr>
        <w:r w:rsidRPr="00F11BDD">
          <w:rPr>
            <w:rFonts w:ascii="Times New Roman" w:hAnsi="Times New Roman" w:cs="Times New Roman"/>
            <w:sz w:val="28"/>
            <w:szCs w:val="28"/>
          </w:rPr>
          <w:t>1876,15 м</w:t>
        </w:r>
      </w:smartTag>
      <w:r w:rsidRPr="00F11BDD">
        <w:rPr>
          <w:rFonts w:ascii="Times New Roman" w:hAnsi="Times New Roman" w:cs="Times New Roman"/>
          <w:sz w:val="28"/>
          <w:szCs w:val="28"/>
        </w:rPr>
        <w:t xml:space="preserve"> на северо-восток до точки 1763, по сенокосу и пашне </w:t>
      </w:r>
      <w:smartTag w:uri="urn:schemas-microsoft-com:office:smarttags" w:element="metricconverter">
        <w:smartTagPr>
          <w:attr w:name="ProductID" w:val="1663,79 м"/>
        </w:smartTagPr>
        <w:r w:rsidRPr="00F11BDD">
          <w:rPr>
            <w:rFonts w:ascii="Times New Roman" w:hAnsi="Times New Roman" w:cs="Times New Roman"/>
            <w:sz w:val="28"/>
            <w:szCs w:val="28"/>
          </w:rPr>
          <w:t>1663,79 м</w:t>
        </w:r>
      </w:smartTag>
      <w:r w:rsidRPr="00F11BDD">
        <w:rPr>
          <w:rFonts w:ascii="Times New Roman" w:hAnsi="Times New Roman" w:cs="Times New Roman"/>
          <w:sz w:val="28"/>
          <w:szCs w:val="28"/>
        </w:rPr>
        <w:t xml:space="preserve"> на юго-восток до точки 1775, по пашне </w:t>
      </w:r>
      <w:smartTag w:uri="urn:schemas-microsoft-com:office:smarttags" w:element="metricconverter">
        <w:smartTagPr>
          <w:attr w:name="ProductID" w:val="970,01 м"/>
        </w:smartTagPr>
        <w:r w:rsidRPr="00F11BDD">
          <w:rPr>
            <w:rFonts w:ascii="Times New Roman" w:hAnsi="Times New Roman" w:cs="Times New Roman"/>
            <w:sz w:val="28"/>
            <w:szCs w:val="28"/>
          </w:rPr>
          <w:t>970,01 м</w:t>
        </w:r>
      </w:smartTag>
      <w:r w:rsidRPr="00F11BDD">
        <w:rPr>
          <w:rFonts w:ascii="Times New Roman" w:hAnsi="Times New Roman" w:cs="Times New Roman"/>
          <w:sz w:val="28"/>
          <w:szCs w:val="28"/>
        </w:rPr>
        <w:t xml:space="preserve"> на северо-восток до точки 1776. Затем в точке 1783 граница, пересекая автодорогу М-54 "Енисей", проходит по пастбищу, лесу и пашне </w:t>
      </w:r>
      <w:smartTag w:uri="urn:schemas-microsoft-com:office:smarttags" w:element="metricconverter">
        <w:smartTagPr>
          <w:attr w:name="ProductID" w:val="4606,70 м"/>
        </w:smartTagPr>
        <w:r w:rsidRPr="00F11BDD">
          <w:rPr>
            <w:rFonts w:ascii="Times New Roman" w:hAnsi="Times New Roman" w:cs="Times New Roman"/>
            <w:sz w:val="28"/>
            <w:szCs w:val="28"/>
          </w:rPr>
          <w:t>4606,70 м</w:t>
        </w:r>
      </w:smartTag>
      <w:r w:rsidRPr="00F11BDD">
        <w:rPr>
          <w:rFonts w:ascii="Times New Roman" w:hAnsi="Times New Roman" w:cs="Times New Roman"/>
          <w:sz w:val="28"/>
          <w:szCs w:val="28"/>
        </w:rPr>
        <w:t xml:space="preserve"> на юго-восток до точки 1811.</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1811 граница следует по сенокосу и пастбищу </w:t>
      </w:r>
      <w:smartTag w:uri="urn:schemas-microsoft-com:office:smarttags" w:element="metricconverter">
        <w:smartTagPr>
          <w:attr w:name="ProductID" w:val="1766,05 м"/>
        </w:smartTagPr>
        <w:r w:rsidRPr="00F11BDD">
          <w:rPr>
            <w:rFonts w:ascii="Times New Roman" w:hAnsi="Times New Roman" w:cs="Times New Roman"/>
            <w:sz w:val="28"/>
            <w:szCs w:val="28"/>
          </w:rPr>
          <w:t>1766,05 м</w:t>
        </w:r>
      </w:smartTag>
      <w:r w:rsidRPr="00F11BDD">
        <w:rPr>
          <w:rFonts w:ascii="Times New Roman" w:hAnsi="Times New Roman" w:cs="Times New Roman"/>
          <w:sz w:val="28"/>
          <w:szCs w:val="28"/>
        </w:rPr>
        <w:t xml:space="preserve"> на юг до точки 1824, по пастбищу и пашне </w:t>
      </w:r>
      <w:smartTag w:uri="urn:schemas-microsoft-com:office:smarttags" w:element="metricconverter">
        <w:smartTagPr>
          <w:attr w:name="ProductID" w:val="163,55 м"/>
        </w:smartTagPr>
        <w:r w:rsidRPr="00F11BDD">
          <w:rPr>
            <w:rFonts w:ascii="Times New Roman" w:hAnsi="Times New Roman" w:cs="Times New Roman"/>
            <w:sz w:val="28"/>
            <w:szCs w:val="28"/>
          </w:rPr>
          <w:t>163,55 м</w:t>
        </w:r>
      </w:smartTag>
      <w:r w:rsidRPr="00F11BDD">
        <w:rPr>
          <w:rFonts w:ascii="Times New Roman" w:hAnsi="Times New Roman" w:cs="Times New Roman"/>
          <w:sz w:val="28"/>
          <w:szCs w:val="28"/>
        </w:rPr>
        <w:t xml:space="preserve"> на юго-восток до точки 1826, затем по пашне </w:t>
      </w:r>
      <w:smartTag w:uri="urn:schemas-microsoft-com:office:smarttags" w:element="metricconverter">
        <w:smartTagPr>
          <w:attr w:name="ProductID" w:val="553,05 м"/>
        </w:smartTagPr>
        <w:r w:rsidRPr="00F11BDD">
          <w:rPr>
            <w:rFonts w:ascii="Times New Roman" w:hAnsi="Times New Roman" w:cs="Times New Roman"/>
            <w:sz w:val="28"/>
            <w:szCs w:val="28"/>
          </w:rPr>
          <w:t>553,05 м</w:t>
        </w:r>
      </w:smartTag>
      <w:r w:rsidRPr="00F11BDD">
        <w:rPr>
          <w:rFonts w:ascii="Times New Roman" w:hAnsi="Times New Roman" w:cs="Times New Roman"/>
          <w:sz w:val="28"/>
          <w:szCs w:val="28"/>
        </w:rPr>
        <w:t xml:space="preserve"> на восток до точки 1828, далее по пашне и пастбищу </w:t>
      </w:r>
      <w:smartTag w:uri="urn:schemas-microsoft-com:office:smarttags" w:element="metricconverter">
        <w:smartTagPr>
          <w:attr w:name="ProductID" w:val="3878,65 м"/>
        </w:smartTagPr>
        <w:r w:rsidRPr="00F11BDD">
          <w:rPr>
            <w:rFonts w:ascii="Times New Roman" w:hAnsi="Times New Roman" w:cs="Times New Roman"/>
            <w:sz w:val="28"/>
            <w:szCs w:val="28"/>
          </w:rPr>
          <w:t>3878,65 м</w:t>
        </w:r>
      </w:smartTag>
      <w:r w:rsidRPr="00F11BDD">
        <w:rPr>
          <w:rFonts w:ascii="Times New Roman" w:hAnsi="Times New Roman" w:cs="Times New Roman"/>
          <w:sz w:val="28"/>
          <w:szCs w:val="28"/>
        </w:rPr>
        <w:t xml:space="preserve"> на юг до точки 1843, затем граница следует по середине Красноярского водохранилища </w:t>
      </w:r>
      <w:smartTag w:uri="urn:schemas-microsoft-com:office:smarttags" w:element="metricconverter">
        <w:smartTagPr>
          <w:attr w:name="ProductID" w:val="10100,72 м"/>
        </w:smartTagPr>
        <w:r w:rsidRPr="00F11BDD">
          <w:rPr>
            <w:rFonts w:ascii="Times New Roman" w:hAnsi="Times New Roman" w:cs="Times New Roman"/>
            <w:sz w:val="28"/>
            <w:szCs w:val="28"/>
          </w:rPr>
          <w:t>10100,72 м</w:t>
        </w:r>
      </w:smartTag>
      <w:r w:rsidRPr="00F11BDD">
        <w:rPr>
          <w:rFonts w:ascii="Times New Roman" w:hAnsi="Times New Roman" w:cs="Times New Roman"/>
          <w:sz w:val="28"/>
          <w:szCs w:val="28"/>
        </w:rPr>
        <w:t xml:space="preserve"> на юг с поворотом на юго-восток до точки 1853.</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1853 от середины Красноярского водохранилища граница идет по середине залива Сисим </w:t>
      </w:r>
      <w:smartTag w:uri="urn:schemas-microsoft-com:office:smarttags" w:element="metricconverter">
        <w:smartTagPr>
          <w:attr w:name="ProductID" w:val="7343,50 м"/>
        </w:smartTagPr>
        <w:r w:rsidRPr="00F11BDD">
          <w:rPr>
            <w:rFonts w:ascii="Times New Roman" w:hAnsi="Times New Roman" w:cs="Times New Roman"/>
            <w:sz w:val="28"/>
            <w:szCs w:val="28"/>
          </w:rPr>
          <w:t>7343,50 м</w:t>
        </w:r>
      </w:smartTag>
      <w:r w:rsidRPr="00F11BDD">
        <w:rPr>
          <w:rFonts w:ascii="Times New Roman" w:hAnsi="Times New Roman" w:cs="Times New Roman"/>
          <w:sz w:val="28"/>
          <w:szCs w:val="28"/>
        </w:rPr>
        <w:t xml:space="preserve"> до точки 1856, далее по середине залива Сисим </w:t>
      </w:r>
      <w:smartTag w:uri="urn:schemas-microsoft-com:office:smarttags" w:element="metricconverter">
        <w:smartTagPr>
          <w:attr w:name="ProductID" w:val="8273,92 м"/>
        </w:smartTagPr>
        <w:r w:rsidRPr="00F11BDD">
          <w:rPr>
            <w:rFonts w:ascii="Times New Roman" w:hAnsi="Times New Roman" w:cs="Times New Roman"/>
            <w:sz w:val="28"/>
            <w:szCs w:val="28"/>
          </w:rPr>
          <w:t>8273,92 м</w:t>
        </w:r>
      </w:smartTag>
      <w:r w:rsidRPr="00F11BDD">
        <w:rPr>
          <w:rFonts w:ascii="Times New Roman" w:hAnsi="Times New Roman" w:cs="Times New Roman"/>
          <w:sz w:val="28"/>
          <w:szCs w:val="28"/>
        </w:rPr>
        <w:t xml:space="preserve"> граница следует на юго-восток с поворотом на юго-запад до точки 1883, затем от залива Сисим по лесу </w:t>
      </w:r>
      <w:smartTag w:uri="urn:schemas-microsoft-com:office:smarttags" w:element="metricconverter">
        <w:smartTagPr>
          <w:attr w:name="ProductID" w:val="6207,39 м"/>
        </w:smartTagPr>
        <w:r w:rsidRPr="00F11BDD">
          <w:rPr>
            <w:rFonts w:ascii="Times New Roman" w:hAnsi="Times New Roman" w:cs="Times New Roman"/>
            <w:sz w:val="28"/>
            <w:szCs w:val="28"/>
          </w:rPr>
          <w:t>6207,39 м</w:t>
        </w:r>
      </w:smartTag>
      <w:r w:rsidRPr="00F11BDD">
        <w:rPr>
          <w:rFonts w:ascii="Times New Roman" w:hAnsi="Times New Roman" w:cs="Times New Roman"/>
          <w:sz w:val="28"/>
          <w:szCs w:val="28"/>
        </w:rPr>
        <w:t xml:space="preserve"> граница уходит на юго-запад до точки 1891. Далее по лесу </w:t>
      </w:r>
      <w:smartTag w:uri="urn:schemas-microsoft-com:office:smarttags" w:element="metricconverter">
        <w:smartTagPr>
          <w:attr w:name="ProductID" w:val="400,47 м"/>
        </w:smartTagPr>
        <w:r w:rsidRPr="00F11BDD">
          <w:rPr>
            <w:rFonts w:ascii="Times New Roman" w:hAnsi="Times New Roman" w:cs="Times New Roman"/>
            <w:sz w:val="28"/>
            <w:szCs w:val="28"/>
          </w:rPr>
          <w:t>400,47 м</w:t>
        </w:r>
      </w:smartTag>
      <w:r w:rsidRPr="00F11BDD">
        <w:rPr>
          <w:rFonts w:ascii="Times New Roman" w:hAnsi="Times New Roman" w:cs="Times New Roman"/>
          <w:sz w:val="28"/>
          <w:szCs w:val="28"/>
        </w:rPr>
        <w:t xml:space="preserve"> на восток до точки 1892, затем граница проходит по лесу </w:t>
      </w:r>
      <w:smartTag w:uri="urn:schemas-microsoft-com:office:smarttags" w:element="metricconverter">
        <w:smartTagPr>
          <w:attr w:name="ProductID" w:val="5519,90 м"/>
        </w:smartTagPr>
        <w:r w:rsidRPr="00F11BDD">
          <w:rPr>
            <w:rFonts w:ascii="Times New Roman" w:hAnsi="Times New Roman" w:cs="Times New Roman"/>
            <w:sz w:val="28"/>
            <w:szCs w:val="28"/>
          </w:rPr>
          <w:t>5519,90 м</w:t>
        </w:r>
      </w:smartTag>
      <w:r w:rsidRPr="00F11BDD">
        <w:rPr>
          <w:rFonts w:ascii="Times New Roman" w:hAnsi="Times New Roman" w:cs="Times New Roman"/>
          <w:sz w:val="28"/>
          <w:szCs w:val="28"/>
        </w:rPr>
        <w:t>, поворачивая на юг, до точки 1935.</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1935 граница уходит ломаной линией по лесу </w:t>
      </w:r>
      <w:smartTag w:uri="urn:schemas-microsoft-com:office:smarttags" w:element="metricconverter">
        <w:smartTagPr>
          <w:attr w:name="ProductID" w:val="5607,81 м"/>
        </w:smartTagPr>
        <w:r w:rsidRPr="00F11BDD">
          <w:rPr>
            <w:rFonts w:ascii="Times New Roman" w:hAnsi="Times New Roman" w:cs="Times New Roman"/>
            <w:sz w:val="28"/>
            <w:szCs w:val="28"/>
          </w:rPr>
          <w:t>5607,81 м</w:t>
        </w:r>
      </w:smartTag>
      <w:r w:rsidRPr="00F11BDD">
        <w:rPr>
          <w:rFonts w:ascii="Times New Roman" w:hAnsi="Times New Roman" w:cs="Times New Roman"/>
          <w:sz w:val="28"/>
          <w:szCs w:val="28"/>
        </w:rPr>
        <w:t xml:space="preserve"> на юго-восток до точки 1988, далее идет по лесу </w:t>
      </w:r>
      <w:smartTag w:uri="urn:schemas-microsoft-com:office:smarttags" w:element="metricconverter">
        <w:smartTagPr>
          <w:attr w:name="ProductID" w:val="5273,47 м"/>
        </w:smartTagPr>
        <w:r w:rsidRPr="00F11BDD">
          <w:rPr>
            <w:rFonts w:ascii="Times New Roman" w:hAnsi="Times New Roman" w:cs="Times New Roman"/>
            <w:sz w:val="28"/>
            <w:szCs w:val="28"/>
          </w:rPr>
          <w:t>5273,47 м</w:t>
        </w:r>
      </w:smartTag>
      <w:r w:rsidRPr="00F11BDD">
        <w:rPr>
          <w:rFonts w:ascii="Times New Roman" w:hAnsi="Times New Roman" w:cs="Times New Roman"/>
          <w:sz w:val="28"/>
          <w:szCs w:val="28"/>
        </w:rPr>
        <w:t xml:space="preserve"> на юго-запад до точки 2011, затем по лесу </w:t>
      </w:r>
      <w:smartTag w:uri="urn:schemas-microsoft-com:office:smarttags" w:element="metricconverter">
        <w:smartTagPr>
          <w:attr w:name="ProductID" w:val="8833,62 м"/>
        </w:smartTagPr>
        <w:r w:rsidRPr="00F11BDD">
          <w:rPr>
            <w:rFonts w:ascii="Times New Roman" w:hAnsi="Times New Roman" w:cs="Times New Roman"/>
            <w:sz w:val="28"/>
            <w:szCs w:val="28"/>
          </w:rPr>
          <w:t>8833,62 м</w:t>
        </w:r>
      </w:smartTag>
      <w:r w:rsidRPr="00F11BDD">
        <w:rPr>
          <w:rFonts w:ascii="Times New Roman" w:hAnsi="Times New Roman" w:cs="Times New Roman"/>
          <w:sz w:val="28"/>
          <w:szCs w:val="28"/>
        </w:rPr>
        <w:t>, поворачивая на восток, до точки 2063.</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2063 граница идет по лесу </w:t>
      </w:r>
      <w:smartTag w:uri="urn:schemas-microsoft-com:office:smarttags" w:element="metricconverter">
        <w:smartTagPr>
          <w:attr w:name="ProductID" w:val="16265,07 м"/>
        </w:smartTagPr>
        <w:r w:rsidRPr="00F11BDD">
          <w:rPr>
            <w:rFonts w:ascii="Times New Roman" w:hAnsi="Times New Roman" w:cs="Times New Roman"/>
            <w:sz w:val="28"/>
            <w:szCs w:val="28"/>
          </w:rPr>
          <w:t>16265,07 м</w:t>
        </w:r>
      </w:smartTag>
      <w:r w:rsidRPr="00F11BDD">
        <w:rPr>
          <w:rFonts w:ascii="Times New Roman" w:hAnsi="Times New Roman" w:cs="Times New Roman"/>
          <w:sz w:val="28"/>
          <w:szCs w:val="28"/>
        </w:rPr>
        <w:t xml:space="preserve"> на юго-восток ломаной линией до точки 2139 - узловой точки пересечения границ муниципального образования Балахтинский район, муниципального образования Идринский район и муниципального образования Новоселовский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jc w:val="center"/>
        <w:outlineLvl w:val="1"/>
        <w:rPr>
          <w:rFonts w:ascii="Times New Roman" w:hAnsi="Times New Roman" w:cs="Times New Roman"/>
          <w:sz w:val="28"/>
          <w:szCs w:val="28"/>
        </w:rPr>
      </w:pPr>
      <w:r w:rsidRPr="00F11BDD">
        <w:rPr>
          <w:rFonts w:ascii="Times New Roman" w:hAnsi="Times New Roman" w:cs="Times New Roman"/>
          <w:sz w:val="28"/>
          <w:szCs w:val="28"/>
        </w:rPr>
        <w:t>По смежеству с землями муниципального образования</w:t>
      </w:r>
    </w:p>
    <w:p w:rsidR="008463CA" w:rsidRPr="00F11BDD" w:rsidRDefault="008463CA" w:rsidP="00404B16">
      <w:pPr>
        <w:pStyle w:val="ConsPlusNormal"/>
        <w:jc w:val="center"/>
        <w:rPr>
          <w:rFonts w:ascii="Times New Roman" w:hAnsi="Times New Roman" w:cs="Times New Roman"/>
          <w:sz w:val="28"/>
          <w:szCs w:val="28"/>
        </w:rPr>
      </w:pPr>
      <w:r w:rsidRPr="00F11BDD">
        <w:rPr>
          <w:rFonts w:ascii="Times New Roman" w:hAnsi="Times New Roman" w:cs="Times New Roman"/>
          <w:sz w:val="28"/>
          <w:szCs w:val="28"/>
        </w:rPr>
        <w:t>Идринский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Граница муниципального образования Новоселовский район по смежеству с землями муниципального образования Идринский район проходит от точки 2139 (узловая точка) до точки 2181 (узловая точка) протяженностью </w:t>
      </w:r>
      <w:smartTag w:uri="urn:schemas-microsoft-com:office:smarttags" w:element="metricconverter">
        <w:smartTagPr>
          <w:attr w:name="ProductID" w:val="17236,09 м"/>
        </w:smartTagPr>
        <w:r w:rsidRPr="00F11BDD">
          <w:rPr>
            <w:rFonts w:ascii="Times New Roman" w:hAnsi="Times New Roman" w:cs="Times New Roman"/>
            <w:sz w:val="28"/>
            <w:szCs w:val="28"/>
          </w:rPr>
          <w:t>17236,09 м</w:t>
        </w:r>
      </w:smartTag>
      <w:r w:rsidRPr="00F11BDD">
        <w:rPr>
          <w:rFonts w:ascii="Times New Roman" w:hAnsi="Times New Roman" w:cs="Times New Roman"/>
          <w:sz w:val="28"/>
          <w:szCs w:val="28"/>
        </w:rPr>
        <w:t>.</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 xml:space="preserve">От точки 2139 - узловой точки пересечения границ муниципального образования Балахтинский район, муниципального образования Идринский район и муниципального образования Новоселовский район, пересекая ручей Большой Коржель, </w:t>
      </w:r>
      <w:smartTag w:uri="urn:schemas-microsoft-com:office:smarttags" w:element="metricconverter">
        <w:smartTagPr>
          <w:attr w:name="ProductID" w:val="8648,92 м"/>
        </w:smartTagPr>
        <w:r w:rsidRPr="00F11BDD">
          <w:rPr>
            <w:rFonts w:ascii="Times New Roman" w:hAnsi="Times New Roman" w:cs="Times New Roman"/>
            <w:sz w:val="28"/>
            <w:szCs w:val="28"/>
          </w:rPr>
          <w:t>8648,92 м</w:t>
        </w:r>
      </w:smartTag>
      <w:r w:rsidRPr="00F11BDD">
        <w:rPr>
          <w:rFonts w:ascii="Times New Roman" w:hAnsi="Times New Roman" w:cs="Times New Roman"/>
          <w:sz w:val="28"/>
          <w:szCs w:val="28"/>
        </w:rPr>
        <w:t xml:space="preserve"> по лесу граница уходит на запад с поворотом на юго-запад до точки 2152, затем, пересекая ручей Чалпанный, по границе контура кустарника </w:t>
      </w:r>
      <w:smartTag w:uri="urn:schemas-microsoft-com:office:smarttags" w:element="metricconverter">
        <w:smartTagPr>
          <w:attr w:name="ProductID" w:val="5391,33 м"/>
        </w:smartTagPr>
        <w:r w:rsidRPr="00F11BDD">
          <w:rPr>
            <w:rFonts w:ascii="Times New Roman" w:hAnsi="Times New Roman" w:cs="Times New Roman"/>
            <w:sz w:val="28"/>
            <w:szCs w:val="28"/>
          </w:rPr>
          <w:t>5391,33 м</w:t>
        </w:r>
      </w:smartTag>
      <w:r w:rsidRPr="00F11BDD">
        <w:rPr>
          <w:rFonts w:ascii="Times New Roman" w:hAnsi="Times New Roman" w:cs="Times New Roman"/>
          <w:sz w:val="28"/>
          <w:szCs w:val="28"/>
        </w:rPr>
        <w:t xml:space="preserve"> граница следует по лесу на запад с поворотом на северо-запад до точки 2173, далее по лесу </w:t>
      </w:r>
      <w:smartTag w:uri="urn:schemas-microsoft-com:office:smarttags" w:element="metricconverter">
        <w:smartTagPr>
          <w:attr w:name="ProductID" w:val="1515,45 м"/>
        </w:smartTagPr>
        <w:r w:rsidRPr="00F11BDD">
          <w:rPr>
            <w:rFonts w:ascii="Times New Roman" w:hAnsi="Times New Roman" w:cs="Times New Roman"/>
            <w:sz w:val="28"/>
            <w:szCs w:val="28"/>
          </w:rPr>
          <w:t>1515,45 м</w:t>
        </w:r>
      </w:smartTag>
      <w:r w:rsidRPr="00F11BDD">
        <w:rPr>
          <w:rFonts w:ascii="Times New Roman" w:hAnsi="Times New Roman" w:cs="Times New Roman"/>
          <w:sz w:val="28"/>
          <w:szCs w:val="28"/>
        </w:rPr>
        <w:t xml:space="preserve"> на северо-запад до точки 2178, затем по лесу 1682,64  м граница уходит на юго-запад до точки 2181 - узловой точки пересечения границ муниципального образования Идринский район, муниципального образования Краснотуранский район и муниципального образования Новоселовский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jc w:val="center"/>
        <w:outlineLvl w:val="1"/>
        <w:rPr>
          <w:rFonts w:ascii="Times New Roman" w:hAnsi="Times New Roman" w:cs="Times New Roman"/>
          <w:sz w:val="28"/>
          <w:szCs w:val="28"/>
        </w:rPr>
      </w:pPr>
      <w:r w:rsidRPr="00F11BDD">
        <w:rPr>
          <w:rFonts w:ascii="Times New Roman" w:hAnsi="Times New Roman" w:cs="Times New Roman"/>
          <w:sz w:val="28"/>
          <w:szCs w:val="28"/>
        </w:rPr>
        <w:t>По смежеству с землями муниципального образования</w:t>
      </w:r>
    </w:p>
    <w:p w:rsidR="008463CA" w:rsidRPr="00F11BDD" w:rsidRDefault="008463CA" w:rsidP="00404B16">
      <w:pPr>
        <w:pStyle w:val="ConsPlusNormal"/>
        <w:jc w:val="center"/>
        <w:rPr>
          <w:rFonts w:ascii="Times New Roman" w:hAnsi="Times New Roman" w:cs="Times New Roman"/>
          <w:sz w:val="28"/>
          <w:szCs w:val="28"/>
        </w:rPr>
      </w:pPr>
      <w:r w:rsidRPr="00F11BDD">
        <w:rPr>
          <w:rFonts w:ascii="Times New Roman" w:hAnsi="Times New Roman" w:cs="Times New Roman"/>
          <w:sz w:val="28"/>
          <w:szCs w:val="28"/>
        </w:rPr>
        <w:t>Краснотуранский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ind w:firstLine="540"/>
        <w:jc w:val="both"/>
        <w:rPr>
          <w:rFonts w:ascii="Times New Roman" w:hAnsi="Times New Roman" w:cs="Times New Roman"/>
          <w:sz w:val="28"/>
          <w:szCs w:val="28"/>
        </w:rPr>
      </w:pPr>
      <w:r w:rsidRPr="00F11BDD">
        <w:rPr>
          <w:rFonts w:ascii="Times New Roman" w:hAnsi="Times New Roman" w:cs="Times New Roman"/>
          <w:sz w:val="28"/>
          <w:szCs w:val="28"/>
        </w:rPr>
        <w:t>Граница муниципального образования Новоселовский район по смежеству с землями муниципального образования Краснотуранский район проходит от точки 2181 (узловая точка) до точки 2712 (узловая точка) протяженностью 101080,93 м.</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2181 - узловой точки пересечения границ муниципального образования Идринский район, муниципального образования Краснотуранский район, муниципального образования Новоселовский район граница проходит вдоль урочища Михайловское 8648,06 м, далее через реку Устуг, через ручей Ремнев преимущественно по лесу ломаной линией до точки 2188.</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2188 далее на северо-запад через реку Лиственка 6365,67 м до точки 2206. Затем через реку Убей-Татарка 2034,74 м на юго-запад до точки 2207. Далее вновь по лесу на северо-запад 2455,31 м до точки 2209.</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2209 граница проходит на юго-запад 1382,52 м, пересекает безымянный ручей, по массивам лесных земель до точки 2210.</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2210 граница через ручей Хломенкин и реку Блеча по лесу прямой линией следует на юго-запад 3998,35 м до точки 2216.</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2216 граница проходит на юго-восток ломаной линией 3261,80 м, пересекая безымянный ручей, по лесу до точки 2224.</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2224 граница проходит в восточном направлении по кормовым угодьям 1695,10 м, пересекая ручей без названия, далее через участок леса, вновь по кормовым угодьям до точки 2230. Далее, пересекая безымянный ручей, граница идет по лесу 583,22 м на юго-восток до точки 2232, затем по руслу реки Салба 2689,05 м вверх в южном направлении граница следует извилистой линией до точки 2477. Далее граница следует ломаной линией 2779,03 м до точки 2485 и 1394,15 м на юго-восток по массиву леса ломаной линией до точки 2490.</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2490 граница следует на юго-запад по пастбищу, лесу 2329,81 м, пересекая реку Салба, до точки 2493, далее 1888,01 м, пересекая мелкие контуры пастбища, на северо-запад до точки 2495, затем, поворачивая на юго-запад, 1828,32 м прямой линией по лесу до точки 2497.</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2497 граница идет через урочище Бороков Лог и урочище Куяново 2279,03 м на северо-запад до точки 2501. Далее по лесу 983,55 м в юго-западном направлении до точки 2503, после граница прямой линией 1404,24 м идет через проселочную дорогу по лесу до точки 2504, затем, пересекая ручей Абодюль, на юго-восток 2401,22 м по массиву лесных земель до точки 2507.</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2507, пересекая ручей Правый Абодюль и реку Тюльга, затем через реку Кара-Беллык, далее через ручей Карамыслов на юго-запад 13102,75 м по массиву лесных земель граница идет ломаной линией по лесу до точки 2524.</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2524 граница пересекает безымянный ручей, идет через лог Черемуховый с переходами на участки кормовых угодий, по контурам леса в северо-западном направлении 4467,33 м до точки 2533.</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2533 на север 579,83 м до точки 2543, далее на запад 178,36 м до точки 2544, после граница изменяет направление на северное 277,02 м до точки 2545, затем на юго-запад 577,54 м до точки 2547, далее на северо-запад 111,14 м граница следует ломаной линией до точки 2549.</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2549 преимущественно на запад граница проходит извилистой линией вниз по руслу ручья Михайлов 3480,24 м до точки 2646. Далее, пересекая автомобильную дорогу с улучшенным покрытием, по границе контура леса на запад, затем по границе контура пастбища на север ломаной линией 969,44 м до пересечения с рекой Быскар в точке 2674.</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2674 по кормовым угодьям на запад 2414,97 м до точки 2678. Далее, пересекая реку Белая, по лесу, через урочище Мычега на юго-запад прямой линией 6194,08 м до точки 2687.</w:t>
      </w:r>
    </w:p>
    <w:p w:rsidR="008463CA" w:rsidRPr="00F11BDD" w:rsidRDefault="008463CA" w:rsidP="006B0B99">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2687 на запад 1730,42 м по лесу до точки 2692, далее граница идет в северном направлении по лесу 725,44 м до точки 2694. Затем граница следует вновь по лесу, далее по кормовым угодьям, снова по лесу 1738,84 м в том же направлении до точки 2698.</w:t>
      </w:r>
    </w:p>
    <w:p w:rsidR="008463CA" w:rsidRPr="00F11BDD" w:rsidRDefault="008463CA" w:rsidP="005A2BA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2698, пересекая реку Левая Тесь, 3956,17 м граница проходит по массиву леса, пересекая ручей Сухой, безымянный ручей, прямой линией по контурам пастбищ до точки 2701. Далее по кормовым угодьям на юго-восток 1087,89 м до точки 2703. Затем граница поворачивает на северо-запад 584,27 м до точки 2704, после на юго-запад 1780,51 м, пересекая Лог Дубрава преимущественно по лесу, граница следует прямой линией до точки 2706. Затем идет на юго-запад 2577,22 м у лога Проезжий, через мелкие контуры пастбищ по каменистой поверхности до точки 2708.</w:t>
      </w:r>
    </w:p>
    <w:p w:rsidR="008463CA" w:rsidRPr="00F11BDD" w:rsidRDefault="008463CA" w:rsidP="005A2BA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2708 граница идет прямой линией через урочище Сухая Речка, расположенное западнее урочища Страшный Лог, затем по землям, занятым каменистой поверхностью, 42367,40 м на юго-запад по Красноярскому водохранилищу до точки 2712 - узловой точки пересечения границ Республики Хакасия, муниципального образования Краснотуранский район и муниципального образования Новоселовский район.</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jc w:val="center"/>
        <w:outlineLvl w:val="1"/>
        <w:rPr>
          <w:rFonts w:ascii="Times New Roman" w:hAnsi="Times New Roman" w:cs="Times New Roman"/>
          <w:sz w:val="28"/>
          <w:szCs w:val="28"/>
        </w:rPr>
      </w:pPr>
      <w:r w:rsidRPr="00F11BDD">
        <w:rPr>
          <w:rFonts w:ascii="Times New Roman" w:hAnsi="Times New Roman" w:cs="Times New Roman"/>
          <w:sz w:val="28"/>
          <w:szCs w:val="28"/>
        </w:rPr>
        <w:t>По смежеству с землями Республики Хакасия</w:t>
      </w:r>
    </w:p>
    <w:p w:rsidR="008463CA" w:rsidRPr="00F11BDD" w:rsidRDefault="008463CA" w:rsidP="00404B16">
      <w:pPr>
        <w:pStyle w:val="ConsPlusNormal"/>
        <w:ind w:firstLine="540"/>
        <w:jc w:val="both"/>
        <w:rPr>
          <w:rFonts w:ascii="Times New Roman" w:hAnsi="Times New Roman" w:cs="Times New Roman"/>
          <w:sz w:val="28"/>
          <w:szCs w:val="28"/>
        </w:rPr>
      </w:pPr>
    </w:p>
    <w:p w:rsidR="008463CA" w:rsidRPr="00F11BDD" w:rsidRDefault="008463CA" w:rsidP="00404B16">
      <w:pPr>
        <w:pStyle w:val="ConsPlusNormal"/>
        <w:ind w:firstLine="540"/>
        <w:jc w:val="both"/>
        <w:rPr>
          <w:rFonts w:ascii="Times New Roman" w:hAnsi="Times New Roman" w:cs="Times New Roman"/>
          <w:sz w:val="28"/>
          <w:szCs w:val="28"/>
        </w:rPr>
      </w:pPr>
      <w:r w:rsidRPr="00F11BDD">
        <w:rPr>
          <w:rFonts w:ascii="Times New Roman" w:hAnsi="Times New Roman" w:cs="Times New Roman"/>
          <w:sz w:val="28"/>
          <w:szCs w:val="28"/>
        </w:rPr>
        <w:t>Граница муниципального образования Новоселовский район по смежеству с землями Республики Хакасия проходит от точки 2712 (узловая точка) до точки 1 (узловая точка) протяженностью 36295,51 м.</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2712 - узловой точки пересечения границ Республики Хакасия, муниципального образования Краснотуранский район, муниципального образования Новоселовский район граница следует по середине Красноярского водохранилища в западном направлении прямой линией 25997,58 м до точки 2779.</w:t>
      </w:r>
    </w:p>
    <w:p w:rsidR="008463CA" w:rsidRPr="00F11BDD" w:rsidRDefault="008463CA" w:rsidP="007A3CAF">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2779 граница следует по середине Красноярского водохранилища, далее в западном направлении прямой линией 10883,34 м по пашне вдоль лесополосы, пересекая полевые дороги, до точки 2790.</w:t>
      </w:r>
    </w:p>
    <w:p w:rsidR="008463CA" w:rsidRPr="00F11BDD" w:rsidRDefault="008463CA" w:rsidP="007A3CAF">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2790 граница идет в северном направлении 4622,48 м прямой линией по пашне, вдоль лесополосы, пастбищу, мелким контурам леса, пересекая полевые дороги, до точки 2796.</w:t>
      </w:r>
    </w:p>
    <w:p w:rsidR="008463CA" w:rsidRPr="00F11BDD" w:rsidRDefault="008463CA" w:rsidP="007A3CAF">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2796 граница идет в западном направлении 6471,08 м прямой линией по пастбищу, лесу, пересекая автодорогу М-54 "Енисей", полевые дороги, до точки 2808. Далее на запад 11242,86 м по пастбищу, лесу, по землям крестьянских хозяйств, пересекая полевые дороги, до точки 2848. Затем в северо-западном направлении 20146,68 м по пастбищу, пашне, вдоль лесополосы, пересекая автодорогу Енисей - Шира</w:t>
      </w:r>
      <w:bookmarkStart w:id="0" w:name="_GoBack"/>
      <w:bookmarkEnd w:id="0"/>
      <w:r w:rsidRPr="00F11BDD">
        <w:rPr>
          <w:rFonts w:ascii="Times New Roman" w:hAnsi="Times New Roman" w:cs="Times New Roman"/>
          <w:sz w:val="28"/>
          <w:szCs w:val="28"/>
        </w:rPr>
        <w:t>, полевые дороги, до точки 2900.</w:t>
      </w:r>
    </w:p>
    <w:p w:rsidR="008463CA" w:rsidRPr="00F11BDD" w:rsidRDefault="008463CA" w:rsidP="00404B16">
      <w:pPr>
        <w:pStyle w:val="ConsPlusNormal"/>
        <w:spacing w:before="220"/>
        <w:ind w:firstLine="540"/>
        <w:jc w:val="both"/>
        <w:rPr>
          <w:rFonts w:ascii="Times New Roman" w:hAnsi="Times New Roman" w:cs="Times New Roman"/>
          <w:sz w:val="28"/>
          <w:szCs w:val="28"/>
        </w:rPr>
      </w:pPr>
      <w:r w:rsidRPr="00F11BDD">
        <w:rPr>
          <w:rFonts w:ascii="Times New Roman" w:hAnsi="Times New Roman" w:cs="Times New Roman"/>
          <w:sz w:val="28"/>
          <w:szCs w:val="28"/>
        </w:rPr>
        <w:t>От точки 2900 граница следует на запад ломаной линией 459,95 м по пастбищу, лесу до точки 1 - узловой точки пересечения границ Республики Хакасия, муниципального образования Ужурский район и муниципального образования Новоселовский район.</w:t>
      </w:r>
    </w:p>
    <w:p w:rsidR="008463CA" w:rsidRPr="00F11BDD" w:rsidRDefault="008463CA">
      <w:pPr>
        <w:rPr>
          <w:rFonts w:ascii="Times New Roman" w:hAnsi="Times New Roman"/>
          <w:sz w:val="28"/>
          <w:szCs w:val="28"/>
        </w:rPr>
      </w:pPr>
    </w:p>
    <w:sectPr w:rsidR="008463CA" w:rsidRPr="00F11BDD" w:rsidSect="00955507">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3CA" w:rsidRDefault="008463CA">
      <w:r>
        <w:separator/>
      </w:r>
    </w:p>
  </w:endnote>
  <w:endnote w:type="continuationSeparator" w:id="0">
    <w:p w:rsidR="008463CA" w:rsidRDefault="008463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CA" w:rsidRDefault="008463CA" w:rsidP="00C202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63CA" w:rsidRDefault="008463CA" w:rsidP="00DB5B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CA" w:rsidRDefault="008463CA" w:rsidP="00C202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463CA" w:rsidRDefault="008463CA" w:rsidP="00DB5B5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3CA" w:rsidRDefault="008463CA">
      <w:r>
        <w:separator/>
      </w:r>
    </w:p>
  </w:footnote>
  <w:footnote w:type="continuationSeparator" w:id="0">
    <w:p w:rsidR="008463CA" w:rsidRDefault="008463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4B16"/>
    <w:rsid w:val="000C3752"/>
    <w:rsid w:val="001144E2"/>
    <w:rsid w:val="001237AD"/>
    <w:rsid w:val="00180F1E"/>
    <w:rsid w:val="001A17A2"/>
    <w:rsid w:val="001B2B19"/>
    <w:rsid w:val="001D27D1"/>
    <w:rsid w:val="001E0040"/>
    <w:rsid w:val="001F7341"/>
    <w:rsid w:val="00200402"/>
    <w:rsid w:val="00205463"/>
    <w:rsid w:val="002310A1"/>
    <w:rsid w:val="00231C03"/>
    <w:rsid w:val="00241E10"/>
    <w:rsid w:val="00274D4B"/>
    <w:rsid w:val="002B6540"/>
    <w:rsid w:val="002D08A8"/>
    <w:rsid w:val="002D2AF1"/>
    <w:rsid w:val="002F030B"/>
    <w:rsid w:val="00343E52"/>
    <w:rsid w:val="00392126"/>
    <w:rsid w:val="003970E0"/>
    <w:rsid w:val="003A5C15"/>
    <w:rsid w:val="003D7325"/>
    <w:rsid w:val="003F7AD7"/>
    <w:rsid w:val="00404B16"/>
    <w:rsid w:val="004470AD"/>
    <w:rsid w:val="004663B0"/>
    <w:rsid w:val="00472389"/>
    <w:rsid w:val="004C4ABE"/>
    <w:rsid w:val="005212C7"/>
    <w:rsid w:val="00557776"/>
    <w:rsid w:val="00581A8A"/>
    <w:rsid w:val="005A2BA6"/>
    <w:rsid w:val="005F60A7"/>
    <w:rsid w:val="006508C7"/>
    <w:rsid w:val="006A3F00"/>
    <w:rsid w:val="006A74B9"/>
    <w:rsid w:val="006B0B99"/>
    <w:rsid w:val="0072697D"/>
    <w:rsid w:val="00766ED5"/>
    <w:rsid w:val="007858EA"/>
    <w:rsid w:val="007A3CAF"/>
    <w:rsid w:val="007C014E"/>
    <w:rsid w:val="007E395C"/>
    <w:rsid w:val="007F2B64"/>
    <w:rsid w:val="00811CBB"/>
    <w:rsid w:val="00843FE4"/>
    <w:rsid w:val="008463CA"/>
    <w:rsid w:val="008938B0"/>
    <w:rsid w:val="00894AAC"/>
    <w:rsid w:val="008E505B"/>
    <w:rsid w:val="00900BDA"/>
    <w:rsid w:val="009027AF"/>
    <w:rsid w:val="00955507"/>
    <w:rsid w:val="00A20146"/>
    <w:rsid w:val="00A219ED"/>
    <w:rsid w:val="00A73DFA"/>
    <w:rsid w:val="00A97656"/>
    <w:rsid w:val="00AA1117"/>
    <w:rsid w:val="00AA2718"/>
    <w:rsid w:val="00AC1137"/>
    <w:rsid w:val="00AE5204"/>
    <w:rsid w:val="00B339A0"/>
    <w:rsid w:val="00B4326D"/>
    <w:rsid w:val="00B66E12"/>
    <w:rsid w:val="00B73DD2"/>
    <w:rsid w:val="00BA0F3F"/>
    <w:rsid w:val="00BE4DC7"/>
    <w:rsid w:val="00C020C5"/>
    <w:rsid w:val="00C04F0F"/>
    <w:rsid w:val="00C202CF"/>
    <w:rsid w:val="00C66361"/>
    <w:rsid w:val="00C76B8B"/>
    <w:rsid w:val="00CA7FD4"/>
    <w:rsid w:val="00CC00EF"/>
    <w:rsid w:val="00CD7C77"/>
    <w:rsid w:val="00CE031D"/>
    <w:rsid w:val="00CF0AB3"/>
    <w:rsid w:val="00CF6C15"/>
    <w:rsid w:val="00D5067B"/>
    <w:rsid w:val="00D50DFD"/>
    <w:rsid w:val="00D5118F"/>
    <w:rsid w:val="00DA7287"/>
    <w:rsid w:val="00DB5B50"/>
    <w:rsid w:val="00DC5BFA"/>
    <w:rsid w:val="00DF1921"/>
    <w:rsid w:val="00E02A77"/>
    <w:rsid w:val="00E47CA1"/>
    <w:rsid w:val="00E769E8"/>
    <w:rsid w:val="00E84523"/>
    <w:rsid w:val="00EB61BA"/>
    <w:rsid w:val="00ED7034"/>
    <w:rsid w:val="00F11BDD"/>
    <w:rsid w:val="00F13E97"/>
    <w:rsid w:val="00F32F05"/>
    <w:rsid w:val="00F44DE7"/>
    <w:rsid w:val="00F954F7"/>
    <w:rsid w:val="00F96DB7"/>
    <w:rsid w:val="00F97128"/>
    <w:rsid w:val="00FB10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50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404B16"/>
    <w:pPr>
      <w:widowControl w:val="0"/>
      <w:autoSpaceDE w:val="0"/>
      <w:autoSpaceDN w:val="0"/>
    </w:pPr>
    <w:rPr>
      <w:rFonts w:eastAsia="Times New Roman" w:cs="Calibri"/>
      <w:szCs w:val="20"/>
    </w:rPr>
  </w:style>
  <w:style w:type="paragraph" w:styleId="Footer">
    <w:name w:val="footer"/>
    <w:basedOn w:val="Normal"/>
    <w:link w:val="FooterChar"/>
    <w:uiPriority w:val="99"/>
    <w:rsid w:val="00DB5B50"/>
    <w:pPr>
      <w:tabs>
        <w:tab w:val="center" w:pos="4677"/>
        <w:tab w:val="right" w:pos="9355"/>
      </w:tabs>
    </w:pPr>
  </w:style>
  <w:style w:type="character" w:customStyle="1" w:styleId="FooterChar">
    <w:name w:val="Footer Char"/>
    <w:basedOn w:val="DefaultParagraphFont"/>
    <w:link w:val="Footer"/>
    <w:uiPriority w:val="99"/>
    <w:semiHidden/>
    <w:rsid w:val="005E2AB6"/>
    <w:rPr>
      <w:lang w:eastAsia="en-US"/>
    </w:rPr>
  </w:style>
  <w:style w:type="character" w:styleId="PageNumber">
    <w:name w:val="page number"/>
    <w:basedOn w:val="DefaultParagraphFont"/>
    <w:uiPriority w:val="99"/>
    <w:rsid w:val="00DB5B50"/>
    <w:rPr>
      <w:rFonts w:cs="Times New Roman"/>
    </w:rPr>
  </w:style>
  <w:style w:type="paragraph" w:styleId="BalloonText">
    <w:name w:val="Balloon Text"/>
    <w:basedOn w:val="Normal"/>
    <w:link w:val="BalloonTextChar"/>
    <w:uiPriority w:val="99"/>
    <w:semiHidden/>
    <w:rsid w:val="00DB5B50"/>
    <w:rPr>
      <w:rFonts w:ascii="Tahoma" w:hAnsi="Tahoma" w:cs="Tahoma"/>
      <w:sz w:val="16"/>
      <w:szCs w:val="16"/>
    </w:rPr>
  </w:style>
  <w:style w:type="character" w:customStyle="1" w:styleId="BalloonTextChar">
    <w:name w:val="Balloon Text Char"/>
    <w:basedOn w:val="DefaultParagraphFont"/>
    <w:link w:val="BalloonText"/>
    <w:uiPriority w:val="99"/>
    <w:semiHidden/>
    <w:rsid w:val="005E2AB6"/>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7</Pages>
  <Words>2186</Words>
  <Characters>12465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puma</cp:lastModifiedBy>
  <cp:revision>8</cp:revision>
  <cp:lastPrinted>2018-03-29T06:08:00Z</cp:lastPrinted>
  <dcterms:created xsi:type="dcterms:W3CDTF">2018-03-06T11:25:00Z</dcterms:created>
  <dcterms:modified xsi:type="dcterms:W3CDTF">2018-03-29T06:10:00Z</dcterms:modified>
</cp:coreProperties>
</file>