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15C" w:rsidRPr="00F4518A" w:rsidRDefault="0090415C" w:rsidP="00F4518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90415C" w:rsidRPr="00F4518A" w:rsidRDefault="0090415C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90415C" w:rsidRPr="00F4518A" w:rsidRDefault="0090415C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0415C" w:rsidRPr="00F4518A" w:rsidRDefault="0090415C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90415C" w:rsidRPr="00F4518A" w:rsidRDefault="0090415C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 СОВЕТ  </w:t>
      </w:r>
      <w:r w:rsidRPr="00F4518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90415C" w:rsidRPr="00F4518A" w:rsidRDefault="0090415C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0415C" w:rsidRPr="00F4518A" w:rsidRDefault="0090415C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F4518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90415C" w:rsidRPr="00F4518A" w:rsidRDefault="0090415C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90415C" w:rsidRPr="00F4518A" w:rsidRDefault="0090415C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90415C" w:rsidRDefault="0090415C" w:rsidP="0088366D">
      <w:pPr>
        <w:pStyle w:val="Heading2"/>
        <w:spacing w:before="0" w:after="0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b w:val="0"/>
          <w:i w:val="0"/>
        </w:rPr>
        <w:t>20 июня 2018 года                       с. Новоселово                              №  46-242-37р</w:t>
      </w:r>
    </w:p>
    <w:p w:rsidR="0090415C" w:rsidRDefault="0090415C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F4518A">
        <w:rPr>
          <w:rFonts w:ascii="Times New Roman" w:hAnsi="Times New Roman"/>
          <w:sz w:val="28"/>
          <w:szCs w:val="20"/>
          <w:lang w:eastAsia="ru-RU"/>
        </w:rPr>
        <w:t xml:space="preserve">                                         </w:t>
      </w:r>
    </w:p>
    <w:p w:rsidR="0090415C" w:rsidRPr="00F4518A" w:rsidRDefault="0090415C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F4518A">
        <w:rPr>
          <w:rFonts w:ascii="Times New Roman" w:hAnsi="Times New Roman"/>
          <w:sz w:val="28"/>
          <w:szCs w:val="20"/>
          <w:lang w:eastAsia="ru-RU"/>
        </w:rPr>
        <w:t xml:space="preserve">              </w:t>
      </w:r>
    </w:p>
    <w:tbl>
      <w:tblPr>
        <w:tblW w:w="0" w:type="auto"/>
        <w:tblLook w:val="00A0"/>
      </w:tblPr>
      <w:tblGrid>
        <w:gridCol w:w="4077"/>
      </w:tblGrid>
      <w:tr w:rsidR="0090415C" w:rsidRPr="00FF32D5" w:rsidTr="00583C58">
        <w:tc>
          <w:tcPr>
            <w:tcW w:w="4077" w:type="dxa"/>
          </w:tcPr>
          <w:p w:rsidR="0090415C" w:rsidRPr="00FF32D5" w:rsidRDefault="0090415C" w:rsidP="00583C58">
            <w:pPr>
              <w:pStyle w:val="NoSpacing"/>
              <w:ind w:right="17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32D5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внесении изменений в Устав Новоселовского района Красноярского края</w:t>
            </w:r>
          </w:p>
        </w:tc>
      </w:tr>
    </w:tbl>
    <w:p w:rsidR="0090415C" w:rsidRDefault="0090415C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90415C" w:rsidRDefault="0090415C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90415C" w:rsidRDefault="0090415C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90415C" w:rsidRPr="00F4518A" w:rsidRDefault="0090415C" w:rsidP="007C010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Устава Новоселовского района Красноярского края в соответствие с требованиями законодательства, </w:t>
      </w:r>
      <w:r w:rsidRPr="000F3104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Федеральным законом от 06.10.2003 № 131-ФЗ «</w:t>
      </w:r>
      <w:r>
        <w:rPr>
          <w:rFonts w:ascii="Times New Roman" w:hAnsi="Times New Roman"/>
          <w:sz w:val="28"/>
          <w:szCs w:val="28"/>
          <w:lang w:eastAsia="ru-RU"/>
        </w:rPr>
        <w:t xml:space="preserve">Об общих принципах организации местного самоуправления в Российской Федерации», </w:t>
      </w:r>
      <w:r w:rsidRPr="00683161">
        <w:rPr>
          <w:rFonts w:ascii="Times New Roman" w:hAnsi="Times New Roman"/>
          <w:sz w:val="28"/>
          <w:szCs w:val="28"/>
        </w:rPr>
        <w:t>руководствуясь</w:t>
      </w:r>
      <w:r w:rsidRPr="0068316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F4518A">
        <w:rPr>
          <w:rFonts w:ascii="Times New Roman" w:hAnsi="Times New Roman"/>
          <w:sz w:val="28"/>
          <w:szCs w:val="28"/>
          <w:lang w:eastAsia="ru-RU"/>
        </w:rPr>
        <w:t>статьями 23, 27 Устава Новоселовского района,</w:t>
      </w:r>
    </w:p>
    <w:p w:rsidR="0090415C" w:rsidRPr="00F4518A" w:rsidRDefault="0090415C" w:rsidP="00F4518A">
      <w:pPr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</w:p>
    <w:p w:rsidR="0090415C" w:rsidRDefault="0090415C" w:rsidP="00F451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28"/>
          <w:szCs w:val="28"/>
          <w:lang w:eastAsia="ru-RU"/>
        </w:rPr>
        <w:t>Новосело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вский районный Совет депутатов </w:t>
      </w:r>
      <w:r w:rsidRPr="00F4518A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90415C" w:rsidRPr="00F4518A" w:rsidRDefault="0090415C" w:rsidP="00F451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0415C" w:rsidRPr="00443D5C" w:rsidRDefault="0090415C" w:rsidP="00443D5C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 Внести в Устав Новоселовского района Красноярского края следующие изменения:</w:t>
      </w:r>
    </w:p>
    <w:p w:rsidR="0090415C" w:rsidRPr="00443D5C" w:rsidRDefault="0090415C" w:rsidP="00A91C82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1.1</w:t>
      </w:r>
      <w:r w:rsidRPr="00443D5C">
        <w:rPr>
          <w:rFonts w:ascii="Times New Roman" w:hAnsi="Times New Roman"/>
          <w:sz w:val="28"/>
          <w:szCs w:val="28"/>
        </w:rPr>
        <w:t>. пункт 7 статьи 5 дополнить абзацем</w:t>
      </w:r>
      <w:r w:rsidRPr="00443D5C">
        <w:rPr>
          <w:rFonts w:ascii="Times New Roman" w:hAnsi="Times New Roman"/>
          <w:sz w:val="28"/>
          <w:szCs w:val="28"/>
          <w:lang w:eastAsia="ru-RU"/>
        </w:rPr>
        <w:t xml:space="preserve"> следующего содержания: «Официальным опубликованием муниципального правового акта считается первая публикация его полного текста в </w:t>
      </w:r>
      <w:r>
        <w:rPr>
          <w:rFonts w:ascii="Times New Roman" w:hAnsi="Times New Roman"/>
          <w:sz w:val="28"/>
          <w:szCs w:val="28"/>
          <w:lang w:eastAsia="ru-RU"/>
        </w:rPr>
        <w:t xml:space="preserve">периодическом печатном издании </w:t>
      </w:r>
      <w:r w:rsidRPr="00443D5C">
        <w:rPr>
          <w:rFonts w:ascii="Times New Roman" w:hAnsi="Times New Roman"/>
          <w:sz w:val="28"/>
          <w:szCs w:val="28"/>
          <w:lang w:eastAsia="ru-RU"/>
        </w:rPr>
        <w:t xml:space="preserve">«Официальный </w:t>
      </w:r>
      <w:bookmarkStart w:id="0" w:name="_GoBack"/>
      <w:bookmarkEnd w:id="0"/>
      <w:r w:rsidRPr="00443D5C">
        <w:rPr>
          <w:rFonts w:ascii="Times New Roman" w:hAnsi="Times New Roman"/>
          <w:sz w:val="28"/>
          <w:szCs w:val="28"/>
          <w:lang w:eastAsia="ru-RU"/>
        </w:rPr>
        <w:t>вестник Новоселовского района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443D5C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90415C" w:rsidRPr="00443D5C" w:rsidRDefault="0090415C" w:rsidP="00443D5C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443D5C">
        <w:rPr>
          <w:rFonts w:ascii="Times New Roman" w:hAnsi="Times New Roman"/>
          <w:sz w:val="28"/>
          <w:szCs w:val="28"/>
        </w:rPr>
        <w:t xml:space="preserve">1.2. подпункт 31 пункта 1 статьи 8 </w:t>
      </w:r>
      <w:r w:rsidRPr="00443D5C">
        <w:rPr>
          <w:rFonts w:ascii="Times New Roman" w:hAnsi="Times New Roman"/>
          <w:sz w:val="28"/>
          <w:szCs w:val="28"/>
          <w:lang w:eastAsia="ru-RU"/>
        </w:rPr>
        <w:t>дополнить словом «(волонтерству)»;</w:t>
      </w:r>
    </w:p>
    <w:p w:rsidR="0090415C" w:rsidRPr="00443D5C" w:rsidRDefault="0090415C" w:rsidP="00443D5C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3D5C">
        <w:rPr>
          <w:rFonts w:ascii="Times New Roman" w:hAnsi="Times New Roman"/>
          <w:sz w:val="28"/>
          <w:szCs w:val="28"/>
          <w:lang w:eastAsia="ru-RU"/>
        </w:rPr>
        <w:t xml:space="preserve">1.3. подпункт 9 пункта 1 статьи 9 изложить в следующей редакции: </w:t>
      </w:r>
      <w:r>
        <w:rPr>
          <w:rFonts w:ascii="Times New Roman" w:hAnsi="Times New Roman"/>
          <w:sz w:val="28"/>
          <w:szCs w:val="28"/>
          <w:lang w:eastAsia="ru-RU"/>
        </w:rPr>
        <w:t>«9</w:t>
      </w:r>
      <w:r w:rsidRPr="00443D5C">
        <w:rPr>
          <w:rFonts w:ascii="Times New Roman" w:hAnsi="Times New Roman"/>
          <w:sz w:val="28"/>
          <w:szCs w:val="28"/>
          <w:lang w:eastAsia="ru-RU"/>
        </w:rPr>
        <w:t>) создание условий для организации проведения независимой оценки качества условий оказания услуг организациями в порядке и на условиях, которые установлены федеральными законами,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недостатков, выявленных по результатам независимой оценки качества условий оказания услуг организациями, в соответствии с федеральными законами;»;</w:t>
      </w:r>
    </w:p>
    <w:p w:rsidR="0090415C" w:rsidRDefault="0090415C" w:rsidP="00443D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3D5C">
        <w:rPr>
          <w:rFonts w:ascii="Times New Roman" w:hAnsi="Times New Roman"/>
          <w:sz w:val="28"/>
          <w:szCs w:val="28"/>
        </w:rPr>
        <w:t>1.4.</w:t>
      </w:r>
      <w:r>
        <w:rPr>
          <w:rFonts w:ascii="Times New Roman" w:hAnsi="Times New Roman"/>
          <w:sz w:val="28"/>
          <w:szCs w:val="28"/>
        </w:rPr>
        <w:t xml:space="preserve"> пункт 4 статьи </w:t>
      </w:r>
      <w:r w:rsidRPr="00443D5C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дополнить абзацем</w:t>
      </w:r>
      <w:r>
        <w:rPr>
          <w:rFonts w:ascii="Times New Roman" w:hAnsi="Times New Roman"/>
          <w:sz w:val="28"/>
          <w:szCs w:val="28"/>
          <w:lang w:eastAsia="ru-RU"/>
        </w:rPr>
        <w:t xml:space="preserve"> следующего содержания: «Официальным опубликованием правового акта Главы района считается первая публикация его полного текста в периодическом печатном издании «Официальный вестник Новоселовского района.»;</w:t>
      </w:r>
    </w:p>
    <w:p w:rsidR="0090415C" w:rsidRDefault="0090415C" w:rsidP="00443D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1.5</w:t>
      </w:r>
      <w:r w:rsidRPr="00443D5C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подпункт 4 пункта 1 статьи </w:t>
      </w:r>
      <w:r w:rsidRPr="00443D5C">
        <w:rPr>
          <w:rFonts w:ascii="Times New Roman" w:hAnsi="Times New Roman"/>
          <w:sz w:val="28"/>
          <w:szCs w:val="28"/>
          <w:lang w:eastAsia="ru-RU"/>
        </w:rPr>
        <w:t>23</w:t>
      </w:r>
      <w:r w:rsidRPr="00DC03E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изложить в следующей редакции: «4)</w:t>
      </w:r>
      <w:r w:rsidRPr="00F1379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утверждение стратегии социально-экономического развития муниципального образования;»;</w:t>
      </w:r>
    </w:p>
    <w:p w:rsidR="0090415C" w:rsidRPr="00443D5C" w:rsidRDefault="0090415C" w:rsidP="00443D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3D5C">
        <w:rPr>
          <w:rFonts w:ascii="Times New Roman" w:hAnsi="Times New Roman"/>
          <w:sz w:val="28"/>
          <w:szCs w:val="28"/>
        </w:rPr>
        <w:t>1.6.</w:t>
      </w:r>
      <w:r>
        <w:rPr>
          <w:rFonts w:ascii="Times New Roman" w:hAnsi="Times New Roman"/>
          <w:sz w:val="28"/>
          <w:szCs w:val="28"/>
        </w:rPr>
        <w:t xml:space="preserve"> пункт 7 статьи </w:t>
      </w:r>
      <w:r w:rsidRPr="00443D5C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дополнить абзацем</w:t>
      </w:r>
      <w:r>
        <w:rPr>
          <w:rFonts w:ascii="Times New Roman" w:hAnsi="Times New Roman"/>
          <w:sz w:val="28"/>
          <w:szCs w:val="28"/>
          <w:lang w:eastAsia="ru-RU"/>
        </w:rPr>
        <w:t xml:space="preserve"> следующего содержания: «Официальным опубликованием решения Совета депутатов считается первая публикация его полного текста в периодическом печатном издании «Официальный вестник Новоселовского района;»;</w:t>
      </w:r>
    </w:p>
    <w:p w:rsidR="0090415C" w:rsidRDefault="0090415C" w:rsidP="006D64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43D5C">
        <w:rPr>
          <w:rFonts w:ascii="Times New Roman" w:hAnsi="Times New Roman"/>
          <w:bCs/>
          <w:sz w:val="28"/>
          <w:szCs w:val="28"/>
          <w:lang w:eastAsia="ru-RU"/>
        </w:rPr>
        <w:t>1.7.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в статье 46:</w:t>
      </w:r>
    </w:p>
    <w:p w:rsidR="0090415C" w:rsidRDefault="0090415C" w:rsidP="008E67E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а) пункт 2 дополнить подпунктом 2.1 следующего содержания: </w:t>
      </w:r>
    </w:p>
    <w:p w:rsidR="0090415C" w:rsidRPr="008E67EA" w:rsidRDefault="0090415C" w:rsidP="008E67E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«2.1) </w:t>
      </w:r>
      <w:r>
        <w:rPr>
          <w:rFonts w:ascii="Times New Roman" w:hAnsi="Times New Roman"/>
          <w:sz w:val="28"/>
          <w:szCs w:val="28"/>
          <w:lang w:eastAsia="ru-RU"/>
        </w:rPr>
        <w:t>проект стратегии социально-экономического развития муниципального образования;»;</w:t>
      </w:r>
    </w:p>
    <w:p w:rsidR="0090415C" w:rsidRDefault="0090415C" w:rsidP="00F137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подпункт 3 пункта 2 признать утратившим силу;</w:t>
      </w:r>
    </w:p>
    <w:p w:rsidR="0090415C" w:rsidRDefault="0090415C" w:rsidP="00B22FA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в пункте 4 слова «Порядок организации и проведения публичных слушаний" заменить словами «Порядок организации и проведения публичных слушаний по проектам и вопросам, указанным в пункте 2 настоящей статьи,»;</w:t>
      </w:r>
    </w:p>
    <w:p w:rsidR="0090415C" w:rsidRDefault="0090415C" w:rsidP="003C6F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г) дополнить пунктом 4.1 </w:t>
      </w:r>
      <w:r w:rsidRPr="00C47160">
        <w:rPr>
          <w:rFonts w:ascii="Times New Roman" w:hAnsi="Times New Roman"/>
          <w:sz w:val="28"/>
          <w:szCs w:val="28"/>
          <w:lang w:eastAsia="ru-RU"/>
        </w:rPr>
        <w:t>следующего содержания:</w:t>
      </w:r>
    </w:p>
    <w:p w:rsidR="0090415C" w:rsidRPr="00443D5C" w:rsidRDefault="0090415C" w:rsidP="003C6F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«4.1</w:t>
      </w:r>
      <w:r w:rsidRPr="00C47160">
        <w:rPr>
          <w:rFonts w:ascii="Times New Roman" w:hAnsi="Times New Roman"/>
          <w:sz w:val="28"/>
          <w:szCs w:val="28"/>
          <w:lang w:eastAsia="ru-RU"/>
        </w:rPr>
        <w:t xml:space="preserve">.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слушания, порядок организации и проведения которых определяется нормативным правовым актом представительного органа муниципального образования с учетом положений законодательства о </w:t>
      </w:r>
      <w:r>
        <w:rPr>
          <w:rFonts w:ascii="Times New Roman" w:hAnsi="Times New Roman"/>
          <w:sz w:val="28"/>
          <w:szCs w:val="28"/>
          <w:lang w:eastAsia="ru-RU"/>
        </w:rPr>
        <w:t>градостроительной деятельности.».</w:t>
      </w:r>
    </w:p>
    <w:p w:rsidR="0090415C" w:rsidRPr="003C6FCF" w:rsidRDefault="0090415C" w:rsidP="003C6FCF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3C6FCF">
        <w:rPr>
          <w:rFonts w:ascii="Times New Roman" w:hAnsi="Times New Roman"/>
          <w:sz w:val="28"/>
          <w:szCs w:val="28"/>
        </w:rPr>
        <w:t xml:space="preserve">2. В соответствии с Федеральным законом от 21.07.2005 № 97-ФЗ «О государственной регистрации уставов муниципальных образований» Главе района А.В. Гергарту направить настоящее решение в Управление Министерства юстиции Российской Федерации по Красноярскому краю для государственной регистрации.  </w:t>
      </w:r>
    </w:p>
    <w:p w:rsidR="0090415C" w:rsidRPr="003C6FCF" w:rsidRDefault="0090415C" w:rsidP="003929F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6FCF">
        <w:rPr>
          <w:rFonts w:ascii="Times New Roman" w:hAnsi="Times New Roman"/>
          <w:sz w:val="28"/>
          <w:szCs w:val="28"/>
        </w:rPr>
        <w:t>3. После государственной регистрации в Управлении Министерства юстиции Российской Федерации по Красноярскому краю решения «О внесении изменений в Устав Новоселовского района Красноярского края» опубликовать настоящее решение в периодическом печатном издании «Официальный вестник Новоселовского района» и</w:t>
      </w:r>
      <w:r>
        <w:rPr>
          <w:rFonts w:ascii="Times New Roman" w:hAnsi="Times New Roman"/>
          <w:sz w:val="28"/>
          <w:szCs w:val="28"/>
        </w:rPr>
        <w:t xml:space="preserve"> разместить</w:t>
      </w:r>
      <w:r w:rsidRPr="003C6FCF">
        <w:rPr>
          <w:rFonts w:ascii="Times New Roman" w:hAnsi="Times New Roman"/>
          <w:sz w:val="28"/>
          <w:szCs w:val="28"/>
        </w:rPr>
        <w:t xml:space="preserve"> на </w:t>
      </w:r>
      <w:r w:rsidRPr="005D729D">
        <w:rPr>
          <w:rFonts w:ascii="Times New Roman" w:hAnsi="Times New Roman"/>
          <w:sz w:val="28"/>
          <w:szCs w:val="28"/>
          <w:lang w:eastAsia="ru-RU"/>
        </w:rPr>
        <w:t>официальном сайте муниципального образования Новоселовский район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0415C" w:rsidRPr="003C6FCF" w:rsidRDefault="0090415C" w:rsidP="003C6FCF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C6FCF">
        <w:rPr>
          <w:rFonts w:ascii="Times New Roman" w:hAnsi="Times New Roman"/>
          <w:sz w:val="28"/>
          <w:szCs w:val="28"/>
        </w:rPr>
        <w:tab/>
        <w:t>4. Решение вступает в силу после официального опубликования в периодическом печатном издании «Официальный вестник Новоселовского района».</w:t>
      </w:r>
    </w:p>
    <w:p w:rsidR="0090415C" w:rsidRDefault="0090415C" w:rsidP="003C6FCF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90415C" w:rsidRPr="003C6FCF" w:rsidRDefault="0090415C" w:rsidP="003C6FCF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C6FCF">
        <w:rPr>
          <w:rFonts w:ascii="Times New Roman" w:hAnsi="Times New Roman"/>
          <w:sz w:val="28"/>
          <w:szCs w:val="28"/>
        </w:rPr>
        <w:t xml:space="preserve">  </w:t>
      </w:r>
    </w:p>
    <w:p w:rsidR="0090415C" w:rsidRDefault="0090415C" w:rsidP="009D7DBC">
      <w:pPr>
        <w:jc w:val="both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   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48"/>
        <w:gridCol w:w="540"/>
        <w:gridCol w:w="4783"/>
      </w:tblGrid>
      <w:tr w:rsidR="0090415C" w:rsidRPr="0088366D" w:rsidTr="0088366D">
        <w:tc>
          <w:tcPr>
            <w:tcW w:w="4248" w:type="dxa"/>
          </w:tcPr>
          <w:p w:rsidR="0090415C" w:rsidRPr="0088366D" w:rsidRDefault="0090415C" w:rsidP="001830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DBC">
              <w:rPr>
                <w:rFonts w:ascii="Times New Roman" w:hAnsi="Times New Roman"/>
                <w:sz w:val="28"/>
                <w:szCs w:val="28"/>
              </w:rPr>
              <w:t>Председатель Новоселовского районного Совета депутатов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7DBC">
              <w:rPr>
                <w:rFonts w:ascii="Times New Roman" w:hAnsi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7DBC">
              <w:rPr>
                <w:rFonts w:ascii="Times New Roman" w:hAnsi="Times New Roman"/>
                <w:sz w:val="28"/>
                <w:szCs w:val="28"/>
              </w:rPr>
              <w:t>Л.Ю. Толстикова</w:t>
            </w:r>
          </w:p>
        </w:tc>
        <w:tc>
          <w:tcPr>
            <w:tcW w:w="540" w:type="dxa"/>
          </w:tcPr>
          <w:p w:rsidR="0090415C" w:rsidRPr="0088366D" w:rsidRDefault="0090415C" w:rsidP="001830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90415C" w:rsidRDefault="0090415C" w:rsidP="008836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Исполняющий обязанности </w:t>
            </w:r>
          </w:p>
          <w:p w:rsidR="0090415C" w:rsidRDefault="0090415C" w:rsidP="008836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Главы Новоселовского района</w:t>
            </w:r>
          </w:p>
          <w:p w:rsidR="0090415C" w:rsidRDefault="0090415C" w:rsidP="008836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0415C" w:rsidRPr="0088366D" w:rsidRDefault="0090415C" w:rsidP="0088366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_________________ Е.В. Анашкин</w:t>
            </w:r>
          </w:p>
        </w:tc>
      </w:tr>
    </w:tbl>
    <w:p w:rsidR="0090415C" w:rsidRDefault="0090415C" w:rsidP="009D7DBC">
      <w:pPr>
        <w:jc w:val="both"/>
        <w:rPr>
          <w:rFonts w:ascii="Times New Roman" w:hAnsi="Times New Roman"/>
          <w:sz w:val="28"/>
          <w:szCs w:val="28"/>
        </w:rPr>
      </w:pPr>
    </w:p>
    <w:p w:rsidR="0090415C" w:rsidRPr="009D7DBC" w:rsidRDefault="0090415C" w:rsidP="009D7DBC">
      <w:pPr>
        <w:jc w:val="both"/>
        <w:rPr>
          <w:rFonts w:ascii="Times New Roman" w:hAnsi="Times New Roman"/>
          <w:sz w:val="28"/>
          <w:szCs w:val="28"/>
        </w:rPr>
      </w:pPr>
    </w:p>
    <w:p w:rsidR="0090415C" w:rsidRPr="009D7DBC" w:rsidRDefault="0090415C" w:rsidP="009D7DBC">
      <w:pPr>
        <w:jc w:val="both"/>
        <w:rPr>
          <w:rFonts w:ascii="Times New Roman" w:hAnsi="Times New Roman"/>
          <w:sz w:val="28"/>
          <w:szCs w:val="28"/>
        </w:rPr>
      </w:pPr>
    </w:p>
    <w:p w:rsidR="0090415C" w:rsidRDefault="0090415C" w:rsidP="009D7DBC">
      <w:pPr>
        <w:rPr>
          <w:sz w:val="28"/>
          <w:szCs w:val="28"/>
        </w:rPr>
      </w:pPr>
    </w:p>
    <w:p w:rsidR="0090415C" w:rsidRDefault="0090415C" w:rsidP="000F310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0415C" w:rsidRDefault="0090415C" w:rsidP="007C010B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0415C" w:rsidRPr="00152380" w:rsidRDefault="0090415C" w:rsidP="009D7DBC">
      <w:pPr>
        <w:pStyle w:val="NoSpacing"/>
        <w:jc w:val="both"/>
      </w:pPr>
    </w:p>
    <w:sectPr w:rsidR="0090415C" w:rsidRPr="00152380" w:rsidSect="00346BB9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15C" w:rsidRDefault="0090415C" w:rsidP="000F7916">
      <w:pPr>
        <w:spacing w:after="0" w:line="240" w:lineRule="auto"/>
      </w:pPr>
      <w:r>
        <w:separator/>
      </w:r>
    </w:p>
  </w:endnote>
  <w:endnote w:type="continuationSeparator" w:id="0">
    <w:p w:rsidR="0090415C" w:rsidRDefault="0090415C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15C" w:rsidRDefault="0090415C" w:rsidP="000C32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0415C" w:rsidRDefault="0090415C" w:rsidP="00346BB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15C" w:rsidRDefault="0090415C" w:rsidP="000C32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0415C" w:rsidRDefault="0090415C" w:rsidP="00346BB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15C" w:rsidRDefault="0090415C" w:rsidP="000F7916">
      <w:pPr>
        <w:spacing w:after="0" w:line="240" w:lineRule="auto"/>
      </w:pPr>
      <w:r>
        <w:separator/>
      </w:r>
    </w:p>
  </w:footnote>
  <w:footnote w:type="continuationSeparator" w:id="0">
    <w:p w:rsidR="0090415C" w:rsidRDefault="0090415C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34B5"/>
    <w:multiLevelType w:val="hybridMultilevel"/>
    <w:tmpl w:val="61E4DF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6C4111"/>
    <w:multiLevelType w:val="hybridMultilevel"/>
    <w:tmpl w:val="33E40F32"/>
    <w:lvl w:ilvl="0" w:tplc="10A4DF9E">
      <w:start w:val="1"/>
      <w:numFmt w:val="decimal"/>
      <w:lvlText w:val="%1)"/>
      <w:lvlJc w:val="left"/>
      <w:pPr>
        <w:ind w:left="2075" w:hanging="122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71773460"/>
    <w:multiLevelType w:val="hybridMultilevel"/>
    <w:tmpl w:val="8FF8C0C6"/>
    <w:lvl w:ilvl="0" w:tplc="85EE92F6">
      <w:start w:val="1"/>
      <w:numFmt w:val="decimal"/>
      <w:lvlText w:val="%1."/>
      <w:lvlJc w:val="left"/>
      <w:pPr>
        <w:ind w:left="1885" w:hanging="11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18A"/>
    <w:rsid w:val="000047A5"/>
    <w:rsid w:val="000202E0"/>
    <w:rsid w:val="0003517B"/>
    <w:rsid w:val="0005037A"/>
    <w:rsid w:val="000600A8"/>
    <w:rsid w:val="00061D53"/>
    <w:rsid w:val="000644BE"/>
    <w:rsid w:val="00070B64"/>
    <w:rsid w:val="00071560"/>
    <w:rsid w:val="000904C3"/>
    <w:rsid w:val="000A41B7"/>
    <w:rsid w:val="000A5492"/>
    <w:rsid w:val="000C3268"/>
    <w:rsid w:val="000F3104"/>
    <w:rsid w:val="000F75F1"/>
    <w:rsid w:val="000F7916"/>
    <w:rsid w:val="00101BAD"/>
    <w:rsid w:val="00115F00"/>
    <w:rsid w:val="00125821"/>
    <w:rsid w:val="00147380"/>
    <w:rsid w:val="00152380"/>
    <w:rsid w:val="00175F0A"/>
    <w:rsid w:val="0018306C"/>
    <w:rsid w:val="00192ACE"/>
    <w:rsid w:val="001F02DB"/>
    <w:rsid w:val="001F468A"/>
    <w:rsid w:val="00214C7A"/>
    <w:rsid w:val="00216D51"/>
    <w:rsid w:val="0022168D"/>
    <w:rsid w:val="0023618D"/>
    <w:rsid w:val="0024518B"/>
    <w:rsid w:val="002466E2"/>
    <w:rsid w:val="00277374"/>
    <w:rsid w:val="00290437"/>
    <w:rsid w:val="00296867"/>
    <w:rsid w:val="002A3750"/>
    <w:rsid w:val="002A3771"/>
    <w:rsid w:val="002A5158"/>
    <w:rsid w:val="002D44A5"/>
    <w:rsid w:val="002D5764"/>
    <w:rsid w:val="002E19CE"/>
    <w:rsid w:val="002F7201"/>
    <w:rsid w:val="00322E64"/>
    <w:rsid w:val="00331DC4"/>
    <w:rsid w:val="00346BB9"/>
    <w:rsid w:val="003614E1"/>
    <w:rsid w:val="003929FF"/>
    <w:rsid w:val="003A43EF"/>
    <w:rsid w:val="003A6431"/>
    <w:rsid w:val="003A796B"/>
    <w:rsid w:val="003B06C7"/>
    <w:rsid w:val="003B19BD"/>
    <w:rsid w:val="003B6273"/>
    <w:rsid w:val="003B793E"/>
    <w:rsid w:val="003C6FCF"/>
    <w:rsid w:val="004070B6"/>
    <w:rsid w:val="004117CE"/>
    <w:rsid w:val="00416438"/>
    <w:rsid w:val="0043435E"/>
    <w:rsid w:val="004410C4"/>
    <w:rsid w:val="00443D5C"/>
    <w:rsid w:val="0045060A"/>
    <w:rsid w:val="00460460"/>
    <w:rsid w:val="0048170C"/>
    <w:rsid w:val="004851C0"/>
    <w:rsid w:val="00494DEF"/>
    <w:rsid w:val="004F1234"/>
    <w:rsid w:val="00503CE6"/>
    <w:rsid w:val="00506A83"/>
    <w:rsid w:val="00513669"/>
    <w:rsid w:val="0055368F"/>
    <w:rsid w:val="00565711"/>
    <w:rsid w:val="0057661E"/>
    <w:rsid w:val="00583556"/>
    <w:rsid w:val="00583C58"/>
    <w:rsid w:val="005C28CE"/>
    <w:rsid w:val="005D729D"/>
    <w:rsid w:val="005F3DC4"/>
    <w:rsid w:val="00602802"/>
    <w:rsid w:val="00621844"/>
    <w:rsid w:val="0065454F"/>
    <w:rsid w:val="00664C69"/>
    <w:rsid w:val="00683161"/>
    <w:rsid w:val="0069407A"/>
    <w:rsid w:val="006A0A05"/>
    <w:rsid w:val="006B742F"/>
    <w:rsid w:val="006C6FAB"/>
    <w:rsid w:val="006D645C"/>
    <w:rsid w:val="006E1477"/>
    <w:rsid w:val="006F1C0B"/>
    <w:rsid w:val="00736DEB"/>
    <w:rsid w:val="007472AC"/>
    <w:rsid w:val="0076671D"/>
    <w:rsid w:val="0077595B"/>
    <w:rsid w:val="00782F9B"/>
    <w:rsid w:val="00791B4A"/>
    <w:rsid w:val="007A264F"/>
    <w:rsid w:val="007A3353"/>
    <w:rsid w:val="007A3BE6"/>
    <w:rsid w:val="007C010B"/>
    <w:rsid w:val="007D1047"/>
    <w:rsid w:val="007D3C01"/>
    <w:rsid w:val="007F15A2"/>
    <w:rsid w:val="00822620"/>
    <w:rsid w:val="00836CC8"/>
    <w:rsid w:val="008374BB"/>
    <w:rsid w:val="00854828"/>
    <w:rsid w:val="0088366D"/>
    <w:rsid w:val="00890DE9"/>
    <w:rsid w:val="008C17F1"/>
    <w:rsid w:val="008C56E7"/>
    <w:rsid w:val="008D2C71"/>
    <w:rsid w:val="008E18B6"/>
    <w:rsid w:val="008E5FB9"/>
    <w:rsid w:val="008E67EA"/>
    <w:rsid w:val="008F05CD"/>
    <w:rsid w:val="008F377A"/>
    <w:rsid w:val="0090415C"/>
    <w:rsid w:val="009156D5"/>
    <w:rsid w:val="0091744D"/>
    <w:rsid w:val="00923F77"/>
    <w:rsid w:val="00967035"/>
    <w:rsid w:val="009909D8"/>
    <w:rsid w:val="009A04C1"/>
    <w:rsid w:val="009A2713"/>
    <w:rsid w:val="009B3AB1"/>
    <w:rsid w:val="009C5235"/>
    <w:rsid w:val="009D3A90"/>
    <w:rsid w:val="009D7DBC"/>
    <w:rsid w:val="00A05AAB"/>
    <w:rsid w:val="00A4179D"/>
    <w:rsid w:val="00A46ADC"/>
    <w:rsid w:val="00A57112"/>
    <w:rsid w:val="00A62675"/>
    <w:rsid w:val="00A645ED"/>
    <w:rsid w:val="00A66F6F"/>
    <w:rsid w:val="00A91C82"/>
    <w:rsid w:val="00AA0FE7"/>
    <w:rsid w:val="00AA4A06"/>
    <w:rsid w:val="00AA6C2C"/>
    <w:rsid w:val="00AB2622"/>
    <w:rsid w:val="00AC1E45"/>
    <w:rsid w:val="00AE1872"/>
    <w:rsid w:val="00B0130F"/>
    <w:rsid w:val="00B04801"/>
    <w:rsid w:val="00B1072E"/>
    <w:rsid w:val="00B20CD2"/>
    <w:rsid w:val="00B22FA1"/>
    <w:rsid w:val="00B360BD"/>
    <w:rsid w:val="00B56AEF"/>
    <w:rsid w:val="00B627E3"/>
    <w:rsid w:val="00B74434"/>
    <w:rsid w:val="00B83C4A"/>
    <w:rsid w:val="00BC076A"/>
    <w:rsid w:val="00BD7376"/>
    <w:rsid w:val="00BF3CA2"/>
    <w:rsid w:val="00C228BA"/>
    <w:rsid w:val="00C37161"/>
    <w:rsid w:val="00C47160"/>
    <w:rsid w:val="00C80669"/>
    <w:rsid w:val="00C95C1E"/>
    <w:rsid w:val="00CA7EFD"/>
    <w:rsid w:val="00CC190B"/>
    <w:rsid w:val="00D142F2"/>
    <w:rsid w:val="00D40FC4"/>
    <w:rsid w:val="00D86A8D"/>
    <w:rsid w:val="00D964A4"/>
    <w:rsid w:val="00DA4E55"/>
    <w:rsid w:val="00DB3ACF"/>
    <w:rsid w:val="00DB5E62"/>
    <w:rsid w:val="00DC03E2"/>
    <w:rsid w:val="00DF4D4B"/>
    <w:rsid w:val="00E25E5C"/>
    <w:rsid w:val="00E54B6B"/>
    <w:rsid w:val="00E607F2"/>
    <w:rsid w:val="00E6278F"/>
    <w:rsid w:val="00E74993"/>
    <w:rsid w:val="00EB7FC1"/>
    <w:rsid w:val="00EF05A6"/>
    <w:rsid w:val="00F06459"/>
    <w:rsid w:val="00F13796"/>
    <w:rsid w:val="00F23E83"/>
    <w:rsid w:val="00F25F02"/>
    <w:rsid w:val="00F4469B"/>
    <w:rsid w:val="00F4518A"/>
    <w:rsid w:val="00F501B8"/>
    <w:rsid w:val="00F6107A"/>
    <w:rsid w:val="00F76125"/>
    <w:rsid w:val="00FC78AC"/>
    <w:rsid w:val="00FD3894"/>
    <w:rsid w:val="00FF3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C7A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88366D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8366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F4518A"/>
    <w:pPr>
      <w:ind w:left="720"/>
      <w:contextualSpacing/>
    </w:pPr>
  </w:style>
  <w:style w:type="table" w:styleId="TableGrid">
    <w:name w:val="Table Grid"/>
    <w:basedOn w:val="TableNormal"/>
    <w:uiPriority w:val="99"/>
    <w:rsid w:val="00AA6C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F06459"/>
  </w:style>
  <w:style w:type="paragraph" w:customStyle="1" w:styleId="p13">
    <w:name w:val="p13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22168D"/>
    <w:rPr>
      <w:lang w:eastAsia="en-US"/>
    </w:rPr>
  </w:style>
  <w:style w:type="paragraph" w:styleId="FootnoteText">
    <w:name w:val="footnote text"/>
    <w:basedOn w:val="Normal"/>
    <w:link w:val="FootnoteTextChar"/>
    <w:uiPriority w:val="99"/>
    <w:rsid w:val="000F791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F7916"/>
    <w:rPr>
      <w:rFonts w:ascii="Times New Roman" w:hAnsi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736DEB"/>
  </w:style>
  <w:style w:type="paragraph" w:styleId="Footer">
    <w:name w:val="footer"/>
    <w:basedOn w:val="Normal"/>
    <w:link w:val="FooterChar"/>
    <w:uiPriority w:val="99"/>
    <w:rsid w:val="00346B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25E5C"/>
    <w:rPr>
      <w:lang w:eastAsia="en-US"/>
    </w:rPr>
  </w:style>
  <w:style w:type="character" w:styleId="PageNumber">
    <w:name w:val="page number"/>
    <w:basedOn w:val="DefaultParagraphFont"/>
    <w:uiPriority w:val="99"/>
    <w:rsid w:val="00346BB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46BB9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5E5C"/>
    <w:rPr>
      <w:rFonts w:ascii="Times New Roman" w:hAnsi="Times New Roman"/>
      <w:sz w:val="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7A264F"/>
    <w:pPr>
      <w:spacing w:after="0" w:line="240" w:lineRule="auto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A264F"/>
    <w:rPr>
      <w:rFonts w:ascii="Times New Roman" w:hAnsi="Times New Roman"/>
      <w:sz w:val="20"/>
    </w:rPr>
  </w:style>
  <w:style w:type="character" w:styleId="Hyperlink">
    <w:name w:val="Hyperlink"/>
    <w:basedOn w:val="DefaultParagraphFont"/>
    <w:uiPriority w:val="99"/>
    <w:rsid w:val="006B74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4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1357</TotalTime>
  <Pages>3</Pages>
  <Words>737</Words>
  <Characters>4204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puma</cp:lastModifiedBy>
  <cp:revision>52</cp:revision>
  <cp:lastPrinted>2018-06-20T07:34:00Z</cp:lastPrinted>
  <dcterms:created xsi:type="dcterms:W3CDTF">2017-03-31T12:04:00Z</dcterms:created>
  <dcterms:modified xsi:type="dcterms:W3CDTF">2018-06-20T07:37:00Z</dcterms:modified>
</cp:coreProperties>
</file>