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C7" w:rsidRDefault="00BA06C7" w:rsidP="00942DC9">
      <w:pPr>
        <w:pStyle w:val="BodyTextIndent"/>
        <w:shd w:val="clear" w:color="auto" w:fill="FFFFFF"/>
        <w:tabs>
          <w:tab w:val="left" w:pos="5529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</w:p>
    <w:p w:rsidR="00BA06C7" w:rsidRDefault="00BA06C7" w:rsidP="00942DC9">
      <w:pPr>
        <w:pStyle w:val="BodyTextIndent"/>
        <w:shd w:val="clear" w:color="auto" w:fill="FFFFFF"/>
        <w:tabs>
          <w:tab w:val="left" w:pos="5529"/>
        </w:tabs>
        <w:rPr>
          <w:i/>
          <w:sz w:val="16"/>
          <w:szCs w:val="16"/>
        </w:rPr>
      </w:pPr>
    </w:p>
    <w:p w:rsidR="00BA06C7" w:rsidRDefault="00BA06C7" w:rsidP="00942DC9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ФЕДЕРАЦИЯ</w:t>
      </w:r>
    </w:p>
    <w:p w:rsidR="00BA06C7" w:rsidRDefault="00BA06C7" w:rsidP="00942DC9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КРАЙ</w:t>
      </w:r>
    </w:p>
    <w:p w:rsidR="00BA06C7" w:rsidRPr="00AA58B8" w:rsidRDefault="00BA06C7" w:rsidP="00942DC9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</w:p>
    <w:p w:rsidR="00BA06C7" w:rsidRDefault="00BA06C7" w:rsidP="00942DC9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НОВОСЕЛОВСКИЙ</w:t>
      </w:r>
    </w:p>
    <w:p w:rsidR="00BA06C7" w:rsidRDefault="00BA06C7" w:rsidP="00942DC9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36"/>
        </w:rPr>
        <w:t>РАЙОННЫЙ СОВЕТ ДЕПУТАТОВ</w:t>
      </w:r>
    </w:p>
    <w:p w:rsidR="00BA06C7" w:rsidRPr="00AA58B8" w:rsidRDefault="00BA06C7" w:rsidP="00942DC9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</w:p>
    <w:p w:rsidR="00BA06C7" w:rsidRDefault="00BA06C7" w:rsidP="00942DC9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BA06C7" w:rsidRDefault="00BA06C7" w:rsidP="00942DC9">
      <w:pPr>
        <w:pStyle w:val="BodyTextIndent"/>
        <w:shd w:val="clear" w:color="auto" w:fill="FFFFFF"/>
        <w:rPr>
          <w:sz w:val="20"/>
        </w:rPr>
      </w:pPr>
    </w:p>
    <w:p w:rsidR="00BA06C7" w:rsidRDefault="00BA06C7" w:rsidP="00942DC9">
      <w:pPr>
        <w:pStyle w:val="BodyTextIndent"/>
        <w:shd w:val="clear" w:color="auto" w:fill="FFFFFF"/>
        <w:rPr>
          <w:sz w:val="20"/>
        </w:rPr>
      </w:pPr>
    </w:p>
    <w:p w:rsidR="00BA06C7" w:rsidRDefault="00BA06C7" w:rsidP="00942DC9">
      <w:pPr>
        <w:pStyle w:val="BodyTextIndent"/>
        <w:shd w:val="clear" w:color="auto" w:fill="FFFFFF"/>
        <w:rPr>
          <w:sz w:val="28"/>
        </w:rPr>
      </w:pPr>
      <w:r>
        <w:rPr>
          <w:sz w:val="28"/>
        </w:rPr>
        <w:t xml:space="preserve">23 октября 2018 года                  с. Новоселово                               № 49-272-67р                                                          </w:t>
      </w:r>
    </w:p>
    <w:p w:rsidR="00BA06C7" w:rsidRDefault="00BA06C7" w:rsidP="00942DC9">
      <w:pPr>
        <w:pStyle w:val="BodyTextIndent"/>
        <w:shd w:val="clear" w:color="auto" w:fill="FFFFFF"/>
        <w:rPr>
          <w:sz w:val="28"/>
        </w:rPr>
      </w:pPr>
    </w:p>
    <w:p w:rsidR="00BA06C7" w:rsidRDefault="00BA06C7" w:rsidP="00942DC9">
      <w:pPr>
        <w:jc w:val="both"/>
        <w:rPr>
          <w:b/>
          <w:sz w:val="28"/>
          <w:szCs w:val="28"/>
        </w:rPr>
      </w:pPr>
      <w:r w:rsidRPr="0052131B"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</w:tblGrid>
      <w:tr w:rsidR="00BA06C7" w:rsidRPr="001442DC" w:rsidTr="003D74BF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BA06C7" w:rsidRPr="001442DC" w:rsidRDefault="00BA06C7" w:rsidP="003D7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Положения о проведении аттестации лиц, замещающих должности муниципальной службы в аппарате Новоселовского районного Совета депутатов</w:t>
            </w:r>
          </w:p>
        </w:tc>
      </w:tr>
    </w:tbl>
    <w:p w:rsidR="00BA06C7" w:rsidRPr="00842CF9" w:rsidRDefault="00BA06C7" w:rsidP="00942DC9">
      <w:pPr>
        <w:jc w:val="both"/>
        <w:rPr>
          <w:sz w:val="32"/>
          <w:szCs w:val="32"/>
        </w:rPr>
      </w:pPr>
    </w:p>
    <w:p w:rsidR="00BA06C7" w:rsidRPr="00842CF9" w:rsidRDefault="00BA06C7" w:rsidP="00942DC9">
      <w:pPr>
        <w:ind w:firstLine="851"/>
        <w:jc w:val="both"/>
        <w:rPr>
          <w:sz w:val="28"/>
          <w:szCs w:val="28"/>
        </w:rPr>
      </w:pPr>
      <w:r w:rsidRPr="00842CF9">
        <w:rPr>
          <w:sz w:val="28"/>
          <w:szCs w:val="28"/>
        </w:rPr>
        <w:t>В соответствии со статьей 18 Федерального закона от 02.03.2007 № 25-ФЗ «О муниципальной службе в Российской Федерации»,</w:t>
      </w:r>
      <w:r>
        <w:rPr>
          <w:sz w:val="28"/>
          <w:szCs w:val="28"/>
        </w:rPr>
        <w:t xml:space="preserve"> </w:t>
      </w:r>
      <w:r w:rsidRPr="00842CF9">
        <w:rPr>
          <w:sz w:val="28"/>
          <w:szCs w:val="28"/>
        </w:rPr>
        <w:t>статьей 6 Закона Красноярского края от 24.04.2008 № 5-1565 «Об особенностях правового регулирования муниципальной службы в Красноярском крае», руководствуясь статьями 23, 27 Устава Новоселовского района,</w:t>
      </w:r>
    </w:p>
    <w:p w:rsidR="00BA06C7" w:rsidRDefault="00BA06C7" w:rsidP="00942DC9">
      <w:pPr>
        <w:jc w:val="both"/>
        <w:rPr>
          <w:sz w:val="28"/>
          <w:szCs w:val="28"/>
        </w:rPr>
      </w:pPr>
    </w:p>
    <w:p w:rsidR="00BA06C7" w:rsidRDefault="00BA06C7" w:rsidP="00942D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Новоселовский районный </w:t>
      </w:r>
      <w:r w:rsidRPr="00CC4597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</w:t>
      </w:r>
      <w:r w:rsidRPr="00CC4597">
        <w:rPr>
          <w:b/>
          <w:sz w:val="28"/>
          <w:szCs w:val="28"/>
        </w:rPr>
        <w:t xml:space="preserve"> РЕШИЛ:</w:t>
      </w:r>
    </w:p>
    <w:p w:rsidR="00BA06C7" w:rsidRDefault="00BA06C7" w:rsidP="00942DC9">
      <w:pPr>
        <w:jc w:val="center"/>
        <w:rPr>
          <w:b/>
          <w:sz w:val="28"/>
          <w:szCs w:val="28"/>
        </w:rPr>
      </w:pPr>
    </w:p>
    <w:p w:rsidR="00BA06C7" w:rsidRPr="00B25F73" w:rsidRDefault="00BA06C7" w:rsidP="00942DC9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B25F73">
        <w:rPr>
          <w:rFonts w:ascii="Times New Roman" w:hAnsi="Times New Roman"/>
          <w:sz w:val="28"/>
          <w:szCs w:val="28"/>
        </w:rPr>
        <w:t>1. Утвердить Положение о проведении аттестации лиц, замещающих должности муниципальной службы в аппарате Новоселовского районного Совета депутатов, со</w:t>
      </w:r>
      <w:r>
        <w:rPr>
          <w:rFonts w:ascii="Times New Roman" w:hAnsi="Times New Roman"/>
          <w:sz w:val="28"/>
          <w:szCs w:val="28"/>
        </w:rPr>
        <w:t>гласно приложению к настоящему р</w:t>
      </w:r>
      <w:r w:rsidRPr="00B25F73">
        <w:rPr>
          <w:rFonts w:ascii="Times New Roman" w:hAnsi="Times New Roman"/>
          <w:sz w:val="28"/>
          <w:szCs w:val="28"/>
        </w:rPr>
        <w:t>ешению.</w:t>
      </w:r>
    </w:p>
    <w:p w:rsidR="00BA06C7" w:rsidRPr="00B25F73" w:rsidRDefault="00BA06C7" w:rsidP="00942DC9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25F73">
        <w:rPr>
          <w:rFonts w:ascii="Times New Roman" w:hAnsi="Times New Roman"/>
          <w:sz w:val="28"/>
          <w:szCs w:val="28"/>
          <w:lang w:eastAsia="ru-RU"/>
        </w:rPr>
        <w:t>. Контроль за исполнением настоящего решения возложить на постоянную комиссию по социальной политике и развитию местного самоуправления (О.В. Горбунов).</w:t>
      </w:r>
    </w:p>
    <w:p w:rsidR="00BA06C7" w:rsidRPr="00B25F73" w:rsidRDefault="00BA06C7" w:rsidP="00942DC9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25F73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BA06C7" w:rsidRPr="00AA6C2C" w:rsidRDefault="00BA06C7" w:rsidP="00942DC9">
      <w:pPr>
        <w:jc w:val="both"/>
        <w:rPr>
          <w:sz w:val="28"/>
          <w:szCs w:val="28"/>
        </w:rPr>
      </w:pPr>
    </w:p>
    <w:p w:rsidR="00BA06C7" w:rsidRPr="00AA6C2C" w:rsidRDefault="00BA06C7" w:rsidP="00942DC9">
      <w:pPr>
        <w:rPr>
          <w:sz w:val="28"/>
          <w:szCs w:val="28"/>
        </w:rPr>
      </w:pPr>
      <w:r w:rsidRPr="00AA6C2C">
        <w:rPr>
          <w:sz w:val="28"/>
          <w:szCs w:val="28"/>
        </w:rPr>
        <w:t>Председатель Новоселовского                             Глава Новоселовского района</w:t>
      </w:r>
    </w:p>
    <w:p w:rsidR="00BA06C7" w:rsidRPr="00AA6C2C" w:rsidRDefault="00BA06C7" w:rsidP="00942DC9">
      <w:pPr>
        <w:rPr>
          <w:sz w:val="28"/>
          <w:szCs w:val="28"/>
        </w:rPr>
      </w:pPr>
      <w:r w:rsidRPr="00AA6C2C">
        <w:rPr>
          <w:sz w:val="28"/>
          <w:szCs w:val="28"/>
        </w:rPr>
        <w:t xml:space="preserve">районного Совета депутатов       </w:t>
      </w:r>
    </w:p>
    <w:p w:rsidR="00BA06C7" w:rsidRPr="00AA6C2C" w:rsidRDefault="00BA06C7" w:rsidP="00942DC9">
      <w:pPr>
        <w:rPr>
          <w:sz w:val="28"/>
          <w:szCs w:val="28"/>
        </w:rPr>
      </w:pPr>
      <w:r w:rsidRPr="00AA6C2C">
        <w:rPr>
          <w:sz w:val="28"/>
          <w:szCs w:val="28"/>
        </w:rPr>
        <w:t xml:space="preserve">                 </w:t>
      </w:r>
    </w:p>
    <w:p w:rsidR="00BA06C7" w:rsidRPr="00B25F73" w:rsidRDefault="00BA06C7" w:rsidP="00942DC9">
      <w:pPr>
        <w:rPr>
          <w:sz w:val="28"/>
          <w:szCs w:val="28"/>
        </w:rPr>
        <w:sectPr w:rsidR="00BA06C7" w:rsidRPr="00B25F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A6C2C">
        <w:rPr>
          <w:sz w:val="28"/>
          <w:szCs w:val="28"/>
        </w:rPr>
        <w:t xml:space="preserve">_____________Л.Ю. Толстикова                      </w:t>
      </w:r>
      <w:r>
        <w:rPr>
          <w:sz w:val="28"/>
          <w:szCs w:val="28"/>
        </w:rPr>
        <w:t xml:space="preserve">    _____________   А.В. Гергарт</w:t>
      </w: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2"/>
      </w:tblGrid>
      <w:tr w:rsidR="00BA06C7" w:rsidTr="0099694A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BA06C7" w:rsidRPr="0099694A" w:rsidRDefault="00BA06C7" w:rsidP="003D74BF">
            <w:r w:rsidRPr="0099694A">
              <w:rPr>
                <w:sz w:val="22"/>
                <w:szCs w:val="22"/>
              </w:rPr>
              <w:t xml:space="preserve">Приложение </w:t>
            </w:r>
          </w:p>
          <w:p w:rsidR="00BA06C7" w:rsidRPr="0099694A" w:rsidRDefault="00BA06C7" w:rsidP="003D74BF">
            <w:r w:rsidRPr="0099694A">
              <w:rPr>
                <w:sz w:val="22"/>
                <w:szCs w:val="22"/>
              </w:rPr>
              <w:t xml:space="preserve">к решению Новоселовского районного Совета депутатов от </w:t>
            </w:r>
            <w:r>
              <w:rPr>
                <w:sz w:val="22"/>
                <w:szCs w:val="22"/>
              </w:rPr>
              <w:t>23.10.</w:t>
            </w:r>
            <w:r w:rsidRPr="0099694A">
              <w:rPr>
                <w:sz w:val="22"/>
                <w:szCs w:val="22"/>
              </w:rPr>
              <w:t xml:space="preserve">2018 </w:t>
            </w:r>
            <w:r w:rsidRPr="00440457">
              <w:rPr>
                <w:sz w:val="22"/>
                <w:szCs w:val="22"/>
              </w:rPr>
              <w:t>№ 49-272-67р</w:t>
            </w:r>
          </w:p>
          <w:p w:rsidR="00BA06C7" w:rsidRPr="0099694A" w:rsidRDefault="00BA06C7"/>
        </w:tc>
      </w:tr>
    </w:tbl>
    <w:p w:rsidR="00BA06C7" w:rsidRDefault="00BA06C7">
      <w:pPr>
        <w:rPr>
          <w:sz w:val="28"/>
          <w:szCs w:val="28"/>
        </w:rPr>
      </w:pPr>
    </w:p>
    <w:p w:rsidR="00BA06C7" w:rsidRDefault="00BA06C7" w:rsidP="003D74BF">
      <w:pPr>
        <w:jc w:val="center"/>
        <w:rPr>
          <w:sz w:val="28"/>
          <w:szCs w:val="28"/>
        </w:rPr>
      </w:pPr>
    </w:p>
    <w:p w:rsidR="00BA06C7" w:rsidRPr="003D74BF" w:rsidRDefault="00BA06C7" w:rsidP="003D74BF">
      <w:pPr>
        <w:jc w:val="center"/>
        <w:rPr>
          <w:b/>
          <w:sz w:val="28"/>
          <w:szCs w:val="28"/>
        </w:rPr>
      </w:pPr>
      <w:r w:rsidRPr="003D74BF">
        <w:rPr>
          <w:b/>
          <w:sz w:val="28"/>
          <w:szCs w:val="28"/>
        </w:rPr>
        <w:t xml:space="preserve">Положение </w:t>
      </w:r>
    </w:p>
    <w:p w:rsidR="00BA06C7" w:rsidRDefault="00BA06C7" w:rsidP="003D74BF">
      <w:pPr>
        <w:jc w:val="center"/>
        <w:rPr>
          <w:b/>
          <w:sz w:val="28"/>
          <w:szCs w:val="28"/>
        </w:rPr>
      </w:pPr>
      <w:r w:rsidRPr="003D74BF">
        <w:rPr>
          <w:b/>
          <w:sz w:val="28"/>
          <w:szCs w:val="28"/>
        </w:rPr>
        <w:t>о проведении аттестации лиц, замещающих должности муниципальной службы в аппарате Новоселовского районного Совета депутатов</w:t>
      </w:r>
    </w:p>
    <w:p w:rsidR="00BA06C7" w:rsidRDefault="00BA06C7" w:rsidP="00C15F7D">
      <w:pPr>
        <w:ind w:firstLine="851"/>
        <w:jc w:val="both"/>
        <w:rPr>
          <w:sz w:val="28"/>
        </w:rPr>
      </w:pPr>
    </w:p>
    <w:p w:rsidR="00BA06C7" w:rsidRDefault="00BA06C7" w:rsidP="00C15F7D">
      <w:pPr>
        <w:ind w:firstLine="851"/>
        <w:jc w:val="center"/>
        <w:rPr>
          <w:sz w:val="28"/>
        </w:rPr>
      </w:pPr>
      <w:r>
        <w:rPr>
          <w:sz w:val="28"/>
        </w:rPr>
        <w:t>1. Общие положения</w:t>
      </w:r>
    </w:p>
    <w:p w:rsidR="00BA06C7" w:rsidRPr="00C15F7D" w:rsidRDefault="00BA06C7" w:rsidP="00C15F7D">
      <w:pPr>
        <w:ind w:firstLine="851"/>
        <w:jc w:val="center"/>
        <w:rPr>
          <w:sz w:val="28"/>
        </w:rPr>
      </w:pPr>
    </w:p>
    <w:p w:rsidR="00BA06C7" w:rsidRPr="00C15F7D" w:rsidRDefault="00BA06C7" w:rsidP="00C15F7D">
      <w:pPr>
        <w:ind w:firstLine="851"/>
        <w:jc w:val="both"/>
        <w:rPr>
          <w:sz w:val="28"/>
        </w:rPr>
      </w:pPr>
      <w:r w:rsidRPr="00C15F7D">
        <w:rPr>
          <w:sz w:val="28"/>
        </w:rPr>
        <w:t>1.1. Настоящим Положением определяется порядок проведения аттестации лиц, замещающих должности муниципальной службы в ап</w:t>
      </w:r>
      <w:r>
        <w:rPr>
          <w:sz w:val="28"/>
        </w:rPr>
        <w:t xml:space="preserve">парате Новоселовского районного </w:t>
      </w:r>
      <w:r w:rsidRPr="00C15F7D">
        <w:rPr>
          <w:sz w:val="28"/>
        </w:rPr>
        <w:t>Совета депутатов (далее - муниципальные служащие).</w:t>
      </w:r>
    </w:p>
    <w:p w:rsidR="00BA06C7" w:rsidRPr="00C15F7D" w:rsidRDefault="00BA06C7" w:rsidP="00C15F7D">
      <w:pPr>
        <w:ind w:firstLine="851"/>
        <w:jc w:val="both"/>
        <w:rPr>
          <w:sz w:val="28"/>
        </w:rPr>
      </w:pPr>
      <w:r w:rsidRPr="00C15F7D">
        <w:rPr>
          <w:sz w:val="28"/>
        </w:rPr>
        <w:t>1.2. Аттестация муниципального служащего проводится в целях определения соответствия муниципального служащего замещаемой должности муниципальной службы на основе оценки исполнения им должностных обязанностей, его профессиональной служебной деятельности за аттестационный период и уровня знаний законодательства применительно к профессиональной деятельности муниципального служащего.</w:t>
      </w:r>
    </w:p>
    <w:p w:rsidR="00BA06C7" w:rsidRPr="00C15F7D" w:rsidRDefault="00BA06C7" w:rsidP="00C15F7D">
      <w:pPr>
        <w:ind w:firstLine="851"/>
        <w:jc w:val="both"/>
        <w:rPr>
          <w:sz w:val="28"/>
        </w:rPr>
      </w:pPr>
      <w:r w:rsidRPr="00C15F7D">
        <w:rPr>
          <w:sz w:val="28"/>
        </w:rPr>
        <w:t>1.3. Аттестации не подлежат муниципальные служащие:</w:t>
      </w:r>
    </w:p>
    <w:p w:rsidR="00BA06C7" w:rsidRPr="00C15F7D" w:rsidRDefault="00BA06C7" w:rsidP="00C15F7D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Pr="00C15F7D">
        <w:rPr>
          <w:sz w:val="28"/>
        </w:rPr>
        <w:t>замещающие должности муниципальной службы менее одного года;</w:t>
      </w:r>
    </w:p>
    <w:p w:rsidR="00BA06C7" w:rsidRPr="00C15F7D" w:rsidRDefault="00BA06C7" w:rsidP="00C15F7D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Pr="00C15F7D">
        <w:rPr>
          <w:sz w:val="28"/>
        </w:rPr>
        <w:t>достигшие возраста 60 лет;</w:t>
      </w:r>
    </w:p>
    <w:p w:rsidR="00BA06C7" w:rsidRPr="00C15F7D" w:rsidRDefault="00BA06C7" w:rsidP="00C15F7D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Pr="00C15F7D">
        <w:rPr>
          <w:sz w:val="28"/>
        </w:rPr>
        <w:t>беременные женщины;</w:t>
      </w:r>
    </w:p>
    <w:p w:rsidR="00BA06C7" w:rsidRPr="00C15F7D" w:rsidRDefault="00BA06C7" w:rsidP="00C15F7D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Pr="00C15F7D">
        <w:rPr>
          <w:sz w:val="28"/>
        </w:rPr>
        <w:t>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BA06C7" w:rsidRPr="00C15F7D" w:rsidRDefault="00BA06C7" w:rsidP="00C15F7D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Pr="00C15F7D">
        <w:rPr>
          <w:sz w:val="28"/>
        </w:rPr>
        <w:t>замещающие должности муниципальной службы на основании срочного трудового договора (контракта).</w:t>
      </w:r>
    </w:p>
    <w:p w:rsidR="00BA06C7" w:rsidRPr="00C15F7D" w:rsidRDefault="00BA06C7" w:rsidP="00C15F7D">
      <w:pPr>
        <w:ind w:firstLine="851"/>
        <w:jc w:val="both"/>
        <w:rPr>
          <w:sz w:val="28"/>
        </w:rPr>
      </w:pPr>
      <w:r w:rsidRPr="00C15F7D">
        <w:rPr>
          <w:sz w:val="28"/>
        </w:rPr>
        <w:t>1.4. Аттестация муниципального служащего проводится один раз в три года.</w:t>
      </w:r>
    </w:p>
    <w:p w:rsidR="00BA06C7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06C7" w:rsidRDefault="00BA06C7" w:rsidP="00D91903">
      <w:pPr>
        <w:pStyle w:val="NoSpacing"/>
        <w:ind w:firstLine="851"/>
        <w:jc w:val="center"/>
        <w:rPr>
          <w:rFonts w:ascii="Times New Roman" w:hAnsi="Times New Roman"/>
          <w:sz w:val="28"/>
          <w:szCs w:val="28"/>
        </w:rPr>
      </w:pPr>
      <w:r w:rsidRPr="00D91903">
        <w:rPr>
          <w:rFonts w:ascii="Times New Roman" w:hAnsi="Times New Roman"/>
          <w:sz w:val="28"/>
          <w:szCs w:val="28"/>
        </w:rPr>
        <w:t>2. Организация проведения  аттестации</w:t>
      </w:r>
    </w:p>
    <w:p w:rsidR="00BA06C7" w:rsidRPr="00D91903" w:rsidRDefault="00BA06C7" w:rsidP="00D91903">
      <w:pPr>
        <w:pStyle w:val="NoSpacing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2.1. Аттестация муниципального служащего осуществляется аттестационной комиссией </w:t>
      </w:r>
      <w:r>
        <w:rPr>
          <w:rFonts w:ascii="Times New Roman" w:hAnsi="Times New Roman"/>
          <w:sz w:val="28"/>
          <w:szCs w:val="28"/>
        </w:rPr>
        <w:t>Новоселовского районного Совета депутатов (далее – аттестационная комиссия).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2.2. Для проведения аттестации </w:t>
      </w:r>
      <w:r>
        <w:rPr>
          <w:rFonts w:ascii="Times New Roman" w:hAnsi="Times New Roman"/>
          <w:sz w:val="28"/>
          <w:szCs w:val="28"/>
        </w:rPr>
        <w:t>председатель Совета депутатов издает распоряжение, содержащее</w:t>
      </w:r>
      <w:r w:rsidRPr="00E26D0A">
        <w:rPr>
          <w:rFonts w:ascii="Times New Roman" w:hAnsi="Times New Roman"/>
          <w:sz w:val="28"/>
          <w:szCs w:val="28"/>
        </w:rPr>
        <w:t xml:space="preserve"> положения: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 xml:space="preserve"> о формировании аттестационной комиссии;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>об утверждении графика проведения аттестации с указанием муниципальных служащих, подлежащих аттестации;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>о подготовке документов, необходимых для работы аттестационной комиссии;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>о подготовке перечня вопросов для тестирования и устного собеседования.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2.3. Аттестационная комиссия формируется </w:t>
      </w:r>
      <w:r>
        <w:rPr>
          <w:rFonts w:ascii="Times New Roman" w:hAnsi="Times New Roman"/>
          <w:sz w:val="28"/>
          <w:szCs w:val="28"/>
        </w:rPr>
        <w:t xml:space="preserve">распоряжением председателя Совета депутатов, в котором </w:t>
      </w:r>
      <w:r w:rsidRPr="00E26D0A">
        <w:rPr>
          <w:rFonts w:ascii="Times New Roman" w:hAnsi="Times New Roman"/>
          <w:sz w:val="28"/>
          <w:szCs w:val="28"/>
        </w:rPr>
        <w:t>определяются состав аттестационной комиссии и порядок ее работы.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В состав аттестационной комиссии включаются </w:t>
      </w: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  <w:r w:rsidRPr="00E26D0A">
        <w:rPr>
          <w:rFonts w:ascii="Times New Roman" w:hAnsi="Times New Roman"/>
          <w:sz w:val="28"/>
          <w:szCs w:val="28"/>
        </w:rPr>
        <w:t xml:space="preserve">и (или) уполномоченные им муниципальные служащие, </w:t>
      </w:r>
      <w:r>
        <w:rPr>
          <w:rFonts w:ascii="Times New Roman" w:hAnsi="Times New Roman"/>
          <w:sz w:val="28"/>
          <w:szCs w:val="28"/>
        </w:rPr>
        <w:t xml:space="preserve">депутаты Совета депутатов, </w:t>
      </w:r>
      <w:r w:rsidRPr="00E26D0A">
        <w:rPr>
          <w:rFonts w:ascii="Times New Roman" w:hAnsi="Times New Roman"/>
          <w:sz w:val="28"/>
          <w:szCs w:val="28"/>
        </w:rPr>
        <w:t>а также представители научных организаций, профессиональных образовательных организаций и организаций дополнительного профессионального и высшего образования, других организаций, в качестве независимых экспертов - специалисты по вопросам, связанным с муниципальной службой.</w:t>
      </w:r>
    </w:p>
    <w:p w:rsidR="00BA06C7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E26D0A">
        <w:rPr>
          <w:rFonts w:ascii="Times New Roman" w:hAnsi="Times New Roman"/>
          <w:sz w:val="28"/>
          <w:szCs w:val="28"/>
        </w:rPr>
        <w:t>ля работы в аттестационной комиссии</w:t>
      </w:r>
      <w:r>
        <w:rPr>
          <w:rFonts w:ascii="Times New Roman" w:hAnsi="Times New Roman"/>
          <w:sz w:val="28"/>
          <w:szCs w:val="28"/>
        </w:rPr>
        <w:t xml:space="preserve"> могут приглашаться муниципальные служащие </w:t>
      </w:r>
      <w:r w:rsidRPr="00E26D0A">
        <w:rPr>
          <w:rFonts w:ascii="Times New Roman" w:hAnsi="Times New Roman"/>
          <w:sz w:val="28"/>
          <w:szCs w:val="28"/>
        </w:rPr>
        <w:t>других органов местного самоуправления.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Количество членов аттестационной комиссии не может быть менее трех человек.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2.4.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В случае временного отсутствия (болезни, отпуска, командировки и других причин) председателя аттестационной комиссии полномочия председателя аттестационной комиссии осуществляет заместитель председателя аттестационной комиссии.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В случае временного отсутствия (болезни, отпуска, командировки и других причин) члена аттестационной комиссии, являющегося муниципальным служащим, его полномочия в составе аттестационной комиссии осуществляет лицо, исполняющее обязанности временно отсутствующего муниципального служащего.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2.5. График проведения аттестации утверждается </w:t>
      </w:r>
      <w:r>
        <w:rPr>
          <w:rFonts w:ascii="Times New Roman" w:hAnsi="Times New Roman"/>
          <w:sz w:val="28"/>
          <w:szCs w:val="28"/>
        </w:rPr>
        <w:t xml:space="preserve">председателем Совета депутатов </w:t>
      </w:r>
      <w:r w:rsidRPr="00E26D0A">
        <w:rPr>
          <w:rFonts w:ascii="Times New Roman" w:hAnsi="Times New Roman"/>
          <w:sz w:val="28"/>
          <w:szCs w:val="28"/>
        </w:rPr>
        <w:t>и доводится до сведения каждого аттестуемого муниципального служащего не менее чем за месяц до начала аттестации.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2.6. В графике проведения аттестации указываются: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>наименование структурного подразделения органа местного самоуправления, в котором проводится аттестация;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 xml:space="preserve"> список муниципальных служащих, подлежащих аттестации, с указанием замещаемых ими должностей муниципальной службы;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 xml:space="preserve"> дата, время и место проведения аттестации;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6D0A">
        <w:rPr>
          <w:rFonts w:ascii="Times New Roman" w:hAnsi="Times New Roman"/>
          <w:sz w:val="28"/>
          <w:szCs w:val="28"/>
        </w:rPr>
        <w:t>дата представления в аттестационную комиссию необходимых документов.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2.7. Не позднее, чем за две недели до начала проведения аттестации в аттестационную комиссию представляется </w:t>
      </w:r>
      <w:r>
        <w:rPr>
          <w:rFonts w:ascii="Times New Roman" w:hAnsi="Times New Roman"/>
          <w:sz w:val="28"/>
          <w:szCs w:val="28"/>
        </w:rPr>
        <w:t xml:space="preserve">отзыв </w:t>
      </w:r>
      <w:r w:rsidRPr="00E26D0A">
        <w:rPr>
          <w:rFonts w:ascii="Times New Roman" w:hAnsi="Times New Roman"/>
          <w:sz w:val="28"/>
          <w:szCs w:val="28"/>
        </w:rPr>
        <w:t>об исполнении подлежащим аттестации муниципальным служащим должностных обязанностей за аттестационный период, подписанный</w:t>
      </w:r>
      <w:r>
        <w:rPr>
          <w:rFonts w:ascii="Times New Roman" w:hAnsi="Times New Roman"/>
          <w:sz w:val="28"/>
          <w:szCs w:val="28"/>
        </w:rPr>
        <w:t xml:space="preserve"> и утвержденный председателем Совета депутатов (приложение № 1 к настоящему Положению)</w:t>
      </w:r>
      <w:r w:rsidRPr="00E26D0A">
        <w:rPr>
          <w:rFonts w:ascii="Times New Roman" w:hAnsi="Times New Roman"/>
          <w:sz w:val="28"/>
          <w:szCs w:val="28"/>
        </w:rPr>
        <w:t>, а также должностная инструкция по должности муниципальной службы, замещаемой аттестуемым муниципальным служащим.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2.8.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период.</w:t>
      </w:r>
    </w:p>
    <w:p w:rsidR="00BA06C7" w:rsidRPr="00E26D0A" w:rsidRDefault="00BA06C7" w:rsidP="00E26D0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>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BA06C7" w:rsidRPr="00A5310C" w:rsidRDefault="00BA06C7" w:rsidP="00A5310C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26D0A">
        <w:rPr>
          <w:rFonts w:ascii="Times New Roman" w:hAnsi="Times New Roman"/>
          <w:sz w:val="28"/>
          <w:szCs w:val="28"/>
        </w:rPr>
        <w:t xml:space="preserve">2.9. </w:t>
      </w:r>
      <w:r>
        <w:rPr>
          <w:rFonts w:ascii="Times New Roman" w:hAnsi="Times New Roman"/>
          <w:sz w:val="28"/>
          <w:szCs w:val="28"/>
        </w:rPr>
        <w:t xml:space="preserve">Аттестуемый муниципальный служащий, </w:t>
      </w:r>
      <w:r w:rsidRPr="00E26D0A">
        <w:rPr>
          <w:rFonts w:ascii="Times New Roman" w:hAnsi="Times New Roman"/>
          <w:sz w:val="28"/>
          <w:szCs w:val="28"/>
        </w:rPr>
        <w:t>не менее чем за неделю до нача</w:t>
      </w:r>
      <w:r>
        <w:rPr>
          <w:rFonts w:ascii="Times New Roman" w:hAnsi="Times New Roman"/>
          <w:sz w:val="28"/>
          <w:szCs w:val="28"/>
        </w:rPr>
        <w:t xml:space="preserve">ла проведения аттестации должен быть </w:t>
      </w:r>
      <w:r w:rsidRPr="00E26D0A">
        <w:rPr>
          <w:rFonts w:ascii="Times New Roman" w:hAnsi="Times New Roman"/>
          <w:sz w:val="28"/>
          <w:szCs w:val="28"/>
        </w:rPr>
        <w:t>ознаком</w:t>
      </w:r>
      <w:r>
        <w:rPr>
          <w:rFonts w:ascii="Times New Roman" w:hAnsi="Times New Roman"/>
          <w:sz w:val="28"/>
          <w:szCs w:val="28"/>
        </w:rPr>
        <w:t xml:space="preserve">лен </w:t>
      </w:r>
      <w:r w:rsidRPr="00E26D0A">
        <w:rPr>
          <w:rFonts w:ascii="Times New Roman" w:hAnsi="Times New Roman"/>
          <w:sz w:val="28"/>
          <w:szCs w:val="28"/>
        </w:rPr>
        <w:t xml:space="preserve"> с представленным отзывом об исполнении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деятельности за указанный период, а также заявление о своем несогласии с представленным отзывом или</w:t>
      </w:r>
      <w:r>
        <w:rPr>
          <w:rFonts w:ascii="Times New Roman" w:hAnsi="Times New Roman"/>
          <w:sz w:val="28"/>
          <w:szCs w:val="28"/>
        </w:rPr>
        <w:t xml:space="preserve"> пояснительную записку на отзыв.</w:t>
      </w:r>
    </w:p>
    <w:p w:rsidR="00BA06C7" w:rsidRPr="00A5310C" w:rsidRDefault="00BA06C7" w:rsidP="00A5310C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BA06C7" w:rsidRDefault="00BA06C7" w:rsidP="00A5310C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Проведение аттестации</w:t>
      </w:r>
    </w:p>
    <w:p w:rsidR="00BA06C7" w:rsidRPr="00A5310C" w:rsidRDefault="00BA06C7" w:rsidP="00A5310C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3.1. Аттестация может проводиться в форме устного собеседования аттестационной комиссии с аттестуемым муниципальным служащим, тестирования, иных методов оценки профессиональной деятельности муниципального служащего.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Устное собеседование с аттестационной комиссией заключается в ответах на предложенные вопросы о профессиональной деятельности.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Тестирование заключается в проверке знаний законодательства применительно к профессиональной деятельности муниципального служащего и осуществляется путем выбора муниципальным служащим верного ответа на предложенные вопросы из трех-четырех вариантов ответов.</w:t>
      </w:r>
    </w:p>
    <w:p w:rsidR="00BA06C7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3.2. Форму и методы проведения аттестации опр</w:t>
      </w:r>
      <w:r>
        <w:rPr>
          <w:rFonts w:ascii="Times New Roman" w:hAnsi="Times New Roman"/>
          <w:sz w:val="28"/>
          <w:szCs w:val="28"/>
        </w:rPr>
        <w:t>еделяет аттестационная комиссия.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Количество и содержание вопросов для устного собеседования, тестирования, критерии успешного прохождения тестирования разрабатываются аттестационной комиссией с учетом группы, категории должности муниципальной службы, а также должностных обязанностей по данной должности.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Муниципальный служащий не позднее</w:t>
      </w:r>
      <w:r>
        <w:rPr>
          <w:rFonts w:ascii="Times New Roman" w:hAnsi="Times New Roman"/>
          <w:sz w:val="28"/>
          <w:szCs w:val="28"/>
        </w:rPr>
        <w:t>,</w:t>
      </w:r>
      <w:r w:rsidRPr="00A5310C">
        <w:rPr>
          <w:rFonts w:ascii="Times New Roman" w:hAnsi="Times New Roman"/>
          <w:sz w:val="28"/>
          <w:szCs w:val="28"/>
        </w:rPr>
        <w:t xml:space="preserve"> чем за две недели до начала проведения аттестации должен быть ознакомлен с вопросами тестирования, темами устного собеседования.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310C">
        <w:rPr>
          <w:rFonts w:ascii="Times New Roman" w:hAnsi="Times New Roman"/>
          <w:sz w:val="28"/>
          <w:szCs w:val="28"/>
        </w:rPr>
        <w:t xml:space="preserve">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указанной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</w:t>
      </w:r>
      <w:r w:rsidRPr="007D1CA0">
        <w:rPr>
          <w:rFonts w:ascii="Times New Roman" w:hAnsi="Times New Roman"/>
          <w:sz w:val="28"/>
          <w:szCs w:val="28"/>
        </w:rPr>
        <w:t>законодательством</w:t>
      </w:r>
      <w:r w:rsidRPr="00A5310C">
        <w:rPr>
          <w:rFonts w:ascii="Times New Roman" w:hAnsi="Times New Roman"/>
          <w:sz w:val="28"/>
          <w:szCs w:val="28"/>
        </w:rPr>
        <w:t xml:space="preserve"> Российской Федерации о муниципальной службе и </w:t>
      </w:r>
      <w:r w:rsidRPr="007D1CA0">
        <w:rPr>
          <w:rFonts w:ascii="Times New Roman" w:hAnsi="Times New Roman"/>
          <w:sz w:val="28"/>
          <w:szCs w:val="28"/>
        </w:rPr>
        <w:t>трудовым законодательством</w:t>
      </w:r>
      <w:r w:rsidRPr="00A5310C">
        <w:rPr>
          <w:rFonts w:ascii="Times New Roman" w:hAnsi="Times New Roman"/>
          <w:sz w:val="28"/>
          <w:szCs w:val="28"/>
        </w:rPr>
        <w:t>, а аттестация переносится на более поздний срок.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3.4. Аттестационная комиссия рассматривает представленные документы, итоги тестирования, заслушивает сообщения аттестуемого муниципального служащего, а в случае необходимости - его непосредственного руководителя о профессиональной деятельности муниципального служащего.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деятельности за аттестационный период и при наличии его заявления о несогласии с представленным отзывом аттестационная комиссия вправе перенести аттестацию на следующее заседание комиссии.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3.5. Обсуждение профессиональных качеств муниципального служащего применительно к его профессиональной деятельности должно быть объективным и доброжелательным.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3.6. Профессиональная деятельность муниципального служащего оценивается на основе: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определения соответствия муниципального служащего квалификационным требованиям по замещаемой должности муниципальной службы;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участия муниципального служащего в обеспечении деятельности Совета</w:t>
      </w:r>
      <w:r>
        <w:rPr>
          <w:rFonts w:ascii="Times New Roman" w:hAnsi="Times New Roman"/>
          <w:sz w:val="28"/>
          <w:szCs w:val="28"/>
        </w:rPr>
        <w:t xml:space="preserve"> депутатов</w:t>
      </w:r>
      <w:r w:rsidRPr="00A5310C">
        <w:rPr>
          <w:rFonts w:ascii="Times New Roman" w:hAnsi="Times New Roman"/>
          <w:sz w:val="28"/>
          <w:szCs w:val="28"/>
        </w:rPr>
        <w:t>, сложности выполняемой муниципальным служащим работы, ее эффективности и результативности.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3.7. При оценке профессиональной деятельности муниципального служащего должны учитываться: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результаты исполнения муниципальным служащим должностной инструкции;</w:t>
      </w:r>
    </w:p>
    <w:p w:rsidR="00BA06C7" w:rsidRDefault="00BA06C7" w:rsidP="00E56C55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уровень знаний, умений, навыков и компетенции, в том числе в области информационных технологий и государственного языка Российской Федерации, необходимые для исполнения должностных обязанностей, и опыт работы муниципального служащего;</w:t>
      </w:r>
    </w:p>
    <w:p w:rsidR="00BA06C7" w:rsidRPr="00A5310C" w:rsidRDefault="00BA06C7" w:rsidP="00E56C55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 xml:space="preserve">соблюдение муниципальным служащим установленных </w:t>
      </w:r>
      <w:r w:rsidRPr="00E56C55">
        <w:rPr>
          <w:rFonts w:ascii="Times New Roman" w:hAnsi="Times New Roman"/>
          <w:sz w:val="28"/>
          <w:szCs w:val="28"/>
        </w:rPr>
        <w:t>законодательством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310C">
        <w:rPr>
          <w:rFonts w:ascii="Times New Roman" w:hAnsi="Times New Roman"/>
          <w:sz w:val="28"/>
          <w:szCs w:val="28"/>
        </w:rPr>
        <w:t>Российской Федерации ограничений, связанных с муниципальной службой;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 xml:space="preserve">отсутствие нарушений запретов и выполнение основных обязанностей, установленных </w:t>
      </w:r>
      <w:r w:rsidRPr="00E56C55">
        <w:rPr>
          <w:rFonts w:ascii="Times New Roman" w:hAnsi="Times New Roman"/>
          <w:sz w:val="28"/>
          <w:szCs w:val="28"/>
        </w:rPr>
        <w:t>законодательством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310C">
        <w:rPr>
          <w:rFonts w:ascii="Times New Roman" w:hAnsi="Times New Roman"/>
          <w:sz w:val="28"/>
          <w:szCs w:val="28"/>
        </w:rPr>
        <w:t>Российской Федерации о муниципальной службе;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организаторские способности - при аттестации муниципального служащего, наделенного организационно-распорядительными полномочиями по отношению к другим муниципальным служащим.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3.8. Заседание аттестационной комиссии считается правомочным, если на нем присутствует не менее двух третей ее членов.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Присутствие председателя аттестационной комиссии или его заместителя является обязательным.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Секретарь аттестационной комиссии ведет протокол заседания аттестационной комиссии, в котором фиксирует ее решения, рекомендации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3.9. Решение аттестационной комиссии принимается в отсутствие аттестуемого муниципального служащего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3.10. По результатам аттестации муниципального служащего аттестационная комиссия выносит одно из следующих решений: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муниципальный служащий соответствует замещаемой должности муниципальной службы;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муниципальный служащий не соответствует замещаемой должности муниципальной службы.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3.11. Аттестационная комиссия может давать рекомендации: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 xml:space="preserve">председателю Совета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r w:rsidRPr="00A5310C">
        <w:rPr>
          <w:rFonts w:ascii="Times New Roman" w:hAnsi="Times New Roman"/>
          <w:sz w:val="28"/>
          <w:szCs w:val="28"/>
        </w:rPr>
        <w:t>- о поощрении муниципального служащего за достигнутые успехи в профессиональной деятельности, о повышении или понижении в должности, об изменении размеров надбавок к должностному окладу за особые условия муниципальной службы, о включении муниципального служащего в к</w:t>
      </w:r>
      <w:r>
        <w:rPr>
          <w:rFonts w:ascii="Times New Roman" w:hAnsi="Times New Roman"/>
          <w:sz w:val="28"/>
          <w:szCs w:val="28"/>
        </w:rPr>
        <w:t>адровый резерв</w:t>
      </w:r>
      <w:r w:rsidRPr="00A5310C">
        <w:rPr>
          <w:rFonts w:ascii="Times New Roman" w:hAnsi="Times New Roman"/>
          <w:sz w:val="28"/>
          <w:szCs w:val="28"/>
        </w:rPr>
        <w:t>, о направлении муниципального служащего для получения дополнительного профессионального образования;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A5310C">
        <w:rPr>
          <w:rFonts w:ascii="Times New Roman" w:hAnsi="Times New Roman"/>
          <w:sz w:val="28"/>
          <w:szCs w:val="28"/>
        </w:rPr>
        <w:t>аттестуемому муниципальному служащему - об улучшении его профессиональной деятельности.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При этом в протоколе заседания аттестационной комиссии указываются мотивы, побудившие комиссию дать соответствующие рекомендации.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 xml:space="preserve">3.12. Результаты аттестации заносятся в </w:t>
      </w:r>
      <w:r w:rsidRPr="00644BEE">
        <w:rPr>
          <w:rFonts w:ascii="Times New Roman" w:hAnsi="Times New Roman"/>
          <w:sz w:val="28"/>
          <w:szCs w:val="28"/>
        </w:rPr>
        <w:t>аттестационный 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310C">
        <w:rPr>
          <w:rFonts w:ascii="Times New Roman" w:hAnsi="Times New Roman"/>
          <w:sz w:val="28"/>
          <w:szCs w:val="28"/>
        </w:rPr>
        <w:t xml:space="preserve">муниципального служащего, составленный по форме согласно приложению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A5310C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к настоящему Положению.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Муниципальный служащий знакомится с аттестационным листом и ставит в нем личную подпись.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Аттестационный лист муниципального служащего и отзыв об исполнении им должностных обязанностей за аттестационный период хранятся в личном деле муниципального служащего.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3.13. Результаты аттестации (решение и рекомендации аттестационной ко</w:t>
      </w:r>
      <w:r>
        <w:rPr>
          <w:rFonts w:ascii="Times New Roman" w:hAnsi="Times New Roman"/>
          <w:sz w:val="28"/>
          <w:szCs w:val="28"/>
        </w:rPr>
        <w:t>миссии) сообщаются муниципальному служащему</w:t>
      </w:r>
      <w:r w:rsidRPr="00A5310C">
        <w:rPr>
          <w:rFonts w:ascii="Times New Roman" w:hAnsi="Times New Roman"/>
          <w:sz w:val="28"/>
          <w:szCs w:val="28"/>
        </w:rPr>
        <w:t xml:space="preserve"> непосредственно после подведения итогов голосования.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3.14. По результатам про</w:t>
      </w:r>
      <w:r>
        <w:rPr>
          <w:rFonts w:ascii="Times New Roman" w:hAnsi="Times New Roman"/>
          <w:sz w:val="28"/>
          <w:szCs w:val="28"/>
        </w:rPr>
        <w:t xml:space="preserve">ведения аттестации председатель </w:t>
      </w:r>
      <w:r w:rsidRPr="00A5310C">
        <w:rPr>
          <w:rFonts w:ascii="Times New Roman" w:hAnsi="Times New Roman"/>
          <w:sz w:val="28"/>
          <w:szCs w:val="28"/>
        </w:rPr>
        <w:t xml:space="preserve">Совета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r w:rsidRPr="00A5310C">
        <w:rPr>
          <w:rFonts w:ascii="Times New Roman" w:hAnsi="Times New Roman"/>
          <w:sz w:val="28"/>
          <w:szCs w:val="28"/>
        </w:rPr>
        <w:t>может принимать решение: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A5310C">
        <w:rPr>
          <w:rFonts w:ascii="Times New Roman" w:hAnsi="Times New Roman"/>
          <w:sz w:val="28"/>
          <w:szCs w:val="28"/>
        </w:rPr>
        <w:t>о включении муниципального служащего в кадровый резерв для замещения вакантной должности муниципальной службы в порядке должностного роста;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 направлении муниципального служащего для получения дополнительного профессионального образования;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 поощрении муниципального служащего за достигнутые успехи в профессиональной деятельности;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об изменении размера надбавки к должностному окладу за особые условия муниципальной службы;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310C">
        <w:rPr>
          <w:rFonts w:ascii="Times New Roman" w:hAnsi="Times New Roman"/>
          <w:sz w:val="28"/>
          <w:szCs w:val="28"/>
        </w:rPr>
        <w:t>о понижении муниципального служащего в должности муниципальной службы.</w:t>
      </w:r>
    </w:p>
    <w:p w:rsidR="00BA06C7" w:rsidRPr="00A5310C" w:rsidRDefault="00BA06C7" w:rsidP="00701E4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 xml:space="preserve">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председатель Совета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r w:rsidRPr="00A5310C">
        <w:rPr>
          <w:rFonts w:ascii="Times New Roman" w:hAnsi="Times New Roman"/>
          <w:sz w:val="28"/>
          <w:szCs w:val="28"/>
        </w:rPr>
        <w:t>может в срок не более одного месяца со дня проведения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 Время болезни и ежегодного оплачиваемого отпуска муниципального служащего в указанный срок не засчитывается.</w:t>
      </w:r>
    </w:p>
    <w:p w:rsidR="00BA06C7" w:rsidRPr="0034211E" w:rsidRDefault="00BA06C7" w:rsidP="0034211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5310C">
        <w:rPr>
          <w:rFonts w:ascii="Times New Roman" w:hAnsi="Times New Roman"/>
          <w:sz w:val="28"/>
          <w:szCs w:val="28"/>
        </w:rPr>
        <w:t>3.15. Муниципальный служащий вправе обжаловать результаты аттестации в суд в соответствии с законодательством Рос</w:t>
      </w:r>
      <w:r>
        <w:rPr>
          <w:rFonts w:ascii="Times New Roman" w:hAnsi="Times New Roman"/>
          <w:sz w:val="28"/>
          <w:szCs w:val="28"/>
        </w:rPr>
        <w:t>сийской Федерации.</w:t>
      </w:r>
    </w:p>
    <w:p w:rsidR="00BA06C7" w:rsidRDefault="00BA06C7" w:rsidP="00701E4E">
      <w:pPr>
        <w:ind w:firstLine="851"/>
        <w:jc w:val="both"/>
        <w:rPr>
          <w:sz w:val="28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4"/>
      </w:tblGrid>
      <w:tr w:rsidR="00BA06C7" w:rsidTr="0099694A"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BA06C7" w:rsidRPr="0099694A" w:rsidRDefault="00BA06C7" w:rsidP="0099694A">
            <w:pPr>
              <w:jc w:val="both"/>
            </w:pPr>
            <w:r w:rsidRPr="0099694A">
              <w:rPr>
                <w:sz w:val="22"/>
                <w:szCs w:val="22"/>
              </w:rPr>
              <w:t>Приложение</w:t>
            </w:r>
            <w:r>
              <w:rPr>
                <w:sz w:val="22"/>
                <w:szCs w:val="22"/>
              </w:rPr>
              <w:t xml:space="preserve"> № 1</w:t>
            </w:r>
          </w:p>
          <w:p w:rsidR="00BA06C7" w:rsidRPr="005C2E88" w:rsidRDefault="00BA06C7" w:rsidP="005C2E88">
            <w:pPr>
              <w:jc w:val="both"/>
              <w:rPr>
                <w:sz w:val="22"/>
                <w:szCs w:val="22"/>
              </w:rPr>
            </w:pPr>
            <w:r w:rsidRPr="0099694A">
              <w:rPr>
                <w:sz w:val="22"/>
                <w:szCs w:val="22"/>
              </w:rPr>
              <w:t xml:space="preserve">к </w:t>
            </w:r>
            <w:r w:rsidRPr="005C2E88">
              <w:rPr>
                <w:sz w:val="22"/>
                <w:szCs w:val="22"/>
              </w:rPr>
              <w:t>Положению о проведении аттестации лиц, замещающих должности муниципальной службы в аппарате</w:t>
            </w:r>
            <w:r>
              <w:rPr>
                <w:sz w:val="22"/>
                <w:szCs w:val="22"/>
              </w:rPr>
              <w:t xml:space="preserve"> </w:t>
            </w:r>
            <w:r w:rsidRPr="005C2E88">
              <w:rPr>
                <w:sz w:val="22"/>
                <w:szCs w:val="22"/>
              </w:rPr>
              <w:t>Новоселовского районного Совета депутатов</w:t>
            </w:r>
          </w:p>
          <w:p w:rsidR="00BA06C7" w:rsidRPr="0099694A" w:rsidRDefault="00BA06C7" w:rsidP="005C2E88">
            <w:pPr>
              <w:jc w:val="both"/>
            </w:pPr>
          </w:p>
          <w:p w:rsidR="00BA06C7" w:rsidRPr="0099694A" w:rsidRDefault="00BA06C7" w:rsidP="00440457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BA06C7" w:rsidRDefault="00BA06C7" w:rsidP="00701E4E">
      <w:pPr>
        <w:ind w:firstLine="851"/>
        <w:jc w:val="both"/>
        <w:rPr>
          <w:sz w:val="28"/>
        </w:rPr>
      </w:pPr>
    </w:p>
    <w:p w:rsidR="00BA06C7" w:rsidRDefault="00BA06C7" w:rsidP="00701E4E">
      <w:pPr>
        <w:ind w:firstLine="851"/>
        <w:jc w:val="both"/>
        <w:rPr>
          <w:sz w:val="28"/>
        </w:rPr>
      </w:pPr>
    </w:p>
    <w:p w:rsidR="00BA06C7" w:rsidRPr="00ED564B" w:rsidRDefault="00BA06C7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A06C7" w:rsidRPr="00ED564B" w:rsidRDefault="00BA06C7" w:rsidP="00ED564B">
      <w:pPr>
        <w:pStyle w:val="NoSpacing"/>
        <w:jc w:val="center"/>
        <w:rPr>
          <w:rFonts w:ascii="Times New Roman" w:hAnsi="Times New Roman"/>
          <w:sz w:val="28"/>
          <w:szCs w:val="28"/>
        </w:rPr>
      </w:pPr>
      <w:bookmarkStart w:id="0" w:name="P114"/>
      <w:bookmarkEnd w:id="0"/>
      <w:r w:rsidRPr="00ED564B">
        <w:rPr>
          <w:rFonts w:ascii="Times New Roman" w:hAnsi="Times New Roman"/>
          <w:sz w:val="28"/>
          <w:szCs w:val="28"/>
        </w:rPr>
        <w:t>Отзыв</w:t>
      </w:r>
    </w:p>
    <w:p w:rsidR="00BA06C7" w:rsidRDefault="00BA06C7" w:rsidP="00ED564B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об исполнении муниципальным служащим</w:t>
      </w:r>
    </w:p>
    <w:p w:rsidR="00BA06C7" w:rsidRDefault="00BA06C7" w:rsidP="00ED564B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 xml:space="preserve"> должностных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64B">
        <w:rPr>
          <w:rFonts w:ascii="Times New Roman" w:hAnsi="Times New Roman"/>
          <w:sz w:val="28"/>
          <w:szCs w:val="28"/>
        </w:rPr>
        <w:t xml:space="preserve">обязанностей за аттестационный период </w:t>
      </w:r>
    </w:p>
    <w:p w:rsidR="00BA06C7" w:rsidRPr="00ED564B" w:rsidRDefault="00BA06C7" w:rsidP="00ED564B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(ФИО, замещаемая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64B">
        <w:rPr>
          <w:rFonts w:ascii="Times New Roman" w:hAnsi="Times New Roman"/>
          <w:sz w:val="28"/>
          <w:szCs w:val="28"/>
        </w:rPr>
        <w:t>должность)</w:t>
      </w:r>
    </w:p>
    <w:p w:rsidR="00BA06C7" w:rsidRPr="00ED564B" w:rsidRDefault="00BA06C7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A06C7" w:rsidRPr="00ED564B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Отзыв состоит из трех разделов и вывода.</w:t>
      </w:r>
    </w:p>
    <w:p w:rsidR="00BA06C7" w:rsidRPr="00ED564B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В разделе 1 необходимо охарактеризовать вклад служащего в деятельность</w:t>
      </w:r>
      <w:r>
        <w:rPr>
          <w:rFonts w:ascii="Times New Roman" w:hAnsi="Times New Roman"/>
          <w:sz w:val="28"/>
          <w:szCs w:val="28"/>
        </w:rPr>
        <w:t xml:space="preserve"> Совета депутатов</w:t>
      </w:r>
      <w:r w:rsidRPr="00ED564B">
        <w:rPr>
          <w:rFonts w:ascii="Times New Roman" w:hAnsi="Times New Roman"/>
          <w:sz w:val="28"/>
          <w:szCs w:val="28"/>
        </w:rPr>
        <w:t>, оценить степень участия служащего в решении поставленных перед ним задач, т.е. отразить основные вопросы (проблемы, задачи), в решении которых служащий принимал участие.</w:t>
      </w:r>
    </w:p>
    <w:p w:rsidR="00BA06C7" w:rsidRPr="00ED564B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 xml:space="preserve">В разделе 2 указываются те должностные обязанности, с которыми служащий справляется лучше всего, и те, которые ему менее удаются, рекомендации </w:t>
      </w:r>
      <w:r>
        <w:rPr>
          <w:rFonts w:ascii="Times New Roman" w:hAnsi="Times New Roman"/>
          <w:sz w:val="28"/>
          <w:szCs w:val="28"/>
        </w:rPr>
        <w:t>председателя Совета депутатов.</w:t>
      </w:r>
    </w:p>
    <w:p w:rsidR="00BA06C7" w:rsidRPr="00ED564B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В разделе 3 необходимо охарактеризовать профессиональные и личностные качества служащего применительно к профессиональной деятельности муниципального служащего.</w:t>
      </w:r>
    </w:p>
    <w:p w:rsidR="00BA06C7" w:rsidRPr="00ED564B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06C7" w:rsidRPr="00ED564B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 xml:space="preserve">Вывод: предложение </w:t>
      </w:r>
      <w:r>
        <w:rPr>
          <w:rFonts w:ascii="Times New Roman" w:hAnsi="Times New Roman"/>
          <w:sz w:val="28"/>
          <w:szCs w:val="28"/>
        </w:rPr>
        <w:t xml:space="preserve">председателя Совета депутатов о соответствии либо несоответствии </w:t>
      </w:r>
      <w:r w:rsidRPr="00ED564B">
        <w:rPr>
          <w:rFonts w:ascii="Times New Roman" w:hAnsi="Times New Roman"/>
          <w:sz w:val="28"/>
          <w:szCs w:val="28"/>
        </w:rPr>
        <w:t>муниципального служащего замещаемой должности муниципальной службы.</w:t>
      </w:r>
    </w:p>
    <w:p w:rsidR="00BA06C7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06C7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06C7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06C7" w:rsidRPr="00ED564B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06C7" w:rsidRPr="00ED564B" w:rsidRDefault="00BA06C7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</w:t>
      </w:r>
      <w:r w:rsidRPr="00ED564B">
        <w:rPr>
          <w:rFonts w:ascii="Times New Roman" w:hAnsi="Times New Roman"/>
          <w:sz w:val="28"/>
          <w:szCs w:val="28"/>
        </w:rPr>
        <w:t>__________ _____________________</w:t>
      </w:r>
    </w:p>
    <w:p w:rsidR="00BA06C7" w:rsidRPr="00ED564B" w:rsidRDefault="00BA06C7" w:rsidP="00ED564B">
      <w:pPr>
        <w:pStyle w:val="NoSpacing"/>
        <w:jc w:val="both"/>
        <w:rPr>
          <w:rFonts w:ascii="Times New Roman" w:hAnsi="Times New Roman"/>
          <w:sz w:val="20"/>
          <w:szCs w:val="20"/>
        </w:rPr>
      </w:pPr>
      <w:r w:rsidRPr="00ED564B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ED564B">
        <w:rPr>
          <w:rFonts w:ascii="Times New Roman" w:hAnsi="Times New Roman"/>
          <w:sz w:val="28"/>
          <w:szCs w:val="28"/>
        </w:rPr>
        <w:t xml:space="preserve"> </w:t>
      </w:r>
      <w:r w:rsidRPr="00ED564B">
        <w:rPr>
          <w:rFonts w:ascii="Times New Roman" w:hAnsi="Times New Roman"/>
          <w:sz w:val="20"/>
          <w:szCs w:val="20"/>
        </w:rPr>
        <w:t xml:space="preserve">(подпись)      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Pr="00ED564B">
        <w:rPr>
          <w:rFonts w:ascii="Times New Roman" w:hAnsi="Times New Roman"/>
          <w:sz w:val="20"/>
          <w:szCs w:val="20"/>
        </w:rPr>
        <w:t>(расшифровка подписи)</w:t>
      </w:r>
    </w:p>
    <w:p w:rsidR="00BA06C7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06C7" w:rsidRPr="00ED564B" w:rsidRDefault="00BA06C7" w:rsidP="00ED564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06C7" w:rsidRPr="00ED564B" w:rsidRDefault="00BA06C7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>С отзывом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64B">
        <w:rPr>
          <w:rFonts w:ascii="Times New Roman" w:hAnsi="Times New Roman"/>
          <w:sz w:val="28"/>
          <w:szCs w:val="28"/>
        </w:rPr>
        <w:t>ознакомлен (а)</w:t>
      </w:r>
    </w:p>
    <w:p w:rsidR="00BA06C7" w:rsidRDefault="00BA06C7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A06C7" w:rsidRPr="00ED564B" w:rsidRDefault="00BA06C7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 xml:space="preserve">"__" </w:t>
      </w:r>
      <w:r>
        <w:rPr>
          <w:rFonts w:ascii="Times New Roman" w:hAnsi="Times New Roman"/>
          <w:sz w:val="28"/>
          <w:szCs w:val="28"/>
        </w:rPr>
        <w:t>________ 20_</w:t>
      </w:r>
      <w:r w:rsidRPr="00ED564B">
        <w:rPr>
          <w:rFonts w:ascii="Times New Roman" w:hAnsi="Times New Roman"/>
          <w:sz w:val="28"/>
          <w:szCs w:val="28"/>
        </w:rPr>
        <w:t xml:space="preserve">_ г.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D564B">
        <w:rPr>
          <w:rFonts w:ascii="Times New Roman" w:hAnsi="Times New Roman"/>
          <w:sz w:val="28"/>
          <w:szCs w:val="28"/>
        </w:rPr>
        <w:t xml:space="preserve"> __________ 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BA06C7" w:rsidRPr="00ED564B" w:rsidRDefault="00BA06C7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D564B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ED564B">
        <w:rPr>
          <w:rFonts w:ascii="Times New Roman" w:hAnsi="Times New Roman"/>
          <w:sz w:val="20"/>
          <w:szCs w:val="20"/>
        </w:rPr>
        <w:t xml:space="preserve">(подпись)      </w:t>
      </w: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ED564B">
        <w:rPr>
          <w:rFonts w:ascii="Times New Roman" w:hAnsi="Times New Roman"/>
          <w:sz w:val="20"/>
          <w:szCs w:val="20"/>
        </w:rPr>
        <w:t>(расшифровка подписи)</w:t>
      </w:r>
    </w:p>
    <w:p w:rsidR="00BA06C7" w:rsidRPr="00ED564B" w:rsidRDefault="00BA06C7" w:rsidP="00ED564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A06C7" w:rsidRPr="00ED564B" w:rsidRDefault="00BA06C7" w:rsidP="00ED564B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BA06C7" w:rsidRDefault="00BA06C7" w:rsidP="00ED564B">
      <w:pPr>
        <w:ind w:firstLine="851"/>
        <w:jc w:val="both"/>
        <w:rPr>
          <w:sz w:val="28"/>
        </w:rPr>
      </w:pPr>
    </w:p>
    <w:p w:rsidR="00BA06C7" w:rsidRDefault="00BA06C7" w:rsidP="0034211E">
      <w:pPr>
        <w:ind w:firstLine="851"/>
        <w:jc w:val="both"/>
        <w:rPr>
          <w:sz w:val="28"/>
        </w:rPr>
      </w:pPr>
    </w:p>
    <w:p w:rsidR="00BA06C7" w:rsidRDefault="00BA06C7" w:rsidP="0034211E">
      <w:pPr>
        <w:ind w:firstLine="851"/>
        <w:jc w:val="both"/>
        <w:rPr>
          <w:sz w:val="28"/>
        </w:rPr>
      </w:pPr>
    </w:p>
    <w:p w:rsidR="00BA06C7" w:rsidRDefault="00BA06C7" w:rsidP="0034211E">
      <w:pPr>
        <w:ind w:firstLine="851"/>
        <w:jc w:val="both"/>
        <w:rPr>
          <w:sz w:val="28"/>
        </w:rPr>
      </w:pPr>
    </w:p>
    <w:p w:rsidR="00BA06C7" w:rsidRDefault="00BA06C7" w:rsidP="0034211E">
      <w:pPr>
        <w:ind w:firstLine="851"/>
        <w:jc w:val="both"/>
        <w:rPr>
          <w:sz w:val="28"/>
        </w:rPr>
      </w:pPr>
    </w:p>
    <w:p w:rsidR="00BA06C7" w:rsidRDefault="00BA06C7" w:rsidP="0034211E">
      <w:pPr>
        <w:ind w:firstLine="851"/>
        <w:jc w:val="both"/>
        <w:rPr>
          <w:sz w:val="28"/>
        </w:rPr>
      </w:pPr>
    </w:p>
    <w:tbl>
      <w:tblPr>
        <w:tblW w:w="5670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0"/>
      </w:tblGrid>
      <w:tr w:rsidR="00BA06C7" w:rsidTr="0099694A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A06C7" w:rsidRPr="0099694A" w:rsidRDefault="00BA06C7" w:rsidP="0099694A">
            <w:pPr>
              <w:jc w:val="both"/>
            </w:pPr>
            <w:r w:rsidRPr="0099694A">
              <w:rPr>
                <w:sz w:val="22"/>
                <w:szCs w:val="22"/>
              </w:rPr>
              <w:t>Приложение</w:t>
            </w:r>
            <w:r>
              <w:rPr>
                <w:sz w:val="22"/>
                <w:szCs w:val="22"/>
              </w:rPr>
              <w:t xml:space="preserve"> № 2</w:t>
            </w:r>
          </w:p>
          <w:p w:rsidR="00BA06C7" w:rsidRPr="005C2E88" w:rsidRDefault="00BA06C7" w:rsidP="005C2E88">
            <w:pPr>
              <w:jc w:val="both"/>
              <w:rPr>
                <w:sz w:val="22"/>
                <w:szCs w:val="22"/>
              </w:rPr>
            </w:pPr>
            <w:r w:rsidRPr="0099694A">
              <w:rPr>
                <w:sz w:val="22"/>
                <w:szCs w:val="22"/>
              </w:rPr>
              <w:t xml:space="preserve">к </w:t>
            </w:r>
            <w:r w:rsidRPr="005C2E88">
              <w:rPr>
                <w:sz w:val="22"/>
                <w:szCs w:val="22"/>
              </w:rPr>
              <w:t>Положению о проведении аттестации лиц, замещающих должности муниципальной службы в аппарате Новоселовского районного Совета депутатов</w:t>
            </w:r>
          </w:p>
          <w:p w:rsidR="00BA06C7" w:rsidRPr="0099694A" w:rsidRDefault="00BA06C7" w:rsidP="0099694A">
            <w:pPr>
              <w:jc w:val="both"/>
            </w:pPr>
          </w:p>
          <w:p w:rsidR="00BA06C7" w:rsidRPr="0099694A" w:rsidRDefault="00BA06C7" w:rsidP="00440457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</w:tbl>
    <w:p w:rsidR="00BA06C7" w:rsidRDefault="00BA06C7" w:rsidP="0034211E">
      <w:pPr>
        <w:ind w:firstLine="851"/>
        <w:jc w:val="both"/>
        <w:rPr>
          <w:sz w:val="28"/>
        </w:rPr>
      </w:pPr>
    </w:p>
    <w:p w:rsidR="00BA06C7" w:rsidRPr="0034211E" w:rsidRDefault="00BA06C7" w:rsidP="0034211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BA06C7" w:rsidRPr="0034211E" w:rsidRDefault="00BA06C7" w:rsidP="0034211E">
      <w:pPr>
        <w:jc w:val="both"/>
        <w:rPr>
          <w:sz w:val="28"/>
          <w:szCs w:val="28"/>
        </w:rPr>
      </w:pPr>
      <w:bookmarkStart w:id="1" w:name="P146"/>
      <w:bookmarkEnd w:id="1"/>
      <w:r w:rsidRPr="0034211E">
        <w:t xml:space="preserve">               </w:t>
      </w:r>
      <w:r w:rsidRPr="0034211E">
        <w:rPr>
          <w:sz w:val="28"/>
          <w:szCs w:val="28"/>
        </w:rPr>
        <w:t>Аттестационный лист муниципального служащего</w:t>
      </w:r>
    </w:p>
    <w:p w:rsidR="00BA06C7" w:rsidRPr="0034211E" w:rsidRDefault="00BA06C7" w:rsidP="0034211E">
      <w:pPr>
        <w:jc w:val="both"/>
        <w:rPr>
          <w:sz w:val="28"/>
          <w:szCs w:val="28"/>
        </w:rPr>
      </w:pP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1. Фамилия, имя, отчество _________________________________________________</w:t>
      </w:r>
      <w:r>
        <w:rPr>
          <w:sz w:val="28"/>
          <w:szCs w:val="28"/>
        </w:rPr>
        <w:t>_________________</w:t>
      </w: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2. Год, число и месяц рождения ____________________________________________</w:t>
      </w:r>
      <w:r>
        <w:rPr>
          <w:sz w:val="28"/>
          <w:szCs w:val="28"/>
        </w:rPr>
        <w:t>______________________</w:t>
      </w:r>
    </w:p>
    <w:p w:rsidR="00BA06C7" w:rsidRPr="0034211E" w:rsidRDefault="00BA06C7" w:rsidP="00F5390B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>3. Сведения о профессиональном образовании, наличии ученой степени, ученого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звания _________________________________________________________</w:t>
      </w:r>
      <w:r>
        <w:rPr>
          <w:sz w:val="28"/>
          <w:szCs w:val="28"/>
        </w:rPr>
        <w:t>_________</w:t>
      </w:r>
      <w:r w:rsidRPr="0034211E">
        <w:rPr>
          <w:sz w:val="28"/>
          <w:szCs w:val="28"/>
        </w:rPr>
        <w:t xml:space="preserve"> </w:t>
      </w:r>
      <w:r w:rsidRPr="00F5390B">
        <w:rPr>
          <w:sz w:val="20"/>
          <w:szCs w:val="20"/>
        </w:rPr>
        <w:t>(когда  и  какое  учебное   заведение  окончил, специальность и квалификация по образованию, ученая степень, ученое звание)</w:t>
      </w:r>
    </w:p>
    <w:p w:rsidR="00BA06C7" w:rsidRDefault="00BA06C7" w:rsidP="0034211E">
      <w:pPr>
        <w:rPr>
          <w:sz w:val="28"/>
          <w:szCs w:val="28"/>
        </w:rPr>
      </w:pP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4. Замещаемая  должность  муниципальной  службы на момент аттестации и дата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назначения на эту должность</w:t>
      </w: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5. Стаж муниципальной службы ______________________________________________</w:t>
      </w:r>
      <w:r>
        <w:rPr>
          <w:sz w:val="28"/>
          <w:szCs w:val="28"/>
        </w:rPr>
        <w:t>____________________</w:t>
      </w: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6. Общий трудовой стаж ____________________________________________________</w:t>
      </w:r>
      <w:r>
        <w:rPr>
          <w:sz w:val="28"/>
          <w:szCs w:val="28"/>
        </w:rPr>
        <w:t>______________</w:t>
      </w: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7. Вопросы к муниципальному служащему и краткие ответы на них</w:t>
      </w:r>
    </w:p>
    <w:p w:rsidR="00BA06C7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8. Рекомендации, высказанные аттестационной комиссией</w:t>
      </w: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__________________________________________________________________</w:t>
      </w: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9. Краткая оценка выполнения муниципальным служащим рекомендаций предыдущей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аттестации</w:t>
      </w: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BA06C7" w:rsidRPr="00F5390B" w:rsidRDefault="00BA06C7" w:rsidP="0034211E">
      <w:pPr>
        <w:rPr>
          <w:sz w:val="20"/>
          <w:szCs w:val="20"/>
        </w:rPr>
      </w:pPr>
      <w:r w:rsidRPr="0034211E">
        <w:rPr>
          <w:sz w:val="28"/>
          <w:szCs w:val="28"/>
        </w:rPr>
        <w:t xml:space="preserve">         </w:t>
      </w:r>
      <w:r w:rsidRPr="00F5390B">
        <w:rPr>
          <w:sz w:val="20"/>
          <w:szCs w:val="20"/>
        </w:rPr>
        <w:t xml:space="preserve">     (выполнены, выполнены частично, не выполнены)</w:t>
      </w:r>
    </w:p>
    <w:p w:rsidR="00BA06C7" w:rsidRDefault="00BA06C7" w:rsidP="0034211E">
      <w:pPr>
        <w:rPr>
          <w:sz w:val="28"/>
          <w:szCs w:val="28"/>
        </w:rPr>
      </w:pPr>
    </w:p>
    <w:p w:rsidR="00BA06C7" w:rsidRDefault="00BA06C7" w:rsidP="00F5390B">
      <w:pPr>
        <w:rPr>
          <w:sz w:val="28"/>
          <w:szCs w:val="28"/>
        </w:rPr>
      </w:pPr>
      <w:r w:rsidRPr="0034211E">
        <w:rPr>
          <w:sz w:val="28"/>
          <w:szCs w:val="28"/>
        </w:rPr>
        <w:t>10. Решение аттестационной комиссии _______________________________________</w:t>
      </w:r>
      <w:r>
        <w:rPr>
          <w:sz w:val="28"/>
          <w:szCs w:val="28"/>
        </w:rPr>
        <w:t>___________________________</w:t>
      </w:r>
    </w:p>
    <w:p w:rsidR="00BA06C7" w:rsidRPr="00F5390B" w:rsidRDefault="00BA06C7" w:rsidP="00F5390B">
      <w:pPr>
        <w:rPr>
          <w:sz w:val="28"/>
          <w:szCs w:val="28"/>
        </w:rPr>
      </w:pPr>
      <w:r w:rsidRPr="00F5390B">
        <w:rPr>
          <w:sz w:val="20"/>
          <w:szCs w:val="20"/>
        </w:rPr>
        <w:t>(соответствует замещаемой должности  муниципальной службы; не соответствует замещаемой должности муниципальной службы)</w:t>
      </w:r>
    </w:p>
    <w:p w:rsidR="00BA06C7" w:rsidRDefault="00BA06C7" w:rsidP="0034211E">
      <w:pPr>
        <w:rPr>
          <w:sz w:val="28"/>
          <w:szCs w:val="28"/>
        </w:rPr>
      </w:pPr>
    </w:p>
    <w:p w:rsidR="00BA06C7" w:rsidRPr="0034211E" w:rsidRDefault="00BA06C7" w:rsidP="0034211E">
      <w:pPr>
        <w:rPr>
          <w:sz w:val="28"/>
          <w:szCs w:val="28"/>
        </w:rPr>
      </w:pPr>
      <w:r w:rsidRPr="0034211E">
        <w:rPr>
          <w:sz w:val="28"/>
          <w:szCs w:val="28"/>
        </w:rPr>
        <w:t>11. Количественный состав аттестационной комиссии _________________________</w:t>
      </w:r>
      <w:r>
        <w:rPr>
          <w:sz w:val="28"/>
          <w:szCs w:val="28"/>
        </w:rPr>
        <w:t>_________________________________________</w:t>
      </w:r>
    </w:p>
    <w:p w:rsidR="00BA06C7" w:rsidRPr="0034211E" w:rsidRDefault="00BA06C7" w:rsidP="0034211E">
      <w:pPr>
        <w:jc w:val="both"/>
        <w:rPr>
          <w:sz w:val="28"/>
          <w:szCs w:val="28"/>
        </w:rPr>
      </w:pPr>
    </w:p>
    <w:p w:rsidR="00BA06C7" w:rsidRPr="0034211E" w:rsidRDefault="00BA06C7" w:rsidP="0034211E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>На заседании</w:t>
      </w:r>
    </w:p>
    <w:p w:rsidR="00BA06C7" w:rsidRPr="0034211E" w:rsidRDefault="00BA06C7" w:rsidP="003421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присутствовало   </w:t>
      </w:r>
      <w:r w:rsidRPr="0034211E">
        <w:rPr>
          <w:sz w:val="28"/>
          <w:szCs w:val="28"/>
        </w:rPr>
        <w:t>______</w:t>
      </w:r>
      <w:r>
        <w:rPr>
          <w:sz w:val="28"/>
          <w:szCs w:val="28"/>
        </w:rPr>
        <w:t>________________</w:t>
      </w:r>
      <w:r w:rsidRPr="0034211E">
        <w:rPr>
          <w:sz w:val="28"/>
          <w:szCs w:val="28"/>
        </w:rPr>
        <w:t xml:space="preserve"> членов аттестационной комиссии</w:t>
      </w:r>
    </w:p>
    <w:p w:rsidR="00BA06C7" w:rsidRDefault="00BA06C7" w:rsidP="0034211E">
      <w:pPr>
        <w:jc w:val="both"/>
        <w:rPr>
          <w:sz w:val="28"/>
          <w:szCs w:val="28"/>
        </w:rPr>
      </w:pPr>
    </w:p>
    <w:p w:rsidR="00BA06C7" w:rsidRPr="0034211E" w:rsidRDefault="00BA06C7" w:rsidP="0034211E">
      <w:pPr>
        <w:jc w:val="both"/>
        <w:rPr>
          <w:sz w:val="28"/>
          <w:szCs w:val="28"/>
        </w:rPr>
      </w:pPr>
    </w:p>
    <w:p w:rsidR="00BA06C7" w:rsidRPr="0034211E" w:rsidRDefault="00BA06C7" w:rsidP="003421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06C7" w:rsidRPr="0034211E" w:rsidRDefault="00BA06C7" w:rsidP="003421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 "за" </w:t>
      </w:r>
      <w:r w:rsidRPr="0034211E">
        <w:rPr>
          <w:sz w:val="28"/>
          <w:szCs w:val="28"/>
        </w:rPr>
        <w:t xml:space="preserve">________ </w:t>
      </w:r>
      <w:r>
        <w:rPr>
          <w:sz w:val="28"/>
          <w:szCs w:val="28"/>
        </w:rPr>
        <w:t xml:space="preserve">          </w:t>
      </w:r>
      <w:r w:rsidRPr="0034211E">
        <w:rPr>
          <w:sz w:val="28"/>
          <w:szCs w:val="28"/>
        </w:rPr>
        <w:t>"против" ________</w:t>
      </w:r>
    </w:p>
    <w:p w:rsidR="00BA06C7" w:rsidRPr="0034211E" w:rsidRDefault="00BA06C7" w:rsidP="0034211E">
      <w:pPr>
        <w:jc w:val="both"/>
        <w:rPr>
          <w:sz w:val="28"/>
          <w:szCs w:val="28"/>
        </w:rPr>
      </w:pPr>
    </w:p>
    <w:p w:rsidR="00BA06C7" w:rsidRDefault="00BA06C7" w:rsidP="0034211E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аттестационной</w:t>
      </w:r>
      <w:r>
        <w:rPr>
          <w:sz w:val="28"/>
          <w:szCs w:val="28"/>
        </w:rPr>
        <w:t xml:space="preserve"> комиссии  _________      _________________                                                            </w:t>
      </w:r>
    </w:p>
    <w:p w:rsidR="00BA06C7" w:rsidRPr="00F5390B" w:rsidRDefault="00BA06C7" w:rsidP="003421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0"/>
          <w:szCs w:val="20"/>
        </w:rPr>
        <w:t>(подпись)                      расшифровка подписи</w:t>
      </w:r>
    </w:p>
    <w:p w:rsidR="00BA06C7" w:rsidRPr="0034211E" w:rsidRDefault="00BA06C7" w:rsidP="0034211E">
      <w:pPr>
        <w:jc w:val="both"/>
        <w:rPr>
          <w:sz w:val="28"/>
          <w:szCs w:val="28"/>
        </w:rPr>
      </w:pPr>
    </w:p>
    <w:p w:rsidR="00BA06C7" w:rsidRDefault="00BA06C7" w:rsidP="008D742D">
      <w:pPr>
        <w:rPr>
          <w:sz w:val="28"/>
          <w:szCs w:val="28"/>
        </w:rPr>
      </w:pPr>
      <w:r w:rsidRPr="0034211E">
        <w:rPr>
          <w:sz w:val="28"/>
          <w:szCs w:val="28"/>
        </w:rPr>
        <w:t>Заместитель</w:t>
      </w:r>
    </w:p>
    <w:p w:rsidR="00BA06C7" w:rsidRDefault="00BA06C7" w:rsidP="008D742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аттестационной</w:t>
      </w:r>
      <w:r>
        <w:rPr>
          <w:sz w:val="28"/>
          <w:szCs w:val="28"/>
        </w:rPr>
        <w:t xml:space="preserve"> комиссии  _________       __________________</w:t>
      </w:r>
    </w:p>
    <w:p w:rsidR="00BA06C7" w:rsidRPr="00F5390B" w:rsidRDefault="00BA06C7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0"/>
          <w:szCs w:val="20"/>
        </w:rPr>
        <w:t>(подпись)                      расшифровка подписи</w:t>
      </w:r>
    </w:p>
    <w:p w:rsidR="00BA06C7" w:rsidRPr="00F5390B" w:rsidRDefault="00BA06C7" w:rsidP="00F5390B">
      <w:pPr>
        <w:rPr>
          <w:sz w:val="20"/>
          <w:szCs w:val="20"/>
        </w:rPr>
      </w:pPr>
      <w:r>
        <w:rPr>
          <w:sz w:val="28"/>
          <w:szCs w:val="28"/>
        </w:rPr>
        <w:t xml:space="preserve">        </w:t>
      </w:r>
    </w:p>
    <w:p w:rsidR="00BA06C7" w:rsidRPr="0034211E" w:rsidRDefault="00BA06C7" w:rsidP="0034211E">
      <w:pPr>
        <w:jc w:val="both"/>
        <w:rPr>
          <w:sz w:val="28"/>
          <w:szCs w:val="28"/>
        </w:rPr>
      </w:pPr>
    </w:p>
    <w:p w:rsidR="00BA06C7" w:rsidRPr="0034211E" w:rsidRDefault="00BA06C7" w:rsidP="0034211E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>Секретарь</w:t>
      </w:r>
    </w:p>
    <w:p w:rsidR="00BA06C7" w:rsidRDefault="00BA06C7" w:rsidP="008D742D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34211E">
        <w:rPr>
          <w:sz w:val="28"/>
          <w:szCs w:val="28"/>
        </w:rPr>
        <w:t>ттестационной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 xml:space="preserve">комиссии  </w:t>
      </w:r>
      <w:r>
        <w:rPr>
          <w:sz w:val="28"/>
          <w:szCs w:val="28"/>
        </w:rPr>
        <w:t>_________       _______________________________</w:t>
      </w:r>
    </w:p>
    <w:p w:rsidR="00BA06C7" w:rsidRPr="00F5390B" w:rsidRDefault="00BA06C7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sz w:val="20"/>
          <w:szCs w:val="20"/>
        </w:rPr>
        <w:t>(подпись)                                        расшифровка подписи</w:t>
      </w:r>
    </w:p>
    <w:p w:rsidR="00BA06C7" w:rsidRPr="0034211E" w:rsidRDefault="00BA06C7" w:rsidP="0034211E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 xml:space="preserve">         </w:t>
      </w:r>
    </w:p>
    <w:p w:rsidR="00BA06C7" w:rsidRDefault="00BA06C7" w:rsidP="008D742D">
      <w:pPr>
        <w:rPr>
          <w:sz w:val="28"/>
          <w:szCs w:val="28"/>
        </w:rPr>
      </w:pPr>
      <w:r w:rsidRPr="0034211E">
        <w:rPr>
          <w:sz w:val="28"/>
          <w:szCs w:val="28"/>
        </w:rPr>
        <w:t>Члены</w:t>
      </w:r>
      <w:r>
        <w:rPr>
          <w:sz w:val="28"/>
          <w:szCs w:val="28"/>
        </w:rPr>
        <w:t xml:space="preserve"> </w:t>
      </w:r>
      <w:r w:rsidRPr="0034211E">
        <w:rPr>
          <w:sz w:val="28"/>
          <w:szCs w:val="28"/>
        </w:rPr>
        <w:t>аттестационной</w:t>
      </w:r>
      <w:r>
        <w:rPr>
          <w:sz w:val="28"/>
          <w:szCs w:val="28"/>
        </w:rPr>
        <w:t xml:space="preserve"> комиссии  </w:t>
      </w:r>
    </w:p>
    <w:p w:rsidR="00BA06C7" w:rsidRDefault="00BA06C7" w:rsidP="008D742D">
      <w:pPr>
        <w:rPr>
          <w:sz w:val="28"/>
          <w:szCs w:val="28"/>
        </w:rPr>
      </w:pPr>
      <w:r>
        <w:rPr>
          <w:sz w:val="28"/>
          <w:szCs w:val="28"/>
        </w:rPr>
        <w:t xml:space="preserve"> ________________        _________________________  </w:t>
      </w:r>
    </w:p>
    <w:p w:rsidR="00BA06C7" w:rsidRDefault="00BA06C7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0"/>
          <w:szCs w:val="20"/>
        </w:rPr>
        <w:t>(подпись)                                                расшифровка подписи</w:t>
      </w:r>
    </w:p>
    <w:p w:rsidR="00BA06C7" w:rsidRDefault="00BA06C7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       ________________________</w:t>
      </w:r>
    </w:p>
    <w:p w:rsidR="00BA06C7" w:rsidRDefault="00BA06C7" w:rsidP="008D742D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</w:t>
      </w:r>
      <w:r>
        <w:rPr>
          <w:sz w:val="20"/>
          <w:szCs w:val="20"/>
        </w:rPr>
        <w:t>(подпись)                                               расшифровка подписи</w:t>
      </w:r>
    </w:p>
    <w:p w:rsidR="00BA06C7" w:rsidRDefault="00BA06C7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        ________________________</w:t>
      </w:r>
    </w:p>
    <w:p w:rsidR="00BA06C7" w:rsidRPr="00F5390B" w:rsidRDefault="00BA06C7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0"/>
          <w:szCs w:val="20"/>
        </w:rPr>
        <w:t>(подпись)                                               расшифровка подписи</w:t>
      </w:r>
    </w:p>
    <w:p w:rsidR="00BA06C7" w:rsidRPr="00F5390B" w:rsidRDefault="00BA06C7" w:rsidP="008D742D">
      <w:pPr>
        <w:jc w:val="both"/>
        <w:rPr>
          <w:sz w:val="28"/>
          <w:szCs w:val="28"/>
        </w:rPr>
      </w:pPr>
    </w:p>
    <w:p w:rsidR="00BA06C7" w:rsidRPr="0034211E" w:rsidRDefault="00BA06C7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A06C7" w:rsidRPr="0034211E" w:rsidRDefault="00BA06C7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06C7" w:rsidRPr="0034211E" w:rsidRDefault="00BA06C7" w:rsidP="0034211E">
      <w:pPr>
        <w:jc w:val="both"/>
        <w:rPr>
          <w:sz w:val="28"/>
          <w:szCs w:val="28"/>
        </w:rPr>
      </w:pPr>
    </w:p>
    <w:p w:rsidR="00BA06C7" w:rsidRDefault="00BA06C7" w:rsidP="008D742D">
      <w:pPr>
        <w:jc w:val="both"/>
        <w:rPr>
          <w:sz w:val="28"/>
          <w:szCs w:val="28"/>
        </w:rPr>
      </w:pPr>
      <w:r w:rsidRPr="0034211E">
        <w:rPr>
          <w:sz w:val="28"/>
          <w:szCs w:val="28"/>
        </w:rPr>
        <w:t>Дата проведения ат</w:t>
      </w:r>
      <w:r>
        <w:rPr>
          <w:sz w:val="28"/>
          <w:szCs w:val="28"/>
        </w:rPr>
        <w:t>тестации</w:t>
      </w:r>
      <w:bookmarkStart w:id="2" w:name="_GoBack"/>
      <w:bookmarkEnd w:id="2"/>
    </w:p>
    <w:p w:rsidR="00BA06C7" w:rsidRDefault="00BA06C7" w:rsidP="008D742D">
      <w:pPr>
        <w:jc w:val="both"/>
        <w:rPr>
          <w:sz w:val="28"/>
          <w:szCs w:val="28"/>
        </w:rPr>
      </w:pPr>
    </w:p>
    <w:p w:rsidR="00BA06C7" w:rsidRDefault="00BA06C7" w:rsidP="008D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</w:t>
      </w:r>
      <w:r w:rsidRPr="0034211E">
        <w:rPr>
          <w:sz w:val="28"/>
          <w:szCs w:val="28"/>
        </w:rPr>
        <w:t xml:space="preserve">аттестационным листом ознакомлен (а) </w:t>
      </w:r>
      <w:r>
        <w:rPr>
          <w:sz w:val="28"/>
          <w:szCs w:val="28"/>
        </w:rPr>
        <w:t xml:space="preserve">_______________        _______________________________________________        </w:t>
      </w:r>
      <w:r>
        <w:rPr>
          <w:sz w:val="20"/>
          <w:szCs w:val="20"/>
        </w:rPr>
        <w:t xml:space="preserve">(подпись)                                                                       </w:t>
      </w:r>
    </w:p>
    <w:p w:rsidR="00BA06C7" w:rsidRPr="00F5390B" w:rsidRDefault="00BA06C7" w:rsidP="008D742D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расшифровка подписи</w:t>
      </w:r>
    </w:p>
    <w:p w:rsidR="00BA06C7" w:rsidRPr="0034211E" w:rsidRDefault="00BA06C7" w:rsidP="0034211E">
      <w:pPr>
        <w:jc w:val="both"/>
        <w:rPr>
          <w:sz w:val="28"/>
          <w:szCs w:val="28"/>
        </w:rPr>
      </w:pPr>
    </w:p>
    <w:p w:rsidR="00BA06C7" w:rsidRPr="008D742D" w:rsidRDefault="00BA06C7" w:rsidP="0034211E">
      <w:pPr>
        <w:jc w:val="both"/>
        <w:rPr>
          <w:sz w:val="20"/>
          <w:szCs w:val="20"/>
        </w:rPr>
      </w:pPr>
    </w:p>
    <w:p w:rsidR="00BA06C7" w:rsidRPr="0034211E" w:rsidRDefault="00BA06C7" w:rsidP="0034211E">
      <w:pPr>
        <w:widowControl w:val="0"/>
        <w:autoSpaceDE w:val="0"/>
        <w:autoSpaceDN w:val="0"/>
        <w:jc w:val="both"/>
        <w:rPr>
          <w:rFonts w:ascii="Calibri" w:hAnsi="Calibri" w:cs="Calibri"/>
          <w:sz w:val="20"/>
          <w:szCs w:val="20"/>
        </w:rPr>
      </w:pPr>
    </w:p>
    <w:p w:rsidR="00BA06C7" w:rsidRPr="00C15F7D" w:rsidRDefault="00BA06C7" w:rsidP="0034211E">
      <w:pPr>
        <w:ind w:firstLine="851"/>
        <w:jc w:val="both"/>
        <w:rPr>
          <w:sz w:val="28"/>
        </w:rPr>
      </w:pPr>
    </w:p>
    <w:sectPr w:rsidR="00BA06C7" w:rsidRPr="00C15F7D" w:rsidSect="008C1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DC9"/>
    <w:rsid w:val="001442DC"/>
    <w:rsid w:val="001F1D6A"/>
    <w:rsid w:val="0034211E"/>
    <w:rsid w:val="003C2510"/>
    <w:rsid w:val="003D74BF"/>
    <w:rsid w:val="00440457"/>
    <w:rsid w:val="004961DB"/>
    <w:rsid w:val="0052131B"/>
    <w:rsid w:val="005C2E88"/>
    <w:rsid w:val="005D5180"/>
    <w:rsid w:val="00644BEE"/>
    <w:rsid w:val="00701E4E"/>
    <w:rsid w:val="00786E65"/>
    <w:rsid w:val="00796C5C"/>
    <w:rsid w:val="007D1CA0"/>
    <w:rsid w:val="007E6620"/>
    <w:rsid w:val="007F3D47"/>
    <w:rsid w:val="00842CF9"/>
    <w:rsid w:val="008C1CE4"/>
    <w:rsid w:val="008D742D"/>
    <w:rsid w:val="00921892"/>
    <w:rsid w:val="00942DC9"/>
    <w:rsid w:val="0099694A"/>
    <w:rsid w:val="00A40173"/>
    <w:rsid w:val="00A5310C"/>
    <w:rsid w:val="00AA58B8"/>
    <w:rsid w:val="00AA6C2C"/>
    <w:rsid w:val="00B25F73"/>
    <w:rsid w:val="00B37488"/>
    <w:rsid w:val="00BA06C7"/>
    <w:rsid w:val="00C15F7D"/>
    <w:rsid w:val="00C56C37"/>
    <w:rsid w:val="00C869BA"/>
    <w:rsid w:val="00CC4597"/>
    <w:rsid w:val="00D91903"/>
    <w:rsid w:val="00DB3520"/>
    <w:rsid w:val="00DC2F24"/>
    <w:rsid w:val="00E26D0A"/>
    <w:rsid w:val="00E35A2D"/>
    <w:rsid w:val="00E56C55"/>
    <w:rsid w:val="00ED564B"/>
    <w:rsid w:val="00F25901"/>
    <w:rsid w:val="00F5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DC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942DC9"/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2DC9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942DC9"/>
    <w:rPr>
      <w:lang w:eastAsia="en-US"/>
    </w:rPr>
  </w:style>
  <w:style w:type="table" w:styleId="TableGrid">
    <w:name w:val="Table Grid"/>
    <w:basedOn w:val="TableNormal"/>
    <w:uiPriority w:val="99"/>
    <w:rsid w:val="003D74B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15F7D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rsid w:val="00E26D0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</TotalTime>
  <Pages>10</Pages>
  <Words>2995</Words>
  <Characters>17076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10</cp:revision>
  <cp:lastPrinted>2018-10-15T01:48:00Z</cp:lastPrinted>
  <dcterms:created xsi:type="dcterms:W3CDTF">2018-10-12T08:10:00Z</dcterms:created>
  <dcterms:modified xsi:type="dcterms:W3CDTF">2018-10-23T10:40:00Z</dcterms:modified>
</cp:coreProperties>
</file>