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4C0" w:rsidRPr="00F4518A" w:rsidRDefault="008854C0" w:rsidP="00F4518A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РОССИЙСКАЯ  </w:t>
      </w:r>
      <w:r w:rsidRPr="00F4518A">
        <w:rPr>
          <w:rFonts w:ascii="Times New Roman" w:hAnsi="Times New Roman"/>
          <w:b/>
          <w:sz w:val="40"/>
          <w:szCs w:val="20"/>
          <w:lang w:eastAsia="ru-RU"/>
        </w:rPr>
        <w:t>ФЕДЕРАЦИЯ</w:t>
      </w:r>
    </w:p>
    <w:p w:rsidR="008854C0" w:rsidRPr="00F4518A" w:rsidRDefault="008854C0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КРАСНОЯРСКИЙ  </w:t>
      </w:r>
      <w:r w:rsidRPr="00F4518A">
        <w:rPr>
          <w:rFonts w:ascii="Times New Roman" w:hAnsi="Times New Roman"/>
          <w:b/>
          <w:sz w:val="40"/>
          <w:szCs w:val="20"/>
          <w:lang w:eastAsia="ru-RU"/>
        </w:rPr>
        <w:t>КРАЙ</w:t>
      </w:r>
    </w:p>
    <w:p w:rsidR="008854C0" w:rsidRPr="00F4518A" w:rsidRDefault="008854C0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854C0" w:rsidRPr="00F4518A" w:rsidRDefault="008854C0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F4518A">
        <w:rPr>
          <w:rFonts w:ascii="Times New Roman" w:hAnsi="Times New Roman"/>
          <w:b/>
          <w:sz w:val="36"/>
          <w:szCs w:val="20"/>
          <w:lang w:eastAsia="ru-RU"/>
        </w:rPr>
        <w:t>НОВОСЕЛОВСКИЙ</w:t>
      </w:r>
    </w:p>
    <w:p w:rsidR="008854C0" w:rsidRPr="00F4518A" w:rsidRDefault="008854C0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36"/>
          <w:szCs w:val="20"/>
          <w:lang w:eastAsia="ru-RU"/>
        </w:rPr>
        <w:t xml:space="preserve">РАЙОННЫЙ  СОВЕТ  </w:t>
      </w:r>
      <w:r w:rsidRPr="00F4518A">
        <w:rPr>
          <w:rFonts w:ascii="Times New Roman" w:hAnsi="Times New Roman"/>
          <w:b/>
          <w:sz w:val="36"/>
          <w:szCs w:val="20"/>
          <w:lang w:eastAsia="ru-RU"/>
        </w:rPr>
        <w:t>ДЕПУТАТОВ</w:t>
      </w:r>
    </w:p>
    <w:p w:rsidR="008854C0" w:rsidRPr="00F4518A" w:rsidRDefault="008854C0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854C0" w:rsidRPr="00F4518A" w:rsidRDefault="008854C0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F4518A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8854C0" w:rsidRPr="00F4518A" w:rsidRDefault="008854C0" w:rsidP="00F4518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8854C0" w:rsidRDefault="008854C0" w:rsidP="00B40029">
      <w:pPr>
        <w:pStyle w:val="BodyTextIndent"/>
        <w:shd w:val="clear" w:color="auto" w:fill="FFFFFF"/>
        <w:ind w:left="0"/>
        <w:rPr>
          <w:sz w:val="28"/>
        </w:rPr>
      </w:pPr>
      <w:r>
        <w:rPr>
          <w:sz w:val="28"/>
        </w:rPr>
        <w:t xml:space="preserve">22 ноября 2018 года                   с. Новоселово                               № 50-282-77р                                                          </w:t>
      </w:r>
    </w:p>
    <w:p w:rsidR="008854C0" w:rsidRDefault="008854C0" w:rsidP="009578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54C0" w:rsidRPr="009578E4" w:rsidRDefault="008854C0" w:rsidP="009578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</w:tblGrid>
      <w:tr w:rsidR="008854C0" w:rsidRPr="009578E4" w:rsidTr="00E95919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854C0" w:rsidRPr="009578E4" w:rsidRDefault="008854C0" w:rsidP="00E959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78E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проведении публичных слушаний </w:t>
            </w:r>
          </w:p>
          <w:p w:rsidR="008854C0" w:rsidRPr="009578E4" w:rsidRDefault="008854C0" w:rsidP="00E959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78E4">
              <w:rPr>
                <w:rFonts w:ascii="Times New Roman" w:hAnsi="Times New Roman"/>
                <w:sz w:val="28"/>
                <w:szCs w:val="28"/>
                <w:lang w:eastAsia="ru-RU"/>
              </w:rPr>
              <w:t>по вопросу «О внесении изменений в Устав Новоселовского района Красноярского края»</w:t>
            </w:r>
          </w:p>
        </w:tc>
      </w:tr>
    </w:tbl>
    <w:p w:rsidR="008854C0" w:rsidRPr="009578E4" w:rsidRDefault="008854C0" w:rsidP="009578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54C0" w:rsidRPr="009578E4" w:rsidRDefault="008854C0" w:rsidP="009578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54C0" w:rsidRPr="009578E4" w:rsidRDefault="008854C0" w:rsidP="009578E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78E4">
        <w:rPr>
          <w:rFonts w:ascii="Times New Roman" w:hAnsi="Times New Roman"/>
          <w:sz w:val="28"/>
          <w:szCs w:val="28"/>
          <w:lang w:eastAsia="ru-RU"/>
        </w:rPr>
        <w:t>В соответствии с требованиями статей 28, 44 Федерального закона от 06.10.2013 № 131-ФЗ «Об общих принципах организации местного самоуправления в Российской Федера</w:t>
      </w:r>
      <w:r>
        <w:rPr>
          <w:rFonts w:ascii="Times New Roman" w:hAnsi="Times New Roman"/>
          <w:sz w:val="28"/>
          <w:szCs w:val="28"/>
          <w:lang w:eastAsia="ru-RU"/>
        </w:rPr>
        <w:t>ции», руководствуясь статьями 23</w:t>
      </w:r>
      <w:r w:rsidRPr="009578E4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27,</w:t>
      </w:r>
      <w:r w:rsidRPr="009578E4">
        <w:rPr>
          <w:rFonts w:ascii="Times New Roman" w:hAnsi="Times New Roman"/>
          <w:sz w:val="28"/>
          <w:szCs w:val="28"/>
          <w:lang w:eastAsia="ru-RU"/>
        </w:rPr>
        <w:t xml:space="preserve"> 46 Устава Новоселовского района Красноярского края,</w:t>
      </w:r>
    </w:p>
    <w:p w:rsidR="008854C0" w:rsidRDefault="008854C0" w:rsidP="009578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54C0" w:rsidRPr="009578E4" w:rsidRDefault="008854C0" w:rsidP="009578E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8854C0" w:rsidRDefault="008854C0" w:rsidP="009578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4518A">
        <w:rPr>
          <w:rFonts w:ascii="Times New Roman" w:hAnsi="Times New Roman"/>
          <w:b/>
          <w:sz w:val="28"/>
          <w:szCs w:val="28"/>
          <w:lang w:eastAsia="ru-RU"/>
        </w:rPr>
        <w:t>Новосело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вский районный Совет депутатов </w:t>
      </w:r>
      <w:r w:rsidRPr="00F4518A">
        <w:rPr>
          <w:rFonts w:ascii="Times New Roman" w:hAnsi="Times New Roman"/>
          <w:b/>
          <w:sz w:val="28"/>
          <w:szCs w:val="28"/>
          <w:lang w:eastAsia="ru-RU"/>
        </w:rPr>
        <w:t>РЕШИЛ:</w:t>
      </w:r>
    </w:p>
    <w:p w:rsidR="008854C0" w:rsidRPr="009578E4" w:rsidRDefault="008854C0" w:rsidP="009578E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854C0" w:rsidRPr="009578E4" w:rsidRDefault="008854C0" w:rsidP="009578E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78E4">
        <w:rPr>
          <w:rFonts w:ascii="Times New Roman" w:hAnsi="Times New Roman"/>
          <w:sz w:val="28"/>
          <w:szCs w:val="28"/>
          <w:lang w:eastAsia="ru-RU"/>
        </w:rPr>
        <w:t xml:space="preserve">1. Провести </w:t>
      </w:r>
      <w:r>
        <w:rPr>
          <w:rFonts w:ascii="Times New Roman" w:hAnsi="Times New Roman"/>
          <w:sz w:val="28"/>
          <w:szCs w:val="28"/>
          <w:lang w:eastAsia="ru-RU"/>
        </w:rPr>
        <w:t>10 декабря 2018</w:t>
      </w:r>
      <w:r w:rsidRPr="00AA5915">
        <w:rPr>
          <w:rFonts w:ascii="Times New Roman" w:hAnsi="Times New Roman"/>
          <w:sz w:val="28"/>
          <w:szCs w:val="28"/>
          <w:lang w:eastAsia="ru-RU"/>
        </w:rPr>
        <w:t xml:space="preserve"> года в 12 часов 00 минут</w:t>
      </w:r>
      <w:r w:rsidRPr="009578E4">
        <w:rPr>
          <w:rFonts w:ascii="Times New Roman" w:hAnsi="Times New Roman"/>
          <w:sz w:val="28"/>
          <w:szCs w:val="28"/>
          <w:lang w:eastAsia="ru-RU"/>
        </w:rPr>
        <w:t xml:space="preserve"> публичные слушания по вопросу «О внесении изменений в Устав Новоселовского района Красноярского края», по адресу: с. Новоселово, ул. Ленина, д. 9, актовый зал администрации Новоселовского района Красноярского края.</w:t>
      </w:r>
    </w:p>
    <w:p w:rsidR="008854C0" w:rsidRPr="009578E4" w:rsidRDefault="008854C0" w:rsidP="009578E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78E4">
        <w:rPr>
          <w:rFonts w:ascii="Times New Roman" w:hAnsi="Times New Roman"/>
          <w:sz w:val="28"/>
          <w:szCs w:val="28"/>
          <w:lang w:eastAsia="ru-RU"/>
        </w:rPr>
        <w:t>2. Внесение предложений по проекту решения «О внесении изменений в Устав Новоселовского района Красноярского края» осуществляется в соответствии с Порядком учета предложений по проекту Устава Новоселовского района, проекту решения о внесении изменений и дополнений в Устав Новоселовского района и участия граждан в его обсуждении, утвержденным решением Новоселовского районного Совета депутатов от 10.08.2016 № 15-81-53р.</w:t>
      </w:r>
    </w:p>
    <w:p w:rsidR="008854C0" w:rsidRDefault="008854C0" w:rsidP="009578E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78E4">
        <w:rPr>
          <w:rFonts w:ascii="Times New Roman" w:hAnsi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9578E4">
        <w:rPr>
          <w:rFonts w:ascii="Times New Roman" w:hAnsi="Times New Roman"/>
          <w:sz w:val="28"/>
          <w:szCs w:val="28"/>
          <w:lang w:eastAsia="ru-RU"/>
        </w:rPr>
        <w:t>роект решения Новоселовского районного Совета депутатов «О внесении изменений в Устав Новоселовского района Красноярского края» и  Порядок учета предложений по проекту Устава Новоселовского района, проекту решения о внесении изменений и дополнений в Устав Новоселовского района и участия граждан в его обсуждении, утвержденный решением Новоселовского районного Совета депутатов от 10.08.2016 № 15-</w:t>
      </w:r>
      <w:r>
        <w:rPr>
          <w:rFonts w:ascii="Times New Roman" w:hAnsi="Times New Roman"/>
          <w:sz w:val="28"/>
          <w:szCs w:val="28"/>
          <w:lang w:eastAsia="ru-RU"/>
        </w:rPr>
        <w:t>81-53р опубликованы</w:t>
      </w:r>
      <w:r w:rsidRPr="009578E4">
        <w:rPr>
          <w:rFonts w:ascii="Times New Roman" w:hAnsi="Times New Roman"/>
          <w:sz w:val="28"/>
          <w:szCs w:val="28"/>
          <w:lang w:eastAsia="ru-RU"/>
        </w:rPr>
        <w:t xml:space="preserve"> в  периодическом печатном издании «Официальный вестник Новоселовского района»</w:t>
      </w:r>
      <w:r>
        <w:rPr>
          <w:rFonts w:ascii="Times New Roman" w:hAnsi="Times New Roman"/>
          <w:sz w:val="28"/>
          <w:szCs w:val="28"/>
          <w:lang w:eastAsia="ru-RU"/>
        </w:rPr>
        <w:t xml:space="preserve"> от 07.11.2018 выпуск 41(134) и размещены </w:t>
      </w:r>
      <w:r w:rsidRPr="005D729D">
        <w:rPr>
          <w:rFonts w:ascii="Times New Roman" w:hAnsi="Times New Roman"/>
          <w:sz w:val="28"/>
          <w:szCs w:val="28"/>
          <w:lang w:eastAsia="ru-RU"/>
        </w:rPr>
        <w:t>на официальном сайте муниципального образов</w:t>
      </w:r>
      <w:bookmarkStart w:id="0" w:name="_GoBack"/>
      <w:bookmarkEnd w:id="0"/>
      <w:r w:rsidRPr="005D729D">
        <w:rPr>
          <w:rFonts w:ascii="Times New Roman" w:hAnsi="Times New Roman"/>
          <w:sz w:val="28"/>
          <w:szCs w:val="28"/>
          <w:lang w:eastAsia="ru-RU"/>
        </w:rPr>
        <w:t>ания Новоселовский район в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8854C0" w:rsidRPr="00AD0FA6" w:rsidRDefault="008854C0" w:rsidP="00AD0FA6">
      <w:pPr>
        <w:pStyle w:val="NoSpacing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Pr="00A05AAB">
        <w:rPr>
          <w:rFonts w:ascii="Times New Roman" w:hAnsi="Times New Roman"/>
          <w:sz w:val="28"/>
          <w:szCs w:val="28"/>
          <w:lang w:eastAsia="ru-RU"/>
        </w:rPr>
        <w:t>Контроль за исполнением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настоящего </w:t>
      </w:r>
      <w:r w:rsidRPr="00A05AAB">
        <w:rPr>
          <w:rFonts w:ascii="Times New Roman" w:hAnsi="Times New Roman"/>
          <w:sz w:val="28"/>
          <w:szCs w:val="28"/>
          <w:lang w:eastAsia="ru-RU"/>
        </w:rPr>
        <w:t xml:space="preserve">решения возложить на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председателя Новоселовского районного Совета депутатов </w:t>
      </w:r>
      <w:r w:rsidRPr="00264B6B">
        <w:rPr>
          <w:rFonts w:ascii="Times New Roman" w:hAnsi="Times New Roman"/>
          <w:sz w:val="28"/>
          <w:szCs w:val="28"/>
          <w:lang w:eastAsia="ru-RU"/>
        </w:rPr>
        <w:t>(Л.Ю.Толстикова).</w:t>
      </w:r>
    </w:p>
    <w:p w:rsidR="008854C0" w:rsidRDefault="008854C0" w:rsidP="005D729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Pr="00A05AAB">
        <w:rPr>
          <w:rFonts w:ascii="Times New Roman" w:hAnsi="Times New Roman"/>
          <w:sz w:val="28"/>
          <w:szCs w:val="28"/>
          <w:lang w:eastAsia="ru-RU"/>
        </w:rPr>
        <w:t>. Решение вступает в силу</w:t>
      </w:r>
      <w:r>
        <w:rPr>
          <w:rFonts w:ascii="Times New Roman" w:hAnsi="Times New Roman"/>
          <w:sz w:val="28"/>
          <w:szCs w:val="28"/>
          <w:lang w:eastAsia="ru-RU"/>
        </w:rPr>
        <w:t xml:space="preserve"> со дня его подписания и подлежит</w:t>
      </w:r>
      <w:r w:rsidRPr="00A05AA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официальному опубликованию</w:t>
      </w:r>
      <w:r w:rsidRPr="00A05AAB">
        <w:rPr>
          <w:rFonts w:ascii="Times New Roman" w:hAnsi="Times New Roman"/>
          <w:sz w:val="28"/>
          <w:szCs w:val="28"/>
          <w:lang w:eastAsia="ru-RU"/>
        </w:rPr>
        <w:t xml:space="preserve"> в периодическом печатном издании «Официальный вестник Новоселовского района»</w:t>
      </w:r>
      <w:r>
        <w:rPr>
          <w:rFonts w:ascii="Times New Roman" w:hAnsi="Times New Roman"/>
          <w:sz w:val="28"/>
          <w:szCs w:val="28"/>
          <w:lang w:eastAsia="ru-RU"/>
        </w:rPr>
        <w:t xml:space="preserve"> и размещению </w:t>
      </w:r>
      <w:r w:rsidRPr="005D729D">
        <w:rPr>
          <w:rFonts w:ascii="Times New Roman" w:hAnsi="Times New Roman"/>
          <w:sz w:val="28"/>
          <w:szCs w:val="28"/>
          <w:lang w:eastAsia="ru-RU"/>
        </w:rPr>
        <w:t>на официальном сайте муниципального образования Новоселовский район в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8854C0" w:rsidRPr="00A05AAB" w:rsidRDefault="008854C0" w:rsidP="005D729D">
      <w:pPr>
        <w:pStyle w:val="NoSpacing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54C0" w:rsidRDefault="008854C0" w:rsidP="007A2C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54C0" w:rsidRDefault="008854C0" w:rsidP="007A2C9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854C0" w:rsidRPr="005D729D" w:rsidRDefault="008854C0" w:rsidP="005D729D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5D729D">
        <w:rPr>
          <w:rFonts w:ascii="Times New Roman" w:hAnsi="Times New Roman"/>
          <w:sz w:val="28"/>
          <w:szCs w:val="28"/>
        </w:rPr>
        <w:t>Председатель</w:t>
      </w:r>
    </w:p>
    <w:p w:rsidR="008854C0" w:rsidRPr="005D729D" w:rsidRDefault="008854C0" w:rsidP="005D729D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5D729D">
        <w:rPr>
          <w:rFonts w:ascii="Times New Roman" w:hAnsi="Times New Roman"/>
          <w:sz w:val="28"/>
          <w:szCs w:val="28"/>
        </w:rPr>
        <w:t xml:space="preserve">Новоселовского </w:t>
      </w:r>
      <w:r>
        <w:rPr>
          <w:rFonts w:ascii="Times New Roman" w:hAnsi="Times New Roman"/>
          <w:sz w:val="28"/>
          <w:szCs w:val="28"/>
        </w:rPr>
        <w:t>районного Совета депутатов                          Л.Ю. Толстикова</w:t>
      </w:r>
      <w:r w:rsidRPr="005D729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</w:p>
    <w:p w:rsidR="008854C0" w:rsidRDefault="008854C0" w:rsidP="007A2C9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854C0" w:rsidRPr="007A2C9D" w:rsidRDefault="008854C0" w:rsidP="007A2C9D">
      <w:pPr>
        <w:rPr>
          <w:rFonts w:ascii="Times New Roman" w:hAnsi="Times New Roman"/>
          <w:sz w:val="20"/>
          <w:szCs w:val="20"/>
          <w:lang w:eastAsia="ru-RU"/>
        </w:rPr>
      </w:pPr>
    </w:p>
    <w:sectPr w:rsidR="008854C0" w:rsidRPr="007A2C9D" w:rsidSect="00214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54C0" w:rsidRDefault="008854C0" w:rsidP="000F7916">
      <w:pPr>
        <w:spacing w:after="0" w:line="240" w:lineRule="auto"/>
      </w:pPr>
      <w:r>
        <w:separator/>
      </w:r>
    </w:p>
  </w:endnote>
  <w:endnote w:type="continuationSeparator" w:id="0">
    <w:p w:rsidR="008854C0" w:rsidRDefault="008854C0" w:rsidP="000F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54C0" w:rsidRDefault="008854C0" w:rsidP="000F7916">
      <w:pPr>
        <w:spacing w:after="0" w:line="240" w:lineRule="auto"/>
      </w:pPr>
      <w:r>
        <w:separator/>
      </w:r>
    </w:p>
  </w:footnote>
  <w:footnote w:type="continuationSeparator" w:id="0">
    <w:p w:rsidR="008854C0" w:rsidRDefault="008854C0" w:rsidP="000F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D34B5"/>
    <w:multiLevelType w:val="hybridMultilevel"/>
    <w:tmpl w:val="61E4DF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88A1E5F"/>
    <w:multiLevelType w:val="hybridMultilevel"/>
    <w:tmpl w:val="34A61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C454842"/>
    <w:multiLevelType w:val="hybridMultilevel"/>
    <w:tmpl w:val="6944DD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F1F1C2B"/>
    <w:multiLevelType w:val="hybridMultilevel"/>
    <w:tmpl w:val="29120C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4E15D78"/>
    <w:multiLevelType w:val="hybridMultilevel"/>
    <w:tmpl w:val="D9A4E648"/>
    <w:lvl w:ilvl="0" w:tplc="0B5E689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518A"/>
    <w:rsid w:val="000047A5"/>
    <w:rsid w:val="000202E0"/>
    <w:rsid w:val="0005037A"/>
    <w:rsid w:val="00061D53"/>
    <w:rsid w:val="00071560"/>
    <w:rsid w:val="000A41B7"/>
    <w:rsid w:val="000A52C3"/>
    <w:rsid w:val="000A5492"/>
    <w:rsid w:val="000A658C"/>
    <w:rsid w:val="000F75F1"/>
    <w:rsid w:val="000F7916"/>
    <w:rsid w:val="00152380"/>
    <w:rsid w:val="001F02DB"/>
    <w:rsid w:val="00214C7A"/>
    <w:rsid w:val="0022168D"/>
    <w:rsid w:val="002466E2"/>
    <w:rsid w:val="00264B6B"/>
    <w:rsid w:val="00290437"/>
    <w:rsid w:val="00296867"/>
    <w:rsid w:val="002A3750"/>
    <w:rsid w:val="002A3771"/>
    <w:rsid w:val="003B19BD"/>
    <w:rsid w:val="003B6273"/>
    <w:rsid w:val="00402C99"/>
    <w:rsid w:val="0043435E"/>
    <w:rsid w:val="004851C0"/>
    <w:rsid w:val="004F1234"/>
    <w:rsid w:val="00503CE6"/>
    <w:rsid w:val="00506A83"/>
    <w:rsid w:val="00534489"/>
    <w:rsid w:val="0055368F"/>
    <w:rsid w:val="005C2BFB"/>
    <w:rsid w:val="005D729D"/>
    <w:rsid w:val="005F135E"/>
    <w:rsid w:val="00683161"/>
    <w:rsid w:val="0069407A"/>
    <w:rsid w:val="00736DEB"/>
    <w:rsid w:val="007472AC"/>
    <w:rsid w:val="0077595B"/>
    <w:rsid w:val="00791B4A"/>
    <w:rsid w:val="007A2C9D"/>
    <w:rsid w:val="007A3353"/>
    <w:rsid w:val="007E73D2"/>
    <w:rsid w:val="007F15A2"/>
    <w:rsid w:val="00854828"/>
    <w:rsid w:val="00860105"/>
    <w:rsid w:val="008854C0"/>
    <w:rsid w:val="00890DE9"/>
    <w:rsid w:val="008C17F1"/>
    <w:rsid w:val="008E18B6"/>
    <w:rsid w:val="008E5FB9"/>
    <w:rsid w:val="009578E4"/>
    <w:rsid w:val="009A2713"/>
    <w:rsid w:val="00A05AAB"/>
    <w:rsid w:val="00A4179D"/>
    <w:rsid w:val="00A57112"/>
    <w:rsid w:val="00A62675"/>
    <w:rsid w:val="00AA5915"/>
    <w:rsid w:val="00AA6C2C"/>
    <w:rsid w:val="00AB2622"/>
    <w:rsid w:val="00AC1E45"/>
    <w:rsid w:val="00AD0FA6"/>
    <w:rsid w:val="00B0130F"/>
    <w:rsid w:val="00B11C98"/>
    <w:rsid w:val="00B20CD2"/>
    <w:rsid w:val="00B40029"/>
    <w:rsid w:val="00B627E3"/>
    <w:rsid w:val="00B74434"/>
    <w:rsid w:val="00B8078C"/>
    <w:rsid w:val="00BC076A"/>
    <w:rsid w:val="00BF3CA2"/>
    <w:rsid w:val="00C95C1E"/>
    <w:rsid w:val="00CC190B"/>
    <w:rsid w:val="00D418CF"/>
    <w:rsid w:val="00D51676"/>
    <w:rsid w:val="00D964A4"/>
    <w:rsid w:val="00DA4E55"/>
    <w:rsid w:val="00DB5E62"/>
    <w:rsid w:val="00DF4D4B"/>
    <w:rsid w:val="00E6278F"/>
    <w:rsid w:val="00E74993"/>
    <w:rsid w:val="00E95919"/>
    <w:rsid w:val="00EB7FC1"/>
    <w:rsid w:val="00EF05A6"/>
    <w:rsid w:val="00F06459"/>
    <w:rsid w:val="00F4469B"/>
    <w:rsid w:val="00F4518A"/>
    <w:rsid w:val="00F6367C"/>
    <w:rsid w:val="00FD3894"/>
    <w:rsid w:val="00FF32D5"/>
    <w:rsid w:val="00FF7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C7A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4518A"/>
    <w:pPr>
      <w:ind w:left="720"/>
      <w:contextualSpacing/>
    </w:pPr>
  </w:style>
  <w:style w:type="table" w:styleId="TableGrid">
    <w:name w:val="Table Grid"/>
    <w:basedOn w:val="TableNormal"/>
    <w:uiPriority w:val="99"/>
    <w:rsid w:val="00AA6C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Normal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uiPriority w:val="99"/>
    <w:rsid w:val="00F06459"/>
  </w:style>
  <w:style w:type="paragraph" w:customStyle="1" w:styleId="p13">
    <w:name w:val="p13"/>
    <w:basedOn w:val="Normal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22168D"/>
    <w:rPr>
      <w:lang w:eastAsia="en-US"/>
    </w:rPr>
  </w:style>
  <w:style w:type="paragraph" w:styleId="FootnoteText">
    <w:name w:val="footnote text"/>
    <w:basedOn w:val="Normal"/>
    <w:link w:val="FootnoteTextChar"/>
    <w:uiPriority w:val="99"/>
    <w:rsid w:val="000F791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0F7916"/>
    <w:rPr>
      <w:rFonts w:ascii="Times New Roman" w:hAnsi="Times New Roman"/>
      <w:sz w:val="20"/>
      <w:lang w:eastAsia="ru-RU"/>
    </w:rPr>
  </w:style>
  <w:style w:type="character" w:styleId="FootnoteReference">
    <w:name w:val="footnote reference"/>
    <w:basedOn w:val="DefaultParagraphFont"/>
    <w:uiPriority w:val="99"/>
    <w:rsid w:val="000F7916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736DEB"/>
  </w:style>
  <w:style w:type="table" w:customStyle="1" w:styleId="1">
    <w:name w:val="Сетка таблицы1"/>
    <w:uiPriority w:val="99"/>
    <w:rsid w:val="009578E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rsid w:val="00B40029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40029"/>
    <w:rPr>
      <w:rFonts w:eastAsia="Times New Roman" w:cs="Times New Roman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80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576</TotalTime>
  <Pages>2</Pages>
  <Words>396</Words>
  <Characters>2261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Nasa</dc:creator>
  <cp:keywords/>
  <dc:description/>
  <cp:lastModifiedBy>puma</cp:lastModifiedBy>
  <cp:revision>24</cp:revision>
  <cp:lastPrinted>2018-11-07T02:41:00Z</cp:lastPrinted>
  <dcterms:created xsi:type="dcterms:W3CDTF">2017-03-31T12:04:00Z</dcterms:created>
  <dcterms:modified xsi:type="dcterms:W3CDTF">2018-11-22T07:22:00Z</dcterms:modified>
</cp:coreProperties>
</file>