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27" w:rsidRPr="0073225A" w:rsidRDefault="00FE2F27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FE2F27" w:rsidRPr="0073225A" w:rsidRDefault="00FE2F2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FE2F27" w:rsidRPr="0073225A" w:rsidRDefault="00FE2F2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2F27" w:rsidRPr="0073225A" w:rsidRDefault="00FE2F2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FE2F27" w:rsidRPr="0073225A" w:rsidRDefault="00FE2F2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FE2F27" w:rsidRPr="0073225A" w:rsidRDefault="00FE2F2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2F27" w:rsidRPr="0073225A" w:rsidRDefault="00FE2F2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FE2F27" w:rsidRDefault="00FE2F27" w:rsidP="0073225A">
      <w:pPr>
        <w:shd w:val="clear" w:color="auto" w:fill="FFFFFF"/>
        <w:spacing w:after="0" w:line="240" w:lineRule="auto"/>
        <w:rPr>
          <w:rFonts w:ascii="Times New Roman" w:hAnsi="Times New Roman"/>
          <w:b/>
          <w:sz w:val="44"/>
          <w:szCs w:val="20"/>
          <w:lang w:eastAsia="ru-RU"/>
        </w:rPr>
      </w:pPr>
    </w:p>
    <w:p w:rsidR="00FE2F27" w:rsidRPr="0073225A" w:rsidRDefault="00FE2F27" w:rsidP="0073225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E2F27" w:rsidRPr="0073225A" w:rsidRDefault="00FE2F27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20 февраля 2019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eastAsia="ru-RU"/>
        </w:rPr>
        <w:t xml:space="preserve"> года                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с. Новоселово  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>№ 53-300-1р</w:t>
      </w:r>
    </w:p>
    <w:p w:rsidR="00FE2F27" w:rsidRPr="0073225A" w:rsidRDefault="00FE2F27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FE2F27" w:rsidRPr="0073225A" w:rsidRDefault="00FE2F27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FE2F27" w:rsidRPr="007344AF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FE2F27" w:rsidRPr="007344AF" w:rsidRDefault="00FE2F27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внесении изменений в Регламент Новоселовского районного </w:t>
            </w:r>
            <w:r>
              <w:rPr>
                <w:rFonts w:ascii="Times New Roman" w:hAnsi="Times New Roman"/>
                <w:sz w:val="28"/>
                <w:szCs w:val="28"/>
              </w:rPr>
              <w:t>Совета депутатов, утвержденный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 решением Новоселовского районного Совета депутатов от 16.12.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016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>№ 22-116-88р</w:t>
            </w:r>
          </w:p>
          <w:p w:rsidR="00FE2F27" w:rsidRPr="0073225A" w:rsidRDefault="00FE2F27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E2F27" w:rsidRDefault="00FE2F27" w:rsidP="00590ECD">
      <w:pPr>
        <w:pStyle w:val="NoSpacing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E2F27" w:rsidRPr="0073225A" w:rsidRDefault="00FE2F27" w:rsidP="00590ECD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связи с внесением изменений в статью 27 Устав Новоселовского района Красноярского края, в соответствии с пунктом 2 статьи 47 Федерального закона от 06.10.2003 № 131-ФЗ «Об общих принципах организации местного самоуправления в Российской Федерации» и пунктом 1 статьи 52 Регламента Новоселовского районного Совета депутатов, руководствуясь статьями 23, 27 Устава Новоселовского района Красноярского края,</w:t>
      </w:r>
    </w:p>
    <w:p w:rsidR="00FE2F27" w:rsidRPr="0073225A" w:rsidRDefault="00FE2F27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2F27" w:rsidRPr="0073225A" w:rsidRDefault="00FE2F27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FE2F27" w:rsidRPr="0073225A" w:rsidRDefault="00FE2F2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2F27" w:rsidRDefault="00FE2F27" w:rsidP="00590ECD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Регламент Новоселовского районного Совета депутатов, утвержденный </w:t>
      </w:r>
      <w:r>
        <w:rPr>
          <w:rFonts w:ascii="Times New Roman" w:hAnsi="Times New Roman"/>
          <w:sz w:val="28"/>
          <w:szCs w:val="28"/>
        </w:rPr>
        <w:t>решением Н</w:t>
      </w:r>
      <w:r w:rsidRPr="006F4005">
        <w:rPr>
          <w:rFonts w:ascii="Times New Roman" w:hAnsi="Times New Roman"/>
          <w:sz w:val="28"/>
          <w:szCs w:val="28"/>
        </w:rPr>
        <w:t>овоселовског</w:t>
      </w:r>
      <w:r>
        <w:rPr>
          <w:rFonts w:ascii="Times New Roman" w:hAnsi="Times New Roman"/>
          <w:sz w:val="28"/>
          <w:szCs w:val="28"/>
        </w:rPr>
        <w:t>о районного Совета депутатов от 16.12.2016 № 22-116-88р следующие изменения:</w:t>
      </w:r>
    </w:p>
    <w:p w:rsidR="00FE2F27" w:rsidRDefault="00FE2F27" w:rsidP="004E3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1.1. абзац второй пункта 6 статьи 22 после слов «человека и гражданина,» дополнить словами «</w:t>
      </w:r>
      <w:r>
        <w:rPr>
          <w:rFonts w:ascii="Times New Roman" w:hAnsi="Times New Roman"/>
          <w:sz w:val="28"/>
          <w:szCs w:val="28"/>
          <w:lang w:eastAsia="ru-RU"/>
        </w:rPr>
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самоуправления,»;</w:t>
      </w:r>
    </w:p>
    <w:p w:rsidR="00FE2F27" w:rsidRDefault="00FE2F27" w:rsidP="004E3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>
        <w:rPr>
          <w:rFonts w:ascii="Times New Roman" w:hAnsi="Times New Roman"/>
          <w:sz w:val="28"/>
          <w:szCs w:val="28"/>
        </w:rPr>
        <w:t>абзац третьи пункта 6 статьи 22 после слов «человека и гражданина» дополнить словами «,</w:t>
      </w:r>
      <w:r>
        <w:rPr>
          <w:rFonts w:ascii="Times New Roman" w:hAnsi="Times New Roman"/>
          <w:sz w:val="28"/>
          <w:szCs w:val="28"/>
          <w:lang w:eastAsia="ru-RU"/>
        </w:rPr>
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самоуправления,»;</w:t>
      </w:r>
    </w:p>
    <w:p w:rsidR="00FE2F27" w:rsidRDefault="00FE2F27" w:rsidP="004E3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</w:t>
      </w:r>
      <w:r>
        <w:rPr>
          <w:rFonts w:ascii="Times New Roman" w:hAnsi="Times New Roman"/>
          <w:sz w:val="28"/>
          <w:szCs w:val="28"/>
        </w:rPr>
        <w:t>абзац первый пункта 3 статьи 34 после слов «человека и гражданина,» дополнить словами «</w:t>
      </w:r>
      <w:r>
        <w:rPr>
          <w:rFonts w:ascii="Times New Roman" w:hAnsi="Times New Roman"/>
          <w:sz w:val="28"/>
          <w:szCs w:val="28"/>
          <w:lang w:eastAsia="ru-RU"/>
        </w:rPr>
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самоуправления,»;</w:t>
      </w:r>
    </w:p>
    <w:p w:rsidR="00FE2F27" w:rsidRDefault="00FE2F27" w:rsidP="009C29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1.4.</w:t>
      </w:r>
      <w:r w:rsidRPr="009C29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абзац второй пункта 3 статьи 34 после слов «человека и гражданина» дополнить словами «,</w:t>
      </w:r>
      <w:r>
        <w:rPr>
          <w:rFonts w:ascii="Times New Roman" w:hAnsi="Times New Roman"/>
          <w:sz w:val="28"/>
          <w:szCs w:val="28"/>
          <w:lang w:eastAsia="ru-RU"/>
        </w:rPr>
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самоуправления,»;</w:t>
      </w:r>
    </w:p>
    <w:p w:rsidR="00FE2F27" w:rsidRDefault="00FE2F27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2. Контроль за выполнением решения возложить на п</w:t>
      </w:r>
      <w:r>
        <w:rPr>
          <w:rFonts w:ascii="Times New Roman" w:hAnsi="Times New Roman"/>
          <w:sz w:val="28"/>
          <w:szCs w:val="28"/>
          <w:lang w:eastAsia="ru-RU"/>
        </w:rPr>
        <w:t>остоянную комиссию Новоселовского районного Совета депутатов по социальной политике и развитию местного самоуправления (Горбунов О.В.</w:t>
      </w:r>
      <w:r w:rsidRPr="0073225A">
        <w:rPr>
          <w:rFonts w:ascii="Times New Roman" w:hAnsi="Times New Roman"/>
          <w:sz w:val="28"/>
          <w:szCs w:val="28"/>
          <w:lang w:eastAsia="ru-RU"/>
        </w:rPr>
        <w:t>).</w:t>
      </w:r>
    </w:p>
    <w:p w:rsidR="00FE2F27" w:rsidRPr="0073225A" w:rsidRDefault="00FE2F27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FE2F27" w:rsidRDefault="00FE2F27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E2F27" w:rsidRDefault="00FE2F27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E2F27" w:rsidRPr="0073225A" w:rsidRDefault="00FE2F27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E2F27" w:rsidRPr="0073225A" w:rsidRDefault="00FE2F2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FE2F27" w:rsidRPr="0073225A" w:rsidRDefault="00FE2F2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FE2F27" w:rsidRPr="0073225A" w:rsidRDefault="00FE2F2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2F27" w:rsidRDefault="00FE2F27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sectPr w:rsidR="00FE2F27" w:rsidSect="00B10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343CA"/>
    <w:rsid w:val="00067E97"/>
    <w:rsid w:val="000B6E82"/>
    <w:rsid w:val="0011402D"/>
    <w:rsid w:val="001F27F4"/>
    <w:rsid w:val="002B4F32"/>
    <w:rsid w:val="003928B7"/>
    <w:rsid w:val="00432864"/>
    <w:rsid w:val="004976BC"/>
    <w:rsid w:val="004C3F7F"/>
    <w:rsid w:val="004E32BE"/>
    <w:rsid w:val="00570CDA"/>
    <w:rsid w:val="00590ECD"/>
    <w:rsid w:val="005B0A59"/>
    <w:rsid w:val="00626761"/>
    <w:rsid w:val="0066767F"/>
    <w:rsid w:val="006F4005"/>
    <w:rsid w:val="0073225A"/>
    <w:rsid w:val="007344AF"/>
    <w:rsid w:val="00771550"/>
    <w:rsid w:val="0077217A"/>
    <w:rsid w:val="00790F5A"/>
    <w:rsid w:val="007C720B"/>
    <w:rsid w:val="00821916"/>
    <w:rsid w:val="0084081E"/>
    <w:rsid w:val="008427C7"/>
    <w:rsid w:val="00874076"/>
    <w:rsid w:val="008758F9"/>
    <w:rsid w:val="008A1739"/>
    <w:rsid w:val="009667F4"/>
    <w:rsid w:val="00971A51"/>
    <w:rsid w:val="009926FA"/>
    <w:rsid w:val="009C2953"/>
    <w:rsid w:val="00A91396"/>
    <w:rsid w:val="00A93A5C"/>
    <w:rsid w:val="00B10573"/>
    <w:rsid w:val="00B346A5"/>
    <w:rsid w:val="00B5240C"/>
    <w:rsid w:val="00C9152C"/>
    <w:rsid w:val="00CB193E"/>
    <w:rsid w:val="00D509B9"/>
    <w:rsid w:val="00DC5976"/>
    <w:rsid w:val="00DD6F5D"/>
    <w:rsid w:val="00E26100"/>
    <w:rsid w:val="00E96881"/>
    <w:rsid w:val="00EA0019"/>
    <w:rsid w:val="00EA19CB"/>
    <w:rsid w:val="00EF0C54"/>
    <w:rsid w:val="00FE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table" w:styleId="TableGrid">
    <w:name w:val="Table Grid"/>
    <w:basedOn w:val="TableNormal"/>
    <w:uiPriority w:val="99"/>
    <w:rsid w:val="000343C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3A5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3A5C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293</TotalTime>
  <Pages>2</Pages>
  <Words>388</Words>
  <Characters>2213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25</cp:revision>
  <cp:lastPrinted>2019-02-04T03:57:00Z</cp:lastPrinted>
  <dcterms:created xsi:type="dcterms:W3CDTF">2017-10-10T11:17:00Z</dcterms:created>
  <dcterms:modified xsi:type="dcterms:W3CDTF">2019-02-24T09:18:00Z</dcterms:modified>
</cp:coreProperties>
</file>