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2D9" w:rsidRPr="0030296F" w:rsidRDefault="00A822D9" w:rsidP="0030296F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30296F">
        <w:rPr>
          <w:rFonts w:ascii="Times New Roman" w:hAnsi="Times New Roman"/>
          <w:b/>
          <w:sz w:val="40"/>
          <w:szCs w:val="20"/>
          <w:lang w:eastAsia="ru-RU"/>
        </w:rPr>
        <w:t>РОССИЙСКАЯ ФЕДЕР</w:t>
      </w:r>
      <w:r>
        <w:rPr>
          <w:rFonts w:ascii="Times New Roman" w:hAnsi="Times New Roman"/>
          <w:b/>
          <w:sz w:val="40"/>
          <w:szCs w:val="20"/>
          <w:lang w:eastAsia="ru-RU"/>
        </w:rPr>
        <w:t>А</w:t>
      </w:r>
      <w:r w:rsidRPr="0030296F">
        <w:rPr>
          <w:rFonts w:ascii="Times New Roman" w:hAnsi="Times New Roman"/>
          <w:b/>
          <w:sz w:val="40"/>
          <w:szCs w:val="20"/>
          <w:lang w:eastAsia="ru-RU"/>
        </w:rPr>
        <w:t>ЦИЯ</w:t>
      </w:r>
    </w:p>
    <w:p w:rsidR="00A822D9" w:rsidRPr="0030296F" w:rsidRDefault="00A822D9" w:rsidP="0030296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30296F">
        <w:rPr>
          <w:rFonts w:ascii="Times New Roman" w:hAnsi="Times New Roman"/>
          <w:b/>
          <w:sz w:val="40"/>
          <w:szCs w:val="20"/>
          <w:lang w:eastAsia="ru-RU"/>
        </w:rPr>
        <w:t>КРАСНОЯРСКИЙ КРАЙ</w:t>
      </w:r>
    </w:p>
    <w:p w:rsidR="00A822D9" w:rsidRPr="0030296F" w:rsidRDefault="00A822D9" w:rsidP="0030296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</w:p>
    <w:p w:rsidR="00A822D9" w:rsidRPr="0030296F" w:rsidRDefault="00A822D9" w:rsidP="0030296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30296F">
        <w:rPr>
          <w:rFonts w:ascii="Times New Roman" w:hAnsi="Times New Roman"/>
          <w:b/>
          <w:sz w:val="36"/>
          <w:szCs w:val="20"/>
          <w:lang w:eastAsia="ru-RU"/>
        </w:rPr>
        <w:t xml:space="preserve">НОВОСЕЛОВСКИЙ  </w:t>
      </w:r>
    </w:p>
    <w:p w:rsidR="00A822D9" w:rsidRPr="0030296F" w:rsidRDefault="00A822D9" w:rsidP="0030296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30296F">
        <w:rPr>
          <w:rFonts w:ascii="Times New Roman" w:hAnsi="Times New Roman"/>
          <w:b/>
          <w:sz w:val="36"/>
          <w:szCs w:val="20"/>
          <w:lang w:eastAsia="ru-RU"/>
        </w:rPr>
        <w:t>РАЙОННЫЙ  СОВЕТ  ДЕПУТАТОВ</w:t>
      </w:r>
    </w:p>
    <w:p w:rsidR="00A822D9" w:rsidRPr="0030296F" w:rsidRDefault="00A822D9" w:rsidP="0030296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</w:p>
    <w:p w:rsidR="00A822D9" w:rsidRPr="0030296F" w:rsidRDefault="00A822D9" w:rsidP="0030296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30296F">
        <w:rPr>
          <w:rFonts w:ascii="Times New Roman" w:hAnsi="Times New Roman"/>
          <w:b/>
          <w:sz w:val="44"/>
          <w:szCs w:val="20"/>
          <w:lang w:eastAsia="ru-RU"/>
        </w:rPr>
        <w:t xml:space="preserve">РЕШЕНИЕ   </w:t>
      </w:r>
    </w:p>
    <w:p w:rsidR="00A822D9" w:rsidRPr="0030296F" w:rsidRDefault="00A822D9" w:rsidP="0030296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</w:p>
    <w:p w:rsidR="00A822D9" w:rsidRPr="0030296F" w:rsidRDefault="00A822D9" w:rsidP="0030296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</w:p>
    <w:p w:rsidR="00A822D9" w:rsidRPr="00963506" w:rsidRDefault="00A822D9" w:rsidP="00963506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963506">
        <w:rPr>
          <w:rFonts w:ascii="Times New Roman" w:hAnsi="Times New Roman"/>
          <w:sz w:val="28"/>
          <w:szCs w:val="28"/>
        </w:rPr>
        <w:t xml:space="preserve">09 апреля 2019 года                    с. Новоселово                         </w:t>
      </w:r>
      <w:r>
        <w:rPr>
          <w:rFonts w:ascii="Times New Roman" w:hAnsi="Times New Roman"/>
          <w:sz w:val="28"/>
          <w:szCs w:val="28"/>
        </w:rPr>
        <w:t xml:space="preserve">       № 55-322-23</w:t>
      </w:r>
      <w:r w:rsidRPr="00963506">
        <w:rPr>
          <w:rFonts w:ascii="Times New Roman" w:hAnsi="Times New Roman"/>
          <w:sz w:val="28"/>
          <w:szCs w:val="28"/>
        </w:rPr>
        <w:t>р</w:t>
      </w:r>
    </w:p>
    <w:p w:rsidR="00A822D9" w:rsidRPr="0030296F" w:rsidRDefault="00A822D9" w:rsidP="0030296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822D9" w:rsidRPr="0030296F" w:rsidRDefault="00A822D9" w:rsidP="0030296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</w:tblGrid>
      <w:tr w:rsidR="00A822D9" w:rsidRPr="00576D4E" w:rsidTr="009165A6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A822D9" w:rsidRPr="0030296F" w:rsidRDefault="00A822D9" w:rsidP="009165A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296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 ежегодном отчете Главы района </w:t>
            </w:r>
          </w:p>
          <w:p w:rsidR="00A822D9" w:rsidRPr="0030296F" w:rsidRDefault="00A822D9" w:rsidP="009165A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296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о результатах своей деятельности</w:t>
            </w:r>
          </w:p>
          <w:p w:rsidR="00A822D9" w:rsidRPr="0030296F" w:rsidRDefault="00A822D9" w:rsidP="009165A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296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и результатах деятельно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администрации района за 2018</w:t>
            </w:r>
            <w:r w:rsidRPr="0030296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A822D9" w:rsidRPr="0030296F" w:rsidRDefault="00A822D9" w:rsidP="009165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822D9" w:rsidRPr="0030296F" w:rsidRDefault="00A822D9" w:rsidP="00366320">
      <w:pPr>
        <w:shd w:val="clear" w:color="auto" w:fill="FFFFFF"/>
        <w:spacing w:before="100" w:beforeAutospacing="1" w:after="100" w:afterAutospacing="1" w:line="225" w:lineRule="atLeast"/>
        <w:ind w:right="150"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0296F">
        <w:rPr>
          <w:rFonts w:ascii="Times New Roman" w:hAnsi="Times New Roman"/>
          <w:color w:val="000000"/>
          <w:sz w:val="28"/>
          <w:szCs w:val="28"/>
          <w:lang w:eastAsia="ru-RU"/>
        </w:rPr>
        <w:t>Заслушав и обсудив, представленный Главой Новоселовского района А.В. Гергартом, ежегодный отчет о результатах своей деятельности и результатах деятельности администрации Новоселовского 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айона Красноярского края за 2018</w:t>
      </w:r>
      <w:r w:rsidRPr="0030296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год, в соответствии со статьями 35, 36 </w:t>
      </w:r>
      <w:r w:rsidRPr="0030296F">
        <w:rPr>
          <w:rFonts w:ascii="Times New Roman" w:hAnsi="Times New Roman"/>
          <w:sz w:val="28"/>
          <w:szCs w:val="28"/>
          <w:lang w:eastAsia="ru-RU"/>
        </w:rPr>
        <w:t>Федерального закона от 06.10.2003 года № 131-ФЗ «Об общих принципах организации местного самоуправления в Российской Федерации»</w:t>
      </w:r>
      <w:r w:rsidRPr="0030296F">
        <w:rPr>
          <w:rFonts w:ascii="Times New Roman" w:hAnsi="Times New Roman"/>
          <w:color w:val="000000"/>
          <w:sz w:val="28"/>
          <w:szCs w:val="28"/>
          <w:lang w:eastAsia="ru-RU"/>
        </w:rPr>
        <w:t>, на основании Положения о порядке представления и рассмотрения ежегодного отчета Главы Новоселовского района Красноярского края о результатах деятельности, утвержденного решением Новоселовского районного Совета депутатов от 20.02.2018 № 41-207-2р, руководствуясь статьями 23, 27 </w:t>
      </w:r>
      <w:hyperlink r:id="rId4" w:tgtFrame="_blank" w:history="1">
        <w:r w:rsidRPr="0030296F">
          <w:rPr>
            <w:rFonts w:ascii="Times New Roman" w:hAnsi="Times New Roman"/>
            <w:color w:val="000000"/>
            <w:sz w:val="28"/>
            <w:szCs w:val="28"/>
            <w:lang w:eastAsia="ru-RU"/>
          </w:rPr>
          <w:t>Устава</w:t>
        </w:r>
      </w:hyperlink>
      <w:r w:rsidRPr="0030296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Новоселовского района, </w:t>
      </w:r>
    </w:p>
    <w:p w:rsidR="00A822D9" w:rsidRPr="0030296F" w:rsidRDefault="00A822D9" w:rsidP="00366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0296F">
        <w:rPr>
          <w:rFonts w:ascii="Times New Roman" w:hAnsi="Times New Roman"/>
          <w:b/>
          <w:sz w:val="28"/>
          <w:szCs w:val="28"/>
          <w:lang w:eastAsia="ru-RU"/>
        </w:rPr>
        <w:t>Новоселовский районный Совет депутатов РЕШИЛ:</w:t>
      </w:r>
    </w:p>
    <w:p w:rsidR="00A822D9" w:rsidRPr="0030296F" w:rsidRDefault="00A822D9" w:rsidP="0036632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0296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A822D9" w:rsidRPr="0030296F" w:rsidRDefault="00A822D9" w:rsidP="0036632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0296F">
        <w:rPr>
          <w:rFonts w:ascii="Times New Roman" w:hAnsi="Times New Roman"/>
          <w:color w:val="000000"/>
          <w:sz w:val="28"/>
          <w:szCs w:val="28"/>
          <w:lang w:eastAsia="ru-RU"/>
        </w:rPr>
        <w:t>1. Принять к сведению ежегодный отчет Главы Новоселовского района А.В. Гергарта о результатах своей деятельности и результатах деятельности администрации Новоселовского района Красноярского края за 201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Pr="0030296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 (прилагается).</w:t>
      </w:r>
    </w:p>
    <w:p w:rsidR="00A822D9" w:rsidRPr="00F8639F" w:rsidRDefault="00A822D9" w:rsidP="00366320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0296F">
        <w:rPr>
          <w:rFonts w:ascii="Times New Roman" w:hAnsi="Times New Roman"/>
          <w:color w:val="000000"/>
          <w:sz w:val="28"/>
          <w:szCs w:val="28"/>
          <w:lang w:eastAsia="ru-RU"/>
        </w:rPr>
        <w:t>2. По результатам представленного ежегодного отчета, признать деятельность Главы Новоселовского района А.В.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0296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Гергарта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удовлетворительной.</w:t>
      </w:r>
    </w:p>
    <w:p w:rsidR="00A822D9" w:rsidRPr="0030296F" w:rsidRDefault="00A822D9" w:rsidP="0036632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30296F">
        <w:rPr>
          <w:rFonts w:ascii="Times New Roman" w:hAnsi="Times New Roman"/>
          <w:sz w:val="28"/>
          <w:szCs w:val="28"/>
          <w:lang w:eastAsia="ru-RU"/>
        </w:rPr>
        <w:t>. Направить копию настоящего решения Главе Новоселовского района А.В. Гергарту.</w:t>
      </w:r>
    </w:p>
    <w:p w:rsidR="00A822D9" w:rsidRDefault="00A822D9" w:rsidP="0036632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30296F">
        <w:rPr>
          <w:rFonts w:ascii="Times New Roman" w:hAnsi="Times New Roman"/>
          <w:sz w:val="28"/>
          <w:szCs w:val="28"/>
          <w:lang w:eastAsia="ru-RU"/>
        </w:rPr>
        <w:t>. Контроль за исполнением решения возложить на постоянные комиссии Новоселовского районного Совета депутатов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A822D9" w:rsidRDefault="00A822D9" w:rsidP="0036632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296F">
        <w:rPr>
          <w:rFonts w:ascii="Times New Roman" w:hAnsi="Times New Roman"/>
          <w:sz w:val="28"/>
          <w:szCs w:val="28"/>
          <w:lang w:eastAsia="ru-RU"/>
        </w:rPr>
        <w:t xml:space="preserve"> по финансам, налоговой политике, малому и среднему предп</w:t>
      </w:r>
      <w:r>
        <w:rPr>
          <w:rFonts w:ascii="Times New Roman" w:hAnsi="Times New Roman"/>
          <w:sz w:val="28"/>
          <w:szCs w:val="28"/>
          <w:lang w:eastAsia="ru-RU"/>
        </w:rPr>
        <w:t>ринимательству (С.А. Злотников);</w:t>
      </w:r>
      <w:r w:rsidRPr="0030296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822D9" w:rsidRDefault="00A822D9" w:rsidP="0036632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296F">
        <w:rPr>
          <w:rFonts w:ascii="Times New Roman" w:hAnsi="Times New Roman"/>
          <w:sz w:val="28"/>
          <w:szCs w:val="28"/>
          <w:lang w:eastAsia="ru-RU"/>
        </w:rPr>
        <w:t>по социальной политике и развитию местного сам</w:t>
      </w:r>
      <w:r>
        <w:rPr>
          <w:rFonts w:ascii="Times New Roman" w:hAnsi="Times New Roman"/>
          <w:sz w:val="28"/>
          <w:szCs w:val="28"/>
          <w:lang w:eastAsia="ru-RU"/>
        </w:rPr>
        <w:t>оуправления (О.В. Горбунов);</w:t>
      </w:r>
      <w:r w:rsidRPr="0030296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822D9" w:rsidRPr="0030296F" w:rsidRDefault="00A822D9" w:rsidP="0036632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296F">
        <w:rPr>
          <w:rFonts w:ascii="Times New Roman" w:hAnsi="Times New Roman"/>
          <w:sz w:val="28"/>
          <w:szCs w:val="28"/>
          <w:lang w:eastAsia="ru-RU"/>
        </w:rPr>
        <w:t>по аграрной политике, землепользованию, природным ресурсам, транспорту, жилищно-коммунальному комплексу, энергетике, почтовой и телефонной связи (Н.И. Миронов).</w:t>
      </w:r>
    </w:p>
    <w:p w:rsidR="00A822D9" w:rsidRPr="0030296F" w:rsidRDefault="00A822D9" w:rsidP="0036632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bookmarkStart w:id="0" w:name="_GoBack"/>
      <w:bookmarkEnd w:id="0"/>
      <w:r w:rsidRPr="0030296F">
        <w:rPr>
          <w:rFonts w:ascii="Times New Roman" w:hAnsi="Times New Roman"/>
          <w:sz w:val="28"/>
          <w:szCs w:val="28"/>
          <w:lang w:eastAsia="ru-RU"/>
        </w:rPr>
        <w:t>. Решение вступает в силу со дня его подписания, подлежит опубликованию в периодическом печатном издании «Официальный</w:t>
      </w:r>
      <w:r>
        <w:rPr>
          <w:rFonts w:ascii="Times New Roman" w:hAnsi="Times New Roman"/>
          <w:sz w:val="28"/>
          <w:szCs w:val="28"/>
          <w:lang w:eastAsia="ru-RU"/>
        </w:rPr>
        <w:t xml:space="preserve"> вестник Новоселовского района» и</w:t>
      </w:r>
      <w:r w:rsidRPr="0030296F">
        <w:rPr>
          <w:rFonts w:ascii="Times New Roman" w:hAnsi="Times New Roman"/>
          <w:sz w:val="28"/>
          <w:szCs w:val="28"/>
          <w:lang w:eastAsia="ru-RU"/>
        </w:rPr>
        <w:t xml:space="preserve"> размещению на официальном сайте</w:t>
      </w:r>
      <w:r w:rsidRPr="0030296F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30296F">
        <w:rPr>
          <w:rFonts w:ascii="Times New Roman" w:hAnsi="Times New Roman"/>
          <w:sz w:val="28"/>
          <w:szCs w:val="28"/>
          <w:lang w:eastAsia="ru-RU"/>
        </w:rPr>
        <w:t>муниципального образования Новоселовский район в информационно-телекоммуникационной сети «Интернет».</w:t>
      </w:r>
    </w:p>
    <w:p w:rsidR="00A822D9" w:rsidRPr="0030296F" w:rsidRDefault="00A822D9" w:rsidP="0036632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22D9" w:rsidRPr="0030296F" w:rsidRDefault="00A822D9" w:rsidP="0036632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22D9" w:rsidRPr="0030296F" w:rsidRDefault="00A822D9" w:rsidP="0036632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22D9" w:rsidRPr="0030296F" w:rsidRDefault="00A822D9" w:rsidP="0036632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22D9" w:rsidRDefault="00A822D9" w:rsidP="003663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296F">
        <w:rPr>
          <w:rFonts w:ascii="Times New Roman" w:hAnsi="Times New Roman"/>
          <w:sz w:val="28"/>
          <w:szCs w:val="28"/>
          <w:lang w:eastAsia="ru-RU"/>
        </w:rPr>
        <w:t>Председатель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822D9" w:rsidRPr="0030296F" w:rsidRDefault="00A822D9" w:rsidP="003663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296F">
        <w:rPr>
          <w:rFonts w:ascii="Times New Roman" w:hAnsi="Times New Roman"/>
          <w:sz w:val="28"/>
          <w:szCs w:val="28"/>
          <w:lang w:eastAsia="ru-RU"/>
        </w:rPr>
        <w:t xml:space="preserve">Новоселовского районного Совета депутатов         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  <w:r w:rsidRPr="0030296F">
        <w:rPr>
          <w:rFonts w:ascii="Times New Roman" w:hAnsi="Times New Roman"/>
          <w:sz w:val="28"/>
          <w:szCs w:val="28"/>
          <w:lang w:eastAsia="ru-RU"/>
        </w:rPr>
        <w:t>Л.Ю. Толстикова</w:t>
      </w:r>
    </w:p>
    <w:p w:rsidR="00A822D9" w:rsidRPr="0030296F" w:rsidRDefault="00A822D9" w:rsidP="00366320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A822D9" w:rsidRPr="0030296F" w:rsidRDefault="00A822D9" w:rsidP="00366320">
      <w:pPr>
        <w:tabs>
          <w:tab w:val="left" w:pos="1360"/>
        </w:tabs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822D9" w:rsidRPr="0030296F" w:rsidRDefault="00A822D9" w:rsidP="00366320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822D9" w:rsidRPr="0030296F" w:rsidRDefault="00A822D9" w:rsidP="00366320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822D9" w:rsidRPr="0030296F" w:rsidRDefault="00A822D9" w:rsidP="00366320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822D9" w:rsidRPr="0030296F" w:rsidRDefault="00A822D9" w:rsidP="00366320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822D9" w:rsidRPr="0030296F" w:rsidRDefault="00A822D9" w:rsidP="00366320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822D9" w:rsidRPr="0030296F" w:rsidRDefault="00A822D9" w:rsidP="00366320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822D9" w:rsidRPr="0030296F" w:rsidRDefault="00A822D9" w:rsidP="0030296F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822D9" w:rsidRPr="0030296F" w:rsidRDefault="00A822D9" w:rsidP="0030296F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822D9" w:rsidRPr="0030296F" w:rsidRDefault="00A822D9" w:rsidP="0030296F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822D9" w:rsidRPr="0030296F" w:rsidRDefault="00A822D9" w:rsidP="0030296F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822D9" w:rsidRDefault="00A822D9"/>
    <w:sectPr w:rsidR="00A822D9" w:rsidSect="00542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296F"/>
    <w:rsid w:val="00022193"/>
    <w:rsid w:val="00080CF9"/>
    <w:rsid w:val="001150F7"/>
    <w:rsid w:val="00120E90"/>
    <w:rsid w:val="00190C33"/>
    <w:rsid w:val="001923D0"/>
    <w:rsid w:val="00192433"/>
    <w:rsid w:val="001D72D4"/>
    <w:rsid w:val="00256129"/>
    <w:rsid w:val="0027412A"/>
    <w:rsid w:val="002B09FE"/>
    <w:rsid w:val="002C2D03"/>
    <w:rsid w:val="0030296F"/>
    <w:rsid w:val="0031004E"/>
    <w:rsid w:val="003511A6"/>
    <w:rsid w:val="00366320"/>
    <w:rsid w:val="003C4607"/>
    <w:rsid w:val="0041793E"/>
    <w:rsid w:val="00436DDD"/>
    <w:rsid w:val="004F291E"/>
    <w:rsid w:val="00515223"/>
    <w:rsid w:val="00542032"/>
    <w:rsid w:val="00576D4E"/>
    <w:rsid w:val="0058700F"/>
    <w:rsid w:val="005A0485"/>
    <w:rsid w:val="005A5010"/>
    <w:rsid w:val="00602E6F"/>
    <w:rsid w:val="006E292F"/>
    <w:rsid w:val="00707AA8"/>
    <w:rsid w:val="00724D3F"/>
    <w:rsid w:val="007422DE"/>
    <w:rsid w:val="00780D36"/>
    <w:rsid w:val="00782FB5"/>
    <w:rsid w:val="007A139F"/>
    <w:rsid w:val="007A47AE"/>
    <w:rsid w:val="007C2DA3"/>
    <w:rsid w:val="007D1559"/>
    <w:rsid w:val="00823C2C"/>
    <w:rsid w:val="00824B0F"/>
    <w:rsid w:val="008263EA"/>
    <w:rsid w:val="00837B4A"/>
    <w:rsid w:val="00843105"/>
    <w:rsid w:val="00852E52"/>
    <w:rsid w:val="00852FC5"/>
    <w:rsid w:val="00900856"/>
    <w:rsid w:val="009165A6"/>
    <w:rsid w:val="00963506"/>
    <w:rsid w:val="0098136F"/>
    <w:rsid w:val="00A02F04"/>
    <w:rsid w:val="00A03CED"/>
    <w:rsid w:val="00A214A1"/>
    <w:rsid w:val="00A243F1"/>
    <w:rsid w:val="00A262BE"/>
    <w:rsid w:val="00A31331"/>
    <w:rsid w:val="00A370F0"/>
    <w:rsid w:val="00A51A22"/>
    <w:rsid w:val="00A71E18"/>
    <w:rsid w:val="00A822D9"/>
    <w:rsid w:val="00AB30CC"/>
    <w:rsid w:val="00B00B60"/>
    <w:rsid w:val="00B42ECE"/>
    <w:rsid w:val="00B6670C"/>
    <w:rsid w:val="00B81716"/>
    <w:rsid w:val="00B819C6"/>
    <w:rsid w:val="00BE1393"/>
    <w:rsid w:val="00CD425B"/>
    <w:rsid w:val="00D408B8"/>
    <w:rsid w:val="00E13719"/>
    <w:rsid w:val="00E55D37"/>
    <w:rsid w:val="00EE5D4D"/>
    <w:rsid w:val="00F0230E"/>
    <w:rsid w:val="00F15039"/>
    <w:rsid w:val="00F25DAB"/>
    <w:rsid w:val="00F66DC1"/>
    <w:rsid w:val="00F8639F"/>
    <w:rsid w:val="00F96954"/>
    <w:rsid w:val="00FF020C"/>
    <w:rsid w:val="00FF5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03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E5D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A47AE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avo-search.minjust.ru/bigs/showDocument.html?id=9A350153-DE7A-4453-9C8D-51D160BC3C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108</TotalTime>
  <Pages>2</Pages>
  <Words>366</Words>
  <Characters>2091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41</cp:revision>
  <cp:lastPrinted>2019-04-10T07:10:00Z</cp:lastPrinted>
  <dcterms:created xsi:type="dcterms:W3CDTF">2018-04-16T04:07:00Z</dcterms:created>
  <dcterms:modified xsi:type="dcterms:W3CDTF">2019-04-11T08:17:00Z</dcterms:modified>
</cp:coreProperties>
</file>