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4D73" w:rsidRDefault="00454D73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454D73" w:rsidRDefault="00454D73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454D73" w:rsidRDefault="00454D73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14.05.2019 № 56-323-24р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18 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6B6112">
        <w:rPr>
          <w:rFonts w:ascii="Times New Roman" w:hAnsi="Times New Roman"/>
          <w:sz w:val="28"/>
          <w:szCs w:val="28"/>
        </w:rPr>
        <w:t>18.12.2018  № 51-294-89р</w:t>
      </w:r>
    </w:p>
    <w:p w:rsidR="00454D73" w:rsidRDefault="00454D73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4D73" w:rsidRDefault="00454D73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 на 2019 год и плановый период 2020-2021 годов </w:t>
      </w:r>
    </w:p>
    <w:p w:rsidR="00454D73" w:rsidRDefault="00454D73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54D73" w:rsidRDefault="00454D73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Сумма на 2020 год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Сумма на 2021 год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556,0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577,8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600,2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186,9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194,4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328,7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341,6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355,0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145,7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151,4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157,3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636,2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661,0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686,8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189,7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197,0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204,7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237,9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247,1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256,6</w:t>
            </w:r>
          </w:p>
        </w:tc>
      </w:tr>
      <w:tr w:rsidR="00454D73" w:rsidRPr="008E4E25" w:rsidTr="008E4E25">
        <w:tc>
          <w:tcPr>
            <w:tcW w:w="1029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412,3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428,5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25">
              <w:rPr>
                <w:rFonts w:ascii="Times New Roman" w:hAnsi="Times New Roman"/>
                <w:sz w:val="28"/>
                <w:szCs w:val="28"/>
              </w:rPr>
              <w:t>445,2</w:t>
            </w:r>
          </w:p>
        </w:tc>
      </w:tr>
      <w:tr w:rsidR="00454D73" w:rsidRPr="008E4E25" w:rsidTr="008E4E25">
        <w:tc>
          <w:tcPr>
            <w:tcW w:w="4928" w:type="dxa"/>
            <w:gridSpan w:val="2"/>
          </w:tcPr>
          <w:p w:rsidR="00454D73" w:rsidRPr="008E4E25" w:rsidRDefault="00454D73" w:rsidP="008E4E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4E25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E25">
              <w:rPr>
                <w:rFonts w:ascii="Times New Roman" w:hAnsi="Times New Roman"/>
                <w:b/>
                <w:sz w:val="28"/>
                <w:szCs w:val="28"/>
              </w:rPr>
              <w:t>2686,5</w:t>
            </w:r>
          </w:p>
        </w:tc>
        <w:tc>
          <w:tcPr>
            <w:tcW w:w="1417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E25">
              <w:rPr>
                <w:rFonts w:ascii="Times New Roman" w:hAnsi="Times New Roman"/>
                <w:b/>
                <w:sz w:val="28"/>
                <w:szCs w:val="28"/>
              </w:rPr>
              <w:t>2791,3</w:t>
            </w:r>
          </w:p>
        </w:tc>
        <w:tc>
          <w:tcPr>
            <w:tcW w:w="1418" w:type="dxa"/>
          </w:tcPr>
          <w:p w:rsidR="00454D73" w:rsidRPr="008E4E25" w:rsidRDefault="00454D73" w:rsidP="008E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E25">
              <w:rPr>
                <w:rFonts w:ascii="Times New Roman" w:hAnsi="Times New Roman"/>
                <w:b/>
                <w:sz w:val="28"/>
                <w:szCs w:val="28"/>
              </w:rPr>
              <w:t>2900,2</w:t>
            </w:r>
          </w:p>
        </w:tc>
      </w:tr>
    </w:tbl>
    <w:p w:rsidR="00454D73" w:rsidRDefault="00454D73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454D73" w:rsidRDefault="00454D73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распределения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</w:t>
      </w:r>
    </w:p>
    <w:p w:rsidR="00454D73" w:rsidRDefault="00454D73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454D73" w:rsidRDefault="00454D73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в разрезе сельских поселений определяется по следующей формуле:</w:t>
      </w: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Ki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>, где</w:t>
      </w: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средств межбюджетных трансфертов</w:t>
      </w:r>
      <w:r w:rsidRPr="0080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содержание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2C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муниципальному образованию</w:t>
      </w: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субсидии бюджету Новоселовского района на содержание автомобильных дорог общего пользования местного значения за счет средств краевого бюджета</w:t>
      </w:r>
    </w:p>
    <w:p w:rsidR="00454D7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454D73" w:rsidRDefault="00454D73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Ki</w:t>
      </w:r>
      <w:r w:rsidRPr="00802C53">
        <w:rPr>
          <w:rFonts w:ascii="Times New Roman" w:hAnsi="Times New Roman"/>
          <w:sz w:val="28"/>
          <w:szCs w:val="28"/>
        </w:rPr>
        <w:t xml:space="preserve"> - размер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rFonts w:ascii="Times New Roman" w:hAnsi="Times New Roman"/>
          <w:sz w:val="28"/>
          <w:szCs w:val="28"/>
        </w:rPr>
        <w:t>(приложение 4</w:t>
      </w:r>
      <w:r w:rsidRPr="006118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Закону Красноярского края «О краевом бюджете на 2019 год и плановый период 2020-20</w:t>
      </w:r>
      <w:r w:rsidRPr="006118C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годов» от 06.12.2018 № 6</w:t>
      </w:r>
      <w:r w:rsidRPr="006118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2299)</w:t>
      </w:r>
    </w:p>
    <w:p w:rsidR="00454D73" w:rsidRPr="006A1698" w:rsidRDefault="00454D73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сумма </w:t>
      </w:r>
      <w:r w:rsidRPr="00802C53">
        <w:rPr>
          <w:rFonts w:ascii="Times New Roman" w:hAnsi="Times New Roman"/>
          <w:sz w:val="28"/>
          <w:szCs w:val="28"/>
        </w:rPr>
        <w:t>дифференцированных нормативов отчислений</w:t>
      </w:r>
      <w:r>
        <w:rPr>
          <w:rFonts w:ascii="Times New Roman" w:hAnsi="Times New Roman"/>
          <w:sz w:val="28"/>
          <w:szCs w:val="28"/>
        </w:rPr>
        <w:t xml:space="preserve"> по Новоселовскому району</w:t>
      </w:r>
    </w:p>
    <w:p w:rsidR="00454D73" w:rsidRPr="00802C53" w:rsidRDefault="00454D73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</w:p>
    <w:p w:rsidR="00454D73" w:rsidRPr="00802C53" w:rsidRDefault="00454D73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sectPr w:rsidR="00454D73" w:rsidRPr="00802C53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566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36F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6CAA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A8A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7A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3F9A"/>
    <w:rsid w:val="003058A0"/>
    <w:rsid w:val="00305A34"/>
    <w:rsid w:val="0030726B"/>
    <w:rsid w:val="00307D48"/>
    <w:rsid w:val="00307E9E"/>
    <w:rsid w:val="0031108F"/>
    <w:rsid w:val="003112D6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0880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652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54977"/>
    <w:rsid w:val="00454D73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9D8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670CC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8C7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1698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6112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4FC5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F09"/>
    <w:rsid w:val="007E1E80"/>
    <w:rsid w:val="007E3125"/>
    <w:rsid w:val="007E351D"/>
    <w:rsid w:val="007E3606"/>
    <w:rsid w:val="007E3742"/>
    <w:rsid w:val="007E46A6"/>
    <w:rsid w:val="007E46CE"/>
    <w:rsid w:val="007E50F4"/>
    <w:rsid w:val="007E517D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98A"/>
    <w:rsid w:val="00801B9B"/>
    <w:rsid w:val="00802891"/>
    <w:rsid w:val="00802C53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8B9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E25"/>
    <w:rsid w:val="008E4F30"/>
    <w:rsid w:val="008E584C"/>
    <w:rsid w:val="008E5FD6"/>
    <w:rsid w:val="008E771E"/>
    <w:rsid w:val="008E7838"/>
    <w:rsid w:val="008F0676"/>
    <w:rsid w:val="008F1000"/>
    <w:rsid w:val="008F105D"/>
    <w:rsid w:val="008F1D9E"/>
    <w:rsid w:val="008F2387"/>
    <w:rsid w:val="008F2CA2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6E45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81C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363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3F16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49A6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3B32"/>
    <w:rsid w:val="00D442FA"/>
    <w:rsid w:val="00D4430D"/>
    <w:rsid w:val="00D4439B"/>
    <w:rsid w:val="00D44CC5"/>
    <w:rsid w:val="00D45169"/>
    <w:rsid w:val="00D45508"/>
    <w:rsid w:val="00D51BB5"/>
    <w:rsid w:val="00D5200D"/>
    <w:rsid w:val="00D52335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7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1A36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0A0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A7369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5EB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330</Words>
  <Characters>1885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27</cp:revision>
  <cp:lastPrinted>2017-04-05T04:01:00Z</cp:lastPrinted>
  <dcterms:created xsi:type="dcterms:W3CDTF">2017-03-30T09:15:00Z</dcterms:created>
  <dcterms:modified xsi:type="dcterms:W3CDTF">2019-05-14T09:19:00Z</dcterms:modified>
</cp:coreProperties>
</file>