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7B6" w:rsidRDefault="006307B6" w:rsidP="00653D16">
      <w:pPr>
        <w:pStyle w:val="Heading1"/>
        <w:rPr>
          <w:sz w:val="40"/>
        </w:rPr>
      </w:pPr>
      <w:r>
        <w:rPr>
          <w:sz w:val="40"/>
        </w:rPr>
        <w:t>РОССИЙСКАЯ ФЕДЕРАЦИЯ</w:t>
      </w:r>
    </w:p>
    <w:p w:rsidR="006307B6" w:rsidRDefault="006307B6" w:rsidP="00653D16">
      <w:pPr>
        <w:ind w:firstLine="0"/>
        <w:jc w:val="center"/>
        <w:rPr>
          <w:b/>
          <w:sz w:val="40"/>
        </w:rPr>
      </w:pPr>
      <w:r>
        <w:rPr>
          <w:b/>
          <w:sz w:val="40"/>
        </w:rPr>
        <w:t>КРАСНОЯРСКИЙ КРАЙ</w:t>
      </w:r>
    </w:p>
    <w:p w:rsidR="006307B6" w:rsidRDefault="006307B6" w:rsidP="00653D16">
      <w:pPr>
        <w:jc w:val="center"/>
        <w:rPr>
          <w:b/>
          <w:sz w:val="40"/>
        </w:rPr>
      </w:pPr>
    </w:p>
    <w:p w:rsidR="006307B6" w:rsidRPr="00563D7E" w:rsidRDefault="006307B6" w:rsidP="00653D16">
      <w:pPr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НОВОСЕ</w:t>
      </w:r>
      <w:r w:rsidRPr="00563D7E">
        <w:rPr>
          <w:b/>
          <w:sz w:val="36"/>
          <w:szCs w:val="36"/>
        </w:rPr>
        <w:t xml:space="preserve">ЛОВСКИЙ </w:t>
      </w:r>
    </w:p>
    <w:p w:rsidR="006307B6" w:rsidRDefault="006307B6" w:rsidP="00653D16">
      <w:pPr>
        <w:ind w:firstLine="0"/>
        <w:jc w:val="center"/>
        <w:rPr>
          <w:b/>
          <w:sz w:val="36"/>
          <w:szCs w:val="36"/>
        </w:rPr>
      </w:pPr>
      <w:r w:rsidRPr="00563D7E">
        <w:rPr>
          <w:b/>
          <w:sz w:val="36"/>
          <w:szCs w:val="36"/>
        </w:rPr>
        <w:t xml:space="preserve"> РАЙОН</w:t>
      </w:r>
      <w:r>
        <w:rPr>
          <w:b/>
          <w:sz w:val="36"/>
          <w:szCs w:val="36"/>
        </w:rPr>
        <w:t xml:space="preserve">НЫЙ СОВЕТ </w:t>
      </w:r>
      <w:r w:rsidRPr="00563D7E">
        <w:rPr>
          <w:b/>
          <w:sz w:val="36"/>
          <w:szCs w:val="36"/>
        </w:rPr>
        <w:t>ДЕПУТАТОВ</w:t>
      </w:r>
    </w:p>
    <w:p w:rsidR="006307B6" w:rsidRDefault="006307B6" w:rsidP="00653D16">
      <w:pPr>
        <w:ind w:firstLine="0"/>
        <w:jc w:val="center"/>
        <w:rPr>
          <w:b/>
          <w:sz w:val="36"/>
          <w:szCs w:val="36"/>
        </w:rPr>
      </w:pPr>
    </w:p>
    <w:p w:rsidR="006307B6" w:rsidRPr="00653D16" w:rsidRDefault="006307B6" w:rsidP="00653D16">
      <w:pPr>
        <w:ind w:firstLine="0"/>
        <w:jc w:val="center"/>
        <w:rPr>
          <w:b/>
          <w:sz w:val="44"/>
          <w:szCs w:val="44"/>
        </w:rPr>
      </w:pPr>
      <w:r w:rsidRPr="00653D16">
        <w:rPr>
          <w:b/>
          <w:sz w:val="44"/>
          <w:szCs w:val="44"/>
        </w:rPr>
        <w:t>РЕШЕНИЕ</w:t>
      </w:r>
    </w:p>
    <w:p w:rsidR="006307B6" w:rsidRPr="00AD121B" w:rsidRDefault="006307B6" w:rsidP="00653D16">
      <w:pPr>
        <w:ind w:firstLine="0"/>
        <w:jc w:val="center"/>
        <w:rPr>
          <w:b/>
          <w:sz w:val="27"/>
          <w:szCs w:val="27"/>
        </w:rPr>
      </w:pPr>
    </w:p>
    <w:p w:rsidR="006307B6" w:rsidRDefault="006307B6" w:rsidP="00653D16">
      <w:pPr>
        <w:pStyle w:val="BodyTextIndent"/>
        <w:shd w:val="clear" w:color="auto" w:fill="FFFFFF"/>
        <w:ind w:left="0" w:firstLine="0"/>
        <w:rPr>
          <w:b/>
          <w:sz w:val="36"/>
        </w:rPr>
      </w:pPr>
      <w:r>
        <w:rPr>
          <w:sz w:val="28"/>
          <w:szCs w:val="28"/>
        </w:rPr>
        <w:t>22 декабря 2020 года                           с. Новоселово                               № 6-25-84р</w:t>
      </w:r>
    </w:p>
    <w:p w:rsidR="006307B6" w:rsidRPr="00D82C7B" w:rsidRDefault="006307B6" w:rsidP="00591010">
      <w:pPr>
        <w:pStyle w:val="BodyText"/>
        <w:jc w:val="left"/>
        <w:rPr>
          <w:b w:val="0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7"/>
      </w:tblGrid>
      <w:tr w:rsidR="006307B6" w:rsidRPr="00EE18CF" w:rsidTr="00EE18C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6307B6" w:rsidRPr="00EE18CF" w:rsidRDefault="006307B6" w:rsidP="00EE18CF">
            <w:pPr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8CF">
              <w:rPr>
                <w:rFonts w:ascii="Times New Roman" w:hAnsi="Times New Roman" w:cs="Times New Roman"/>
                <w:bCs/>
                <w:sz w:val="28"/>
                <w:szCs w:val="28"/>
              </w:rPr>
              <w:t>О приеме части полномочий сельских поселений Новоселовского района в области</w:t>
            </w:r>
          </w:p>
          <w:p w:rsidR="006307B6" w:rsidRPr="00EE18CF" w:rsidRDefault="006307B6" w:rsidP="00EE18CF">
            <w:pPr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8CF">
              <w:rPr>
                <w:rFonts w:ascii="Times New Roman" w:hAnsi="Times New Roman" w:cs="Times New Roman"/>
                <w:bCs/>
                <w:sz w:val="28"/>
                <w:szCs w:val="28"/>
              </w:rPr>
              <w:t>дорожной деятельности муниципальным образованием Новоселовский район</w:t>
            </w:r>
          </w:p>
          <w:p w:rsidR="006307B6" w:rsidRPr="00EE18CF" w:rsidRDefault="006307B6" w:rsidP="00EE18CF">
            <w:pPr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307B6" w:rsidRPr="00D82C7B" w:rsidRDefault="006307B6" w:rsidP="00B05626">
      <w:pPr>
        <w:tabs>
          <w:tab w:val="left" w:pos="709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6307B6" w:rsidRPr="00D82C7B" w:rsidRDefault="006307B6" w:rsidP="001D278C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2C7B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82C7B">
        <w:rPr>
          <w:rFonts w:ascii="Times New Roman" w:hAnsi="Times New Roman" w:cs="Times New Roman"/>
          <w:bCs/>
          <w:sz w:val="28"/>
          <w:szCs w:val="28"/>
        </w:rPr>
        <w:t xml:space="preserve">  В соответствии со статьей 13 Федерального закона от 08.11.2007 № 257-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подпунктом «б» пункта 1 Закона Красноярского края от 15.10.2015 № 9-3724 «О закреплении вопросов местного значения за сельскими поселениями Красноярского края», пунктом 5 части 1 статьи 14, частью 3 статьи 14, пунктом 5 части 1 статьи 15, абзацем 1 части 4 статьи 15 Федерального закона от 06.10.2003 № 131-ФЗ «Об общих принципах организации местного самоуправления в Российской Федерации»</w:t>
      </w:r>
      <w:r w:rsidRPr="00D82C7B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Pr="00D82C7B">
        <w:rPr>
          <w:rFonts w:ascii="Times New Roman" w:hAnsi="Times New Roman" w:cs="Times New Roman"/>
          <w:bCs/>
          <w:sz w:val="28"/>
          <w:szCs w:val="28"/>
        </w:rPr>
        <w:t>статьями 23,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82C7B">
        <w:rPr>
          <w:rFonts w:ascii="Times New Roman" w:hAnsi="Times New Roman" w:cs="Times New Roman"/>
          <w:bCs/>
          <w:sz w:val="28"/>
          <w:szCs w:val="28"/>
        </w:rPr>
        <w:t>27 Устава Новоселовского района Красноярского края,</w:t>
      </w:r>
    </w:p>
    <w:p w:rsidR="006307B6" w:rsidRPr="00D82C7B" w:rsidRDefault="006307B6" w:rsidP="00986E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7B6" w:rsidRPr="00D82C7B" w:rsidRDefault="006307B6" w:rsidP="006923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C7B">
        <w:rPr>
          <w:rFonts w:ascii="Times New Roman" w:hAnsi="Times New Roman" w:cs="Times New Roman"/>
          <w:b/>
          <w:sz w:val="28"/>
          <w:szCs w:val="28"/>
        </w:rPr>
        <w:t>Новоселовский районный Совет депутатов РЕШИЛ:</w:t>
      </w:r>
    </w:p>
    <w:p w:rsidR="006307B6" w:rsidRPr="00D82C7B" w:rsidRDefault="006307B6" w:rsidP="002F53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7B6" w:rsidRPr="00D82C7B" w:rsidRDefault="006307B6" w:rsidP="00EA5DEC">
      <w:pPr>
        <w:pStyle w:val="Heading1"/>
        <w:jc w:val="both"/>
        <w:rPr>
          <w:rFonts w:ascii="Times New Roman" w:hAnsi="Times New Roman"/>
          <w:b w:val="0"/>
          <w:sz w:val="28"/>
          <w:szCs w:val="28"/>
        </w:rPr>
      </w:pPr>
      <w:r w:rsidRPr="00D82C7B">
        <w:rPr>
          <w:rFonts w:ascii="Times New Roman" w:hAnsi="Times New Roman"/>
          <w:sz w:val="28"/>
          <w:szCs w:val="28"/>
        </w:rPr>
        <w:t xml:space="preserve">         </w:t>
      </w:r>
      <w:r w:rsidRPr="00D82C7B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82C7B">
        <w:rPr>
          <w:rFonts w:ascii="Times New Roman" w:hAnsi="Times New Roman"/>
          <w:b w:val="0"/>
          <w:sz w:val="28"/>
          <w:szCs w:val="28"/>
        </w:rPr>
        <w:t>Муниципальному образованию Новоселовский район принять полномочия по решению вопросов местного значения в области дорожной деятельности в отношении автомобильных дорог местного значения в границах населенных пунктов поселений в части расходования субсидии бюджетов поселений на капитальный ремонт и ремонт автомобильных дорог общего пользования местного значения за счет средств дорожного фонда Красноярского края на период 2021 года от следующих сельских поселений Новоселовского района:</w:t>
      </w:r>
    </w:p>
    <w:p w:rsidR="006307B6" w:rsidRPr="00D82C7B" w:rsidRDefault="006307B6" w:rsidP="00BC5896">
      <w:pPr>
        <w:rPr>
          <w:sz w:val="28"/>
          <w:szCs w:val="28"/>
        </w:rPr>
      </w:pPr>
      <w:r w:rsidRPr="00D82C7B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D82C7B">
        <w:rPr>
          <w:sz w:val="28"/>
          <w:szCs w:val="28"/>
        </w:rPr>
        <w:t>Анашенский сельсовет;</w:t>
      </w:r>
    </w:p>
    <w:p w:rsidR="006307B6" w:rsidRPr="00D82C7B" w:rsidRDefault="006307B6" w:rsidP="00BC5896">
      <w:pPr>
        <w:rPr>
          <w:sz w:val="28"/>
          <w:szCs w:val="28"/>
        </w:rPr>
      </w:pPr>
      <w:r w:rsidRPr="00D82C7B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D82C7B">
        <w:rPr>
          <w:sz w:val="28"/>
          <w:szCs w:val="28"/>
        </w:rPr>
        <w:t>Бараитский сельсовет;</w:t>
      </w:r>
    </w:p>
    <w:p w:rsidR="006307B6" w:rsidRDefault="006307B6" w:rsidP="00BC5896">
      <w:pPr>
        <w:rPr>
          <w:sz w:val="28"/>
          <w:szCs w:val="28"/>
        </w:rPr>
      </w:pPr>
      <w:r w:rsidRPr="00D82C7B">
        <w:rPr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Pr="00D82C7B">
        <w:rPr>
          <w:sz w:val="28"/>
          <w:szCs w:val="28"/>
        </w:rPr>
        <w:t>Комский сельсовет;</w:t>
      </w:r>
    </w:p>
    <w:p w:rsidR="006307B6" w:rsidRDefault="006307B6" w:rsidP="00BC5896">
      <w:pPr>
        <w:rPr>
          <w:sz w:val="28"/>
          <w:szCs w:val="28"/>
        </w:rPr>
      </w:pPr>
    </w:p>
    <w:p w:rsidR="006307B6" w:rsidRPr="00D82C7B" w:rsidRDefault="006307B6" w:rsidP="00BC5896">
      <w:pPr>
        <w:rPr>
          <w:sz w:val="28"/>
          <w:szCs w:val="28"/>
        </w:rPr>
      </w:pPr>
    </w:p>
    <w:p w:rsidR="006307B6" w:rsidRPr="00D82C7B" w:rsidRDefault="006307B6" w:rsidP="00BC5896">
      <w:pPr>
        <w:rPr>
          <w:sz w:val="28"/>
          <w:szCs w:val="28"/>
        </w:rPr>
      </w:pPr>
      <w:r w:rsidRPr="00D82C7B">
        <w:rPr>
          <w:sz w:val="28"/>
          <w:szCs w:val="28"/>
        </w:rPr>
        <w:t>1.4.</w:t>
      </w:r>
      <w:r>
        <w:rPr>
          <w:sz w:val="28"/>
          <w:szCs w:val="28"/>
        </w:rPr>
        <w:t xml:space="preserve"> </w:t>
      </w:r>
      <w:r w:rsidRPr="00D82C7B">
        <w:rPr>
          <w:sz w:val="28"/>
          <w:szCs w:val="28"/>
        </w:rPr>
        <w:t>Легостаевский сельсовет;</w:t>
      </w:r>
    </w:p>
    <w:p w:rsidR="006307B6" w:rsidRPr="00D82C7B" w:rsidRDefault="006307B6" w:rsidP="00BC5896">
      <w:pPr>
        <w:rPr>
          <w:sz w:val="28"/>
          <w:szCs w:val="28"/>
        </w:rPr>
      </w:pPr>
      <w:r w:rsidRPr="00D82C7B">
        <w:rPr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 w:rsidRPr="00D82C7B">
        <w:rPr>
          <w:sz w:val="28"/>
          <w:szCs w:val="28"/>
        </w:rPr>
        <w:t>Новоселовский сельсовет;</w:t>
      </w:r>
    </w:p>
    <w:p w:rsidR="006307B6" w:rsidRPr="00D82C7B" w:rsidRDefault="006307B6" w:rsidP="00BC5896">
      <w:pPr>
        <w:rPr>
          <w:sz w:val="28"/>
          <w:szCs w:val="28"/>
        </w:rPr>
      </w:pPr>
      <w:r w:rsidRPr="00D82C7B">
        <w:rPr>
          <w:sz w:val="28"/>
          <w:szCs w:val="28"/>
        </w:rPr>
        <w:t>1.6.</w:t>
      </w:r>
      <w:r>
        <w:rPr>
          <w:sz w:val="28"/>
          <w:szCs w:val="28"/>
        </w:rPr>
        <w:t xml:space="preserve"> </w:t>
      </w:r>
      <w:r w:rsidRPr="00D82C7B">
        <w:rPr>
          <w:sz w:val="28"/>
          <w:szCs w:val="28"/>
        </w:rPr>
        <w:t>Светлолобовский сельсовет</w:t>
      </w:r>
    </w:p>
    <w:p w:rsidR="006307B6" w:rsidRPr="00D82C7B" w:rsidRDefault="006307B6" w:rsidP="00BC5896">
      <w:pPr>
        <w:rPr>
          <w:sz w:val="28"/>
          <w:szCs w:val="28"/>
        </w:rPr>
      </w:pPr>
      <w:r w:rsidRPr="00D82C7B">
        <w:rPr>
          <w:sz w:val="28"/>
          <w:szCs w:val="28"/>
        </w:rPr>
        <w:t>1.7.</w:t>
      </w:r>
      <w:r>
        <w:rPr>
          <w:sz w:val="28"/>
          <w:szCs w:val="28"/>
        </w:rPr>
        <w:t xml:space="preserve"> </w:t>
      </w:r>
      <w:r w:rsidRPr="00D82C7B">
        <w:rPr>
          <w:sz w:val="28"/>
          <w:szCs w:val="28"/>
        </w:rPr>
        <w:t>Толстомысенский сельсовет;</w:t>
      </w:r>
    </w:p>
    <w:p w:rsidR="006307B6" w:rsidRPr="00D82C7B" w:rsidRDefault="006307B6" w:rsidP="00BC5896">
      <w:pPr>
        <w:rPr>
          <w:sz w:val="28"/>
          <w:szCs w:val="28"/>
        </w:rPr>
      </w:pPr>
      <w:r w:rsidRPr="00D82C7B">
        <w:rPr>
          <w:sz w:val="28"/>
          <w:szCs w:val="28"/>
        </w:rPr>
        <w:t>1.8.</w:t>
      </w:r>
      <w:r>
        <w:rPr>
          <w:sz w:val="28"/>
          <w:szCs w:val="28"/>
        </w:rPr>
        <w:t xml:space="preserve"> </w:t>
      </w:r>
      <w:r w:rsidRPr="00D82C7B">
        <w:rPr>
          <w:sz w:val="28"/>
          <w:szCs w:val="28"/>
        </w:rPr>
        <w:t>Чулымский сельсовет.</w:t>
      </w:r>
    </w:p>
    <w:p w:rsidR="006307B6" w:rsidRDefault="006307B6" w:rsidP="00591010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D82C7B">
        <w:rPr>
          <w:rFonts w:ascii="Times New Roman" w:hAnsi="Times New Roman" w:cs="Times New Roman"/>
          <w:sz w:val="28"/>
          <w:szCs w:val="28"/>
        </w:rPr>
        <w:t>2. Поручить главе Новосело</w:t>
      </w:r>
      <w:r>
        <w:rPr>
          <w:rFonts w:ascii="Times New Roman" w:hAnsi="Times New Roman" w:cs="Times New Roman"/>
          <w:sz w:val="28"/>
          <w:szCs w:val="28"/>
        </w:rPr>
        <w:t>вского района (Н.Н. Филимонов</w:t>
      </w:r>
      <w:r w:rsidRPr="00D82C7B">
        <w:rPr>
          <w:rFonts w:ascii="Times New Roman" w:hAnsi="Times New Roman" w:cs="Times New Roman"/>
          <w:sz w:val="28"/>
          <w:szCs w:val="28"/>
        </w:rPr>
        <w:t>) от имени администрации Новоселовского района заключить с органами местного самоуправления сельских поселений Новоселовского района соглашения о передачи осуществления указанных в пункте 1 настоящего решения полномочий сельских поселений Новоселовского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2C7B">
        <w:rPr>
          <w:rFonts w:ascii="Times New Roman" w:hAnsi="Times New Roman" w:cs="Times New Roman"/>
          <w:sz w:val="28"/>
          <w:szCs w:val="28"/>
        </w:rPr>
        <w:t>района за счет межбюджетных трансфертов, предоставляемых из бюджетов сельских поселений Новоселовского района в бюджет Новоселовского района в соответствии с Бюджетным кодексом Российской Федерации.</w:t>
      </w:r>
    </w:p>
    <w:p w:rsidR="006307B6" w:rsidRPr="00D82C7B" w:rsidRDefault="006307B6" w:rsidP="00591010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Считать утратившим силу решение Новоселовского районного Совета депутатов от 19.12.2019 № 68-383-84р «О приеме части полномочий сельских поселений Новоселовского района в области дорожной деятельности муниципальным образованием Новоселовский район»</w:t>
      </w:r>
    </w:p>
    <w:p w:rsidR="006307B6" w:rsidRPr="00D82C7B" w:rsidRDefault="006307B6" w:rsidP="00591010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82C7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2C7B">
        <w:rPr>
          <w:rFonts w:ascii="Times New Roman" w:hAnsi="Times New Roman" w:cs="Times New Roman"/>
          <w:sz w:val="28"/>
          <w:szCs w:val="28"/>
        </w:rPr>
        <w:t>Контроль за выполнением решения возложить на постоянную комиссию Новоселовского районного Совета депутатов по социальной политике и развитию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2C7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В.В. Вараксин</w:t>
      </w:r>
      <w:r w:rsidRPr="00D82C7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07B6" w:rsidRDefault="006307B6" w:rsidP="00D82C7B">
      <w:pPr>
        <w:tabs>
          <w:tab w:val="left" w:pos="0"/>
        </w:tabs>
        <w:ind w:hanging="360"/>
        <w:rPr>
          <w:rFonts w:ascii="Times New Roman" w:hAnsi="Times New Roman" w:cs="Times New Roman"/>
          <w:sz w:val="28"/>
          <w:szCs w:val="28"/>
        </w:rPr>
      </w:pPr>
      <w:r w:rsidRPr="00D82C7B">
        <w:rPr>
          <w:rFonts w:ascii="Times New Roman" w:hAnsi="Times New Roman" w:cs="Times New Roman"/>
          <w:sz w:val="28"/>
          <w:szCs w:val="28"/>
        </w:rPr>
        <w:tab/>
      </w:r>
      <w:r w:rsidRPr="00D82C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</w:t>
      </w:r>
      <w:r w:rsidRPr="00D82C7B">
        <w:rPr>
          <w:rFonts w:ascii="Times New Roman" w:hAnsi="Times New Roman" w:cs="Times New Roman"/>
          <w:sz w:val="28"/>
          <w:szCs w:val="28"/>
        </w:rPr>
        <w:t>. Решение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2C7B">
        <w:rPr>
          <w:rFonts w:ascii="Times New Roman" w:hAnsi="Times New Roman" w:cs="Times New Roman"/>
          <w:sz w:val="28"/>
          <w:szCs w:val="28"/>
        </w:rPr>
        <w:t>после его официального опубликования в периодическом печатном издании «Официальный вестник Новоселовского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и применяется к правоотношениям, возникшим с 01.01.2021 года, а также к правоотношениям, возникшим при составлении и исполнении</w:t>
      </w:r>
      <w:r w:rsidRPr="00D82C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районного бюджета и бюджетов поселений, начиная с бюджетов на 2021 год и плановый период 2022-2023 годов.</w:t>
      </w:r>
    </w:p>
    <w:p w:rsidR="006307B6" w:rsidRDefault="006307B6" w:rsidP="007D56C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B6" w:rsidRDefault="006307B6" w:rsidP="007D56C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B6" w:rsidRDefault="006307B6" w:rsidP="007D56C0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428"/>
        <w:gridCol w:w="1080"/>
        <w:gridCol w:w="4053"/>
      </w:tblGrid>
      <w:tr w:rsidR="006307B6" w:rsidRPr="00925391" w:rsidTr="00553873">
        <w:tc>
          <w:tcPr>
            <w:tcW w:w="4428" w:type="dxa"/>
            <w:shd w:val="clear" w:color="auto" w:fill="FFFFFF"/>
          </w:tcPr>
          <w:p w:rsidR="006307B6" w:rsidRPr="00925391" w:rsidRDefault="006307B6" w:rsidP="00925391">
            <w:pPr>
              <w:ind w:firstLine="0"/>
              <w:jc w:val="left"/>
              <w:rPr>
                <w:sz w:val="28"/>
                <w:szCs w:val="28"/>
              </w:rPr>
            </w:pPr>
            <w:r w:rsidRPr="00925391">
              <w:rPr>
                <w:sz w:val="28"/>
                <w:szCs w:val="28"/>
              </w:rPr>
              <w:t xml:space="preserve">Заместитель председателя </w:t>
            </w:r>
            <w:bookmarkStart w:id="0" w:name="_GoBack"/>
            <w:bookmarkEnd w:id="0"/>
            <w:r w:rsidRPr="00925391">
              <w:rPr>
                <w:sz w:val="28"/>
                <w:szCs w:val="28"/>
              </w:rPr>
              <w:t>Новоселовского районного Совета депутатов</w:t>
            </w:r>
          </w:p>
        </w:tc>
        <w:tc>
          <w:tcPr>
            <w:tcW w:w="1080" w:type="dxa"/>
            <w:shd w:val="clear" w:color="auto" w:fill="FFFFFF"/>
          </w:tcPr>
          <w:p w:rsidR="006307B6" w:rsidRPr="00925391" w:rsidRDefault="006307B6" w:rsidP="00553873">
            <w:pPr>
              <w:rPr>
                <w:sz w:val="28"/>
                <w:szCs w:val="28"/>
              </w:rPr>
            </w:pPr>
          </w:p>
        </w:tc>
        <w:tc>
          <w:tcPr>
            <w:tcW w:w="4053" w:type="dxa"/>
            <w:shd w:val="clear" w:color="auto" w:fill="FFFFFF"/>
          </w:tcPr>
          <w:p w:rsidR="006307B6" w:rsidRPr="00925391" w:rsidRDefault="006307B6" w:rsidP="00925391">
            <w:pPr>
              <w:ind w:firstLine="0"/>
              <w:rPr>
                <w:sz w:val="28"/>
                <w:szCs w:val="28"/>
              </w:rPr>
            </w:pPr>
            <w:r w:rsidRPr="00925391">
              <w:rPr>
                <w:sz w:val="28"/>
                <w:szCs w:val="28"/>
              </w:rPr>
              <w:t>Глава Новоселовского района</w:t>
            </w:r>
          </w:p>
        </w:tc>
      </w:tr>
      <w:tr w:rsidR="006307B6" w:rsidRPr="00925391" w:rsidTr="00553873">
        <w:tc>
          <w:tcPr>
            <w:tcW w:w="4428" w:type="dxa"/>
            <w:shd w:val="clear" w:color="auto" w:fill="FFFFFF"/>
          </w:tcPr>
          <w:p w:rsidR="006307B6" w:rsidRPr="00925391" w:rsidRDefault="006307B6" w:rsidP="00925391">
            <w:pPr>
              <w:ind w:firstLine="0"/>
              <w:rPr>
                <w:sz w:val="28"/>
                <w:szCs w:val="28"/>
              </w:rPr>
            </w:pPr>
            <w:r w:rsidRPr="00925391">
              <w:rPr>
                <w:sz w:val="28"/>
                <w:szCs w:val="28"/>
              </w:rPr>
              <w:t>________________ К.С. Иордан</w:t>
            </w:r>
          </w:p>
        </w:tc>
        <w:tc>
          <w:tcPr>
            <w:tcW w:w="1080" w:type="dxa"/>
            <w:shd w:val="clear" w:color="auto" w:fill="FFFFFF"/>
          </w:tcPr>
          <w:p w:rsidR="006307B6" w:rsidRPr="00925391" w:rsidRDefault="006307B6" w:rsidP="00553873">
            <w:pPr>
              <w:rPr>
                <w:sz w:val="28"/>
                <w:szCs w:val="28"/>
              </w:rPr>
            </w:pPr>
          </w:p>
        </w:tc>
        <w:tc>
          <w:tcPr>
            <w:tcW w:w="4053" w:type="dxa"/>
            <w:shd w:val="clear" w:color="auto" w:fill="FFFFFF"/>
          </w:tcPr>
          <w:p w:rsidR="006307B6" w:rsidRPr="00925391" w:rsidRDefault="006307B6" w:rsidP="00925391">
            <w:pPr>
              <w:ind w:firstLine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____________Н.Н. Филимонов</w:t>
            </w:r>
          </w:p>
          <w:p w:rsidR="006307B6" w:rsidRPr="00925391" w:rsidRDefault="006307B6" w:rsidP="00553873">
            <w:pPr>
              <w:rPr>
                <w:sz w:val="28"/>
                <w:szCs w:val="28"/>
              </w:rPr>
            </w:pPr>
          </w:p>
        </w:tc>
      </w:tr>
    </w:tbl>
    <w:p w:rsidR="006307B6" w:rsidRDefault="006307B6" w:rsidP="00D53D59">
      <w:pPr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  <w:r w:rsidRPr="00D82C7B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:rsidR="006307B6" w:rsidRDefault="006307B6" w:rsidP="00D53D59">
      <w:pPr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6307B6" w:rsidRDefault="006307B6" w:rsidP="00D53D59">
      <w:pPr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6307B6" w:rsidRDefault="006307B6" w:rsidP="00D53D59">
      <w:pPr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6307B6" w:rsidRDefault="006307B6" w:rsidP="00D53D59">
      <w:pPr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6307B6" w:rsidRDefault="006307B6" w:rsidP="00D53D59">
      <w:pPr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6307B6" w:rsidRDefault="006307B6" w:rsidP="00D53D59">
      <w:pPr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6307B6" w:rsidRDefault="006307B6" w:rsidP="00D53D59">
      <w:pPr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6307B6" w:rsidRDefault="006307B6" w:rsidP="00D53D59">
      <w:pPr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6307B6" w:rsidRDefault="006307B6" w:rsidP="00D53D59">
      <w:pPr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6307B6" w:rsidRDefault="006307B6" w:rsidP="00D53D59">
      <w:pPr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6307B6" w:rsidRDefault="006307B6" w:rsidP="00D53D59">
      <w:pPr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6307B6" w:rsidRDefault="006307B6" w:rsidP="00653D16">
      <w:pPr>
        <w:tabs>
          <w:tab w:val="left" w:pos="4800"/>
        </w:tabs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6307B6" w:rsidRDefault="006307B6" w:rsidP="00D53D59">
      <w:pPr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6307B6" w:rsidRDefault="006307B6" w:rsidP="00D53D59">
      <w:pPr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6307B6" w:rsidRDefault="006307B6" w:rsidP="00D53D59">
      <w:pPr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6307B6" w:rsidRDefault="006307B6" w:rsidP="0049169D">
      <w:pPr>
        <w:jc w:val="center"/>
        <w:rPr>
          <w:rStyle w:val="a"/>
          <w:rFonts w:ascii="Times New Roman" w:hAnsi="Times New Roman" w:cs="Times New Roman"/>
          <w:b w:val="0"/>
          <w:bCs/>
          <w:sz w:val="27"/>
          <w:szCs w:val="27"/>
        </w:rPr>
      </w:pPr>
      <w:r w:rsidRPr="00AD121B">
        <w:rPr>
          <w:rStyle w:val="a"/>
          <w:rFonts w:ascii="Times New Roman" w:hAnsi="Times New Roman" w:cs="Times New Roman"/>
          <w:b w:val="0"/>
          <w:bCs/>
          <w:sz w:val="27"/>
          <w:szCs w:val="27"/>
        </w:rPr>
        <w:t xml:space="preserve">           </w:t>
      </w:r>
    </w:p>
    <w:sectPr w:rsidR="006307B6" w:rsidSect="009478F3">
      <w:footerReference w:type="default" r:id="rId6"/>
      <w:footnotePr>
        <w:numRestart w:val="eachSect"/>
      </w:footnotePr>
      <w:pgSz w:w="11906" w:h="16838"/>
      <w:pgMar w:top="851" w:right="851" w:bottom="851" w:left="1418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7B6" w:rsidRDefault="006307B6" w:rsidP="007D4D7C">
      <w:r>
        <w:separator/>
      </w:r>
    </w:p>
  </w:endnote>
  <w:endnote w:type="continuationSeparator" w:id="0">
    <w:p w:rsidR="006307B6" w:rsidRDefault="006307B6" w:rsidP="007D4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215"/>
      <w:gridCol w:w="3211"/>
      <w:gridCol w:w="3211"/>
    </w:tblGrid>
    <w:tr w:rsidR="006307B6" w:rsidRPr="00390246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6307B6" w:rsidRPr="00390246" w:rsidRDefault="006307B6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6307B6" w:rsidRPr="00390246" w:rsidRDefault="006307B6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6307B6" w:rsidRPr="00390246" w:rsidRDefault="006307B6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7B6" w:rsidRDefault="006307B6" w:rsidP="007D4D7C">
      <w:r>
        <w:separator/>
      </w:r>
    </w:p>
  </w:footnote>
  <w:footnote w:type="continuationSeparator" w:id="0">
    <w:p w:rsidR="006307B6" w:rsidRDefault="006307B6" w:rsidP="007D4D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D7C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515"/>
    <w:rsid w:val="000206DA"/>
    <w:rsid w:val="00020920"/>
    <w:rsid w:val="00020979"/>
    <w:rsid w:val="00021305"/>
    <w:rsid w:val="00021610"/>
    <w:rsid w:val="00021641"/>
    <w:rsid w:val="00022BF5"/>
    <w:rsid w:val="00022CB5"/>
    <w:rsid w:val="00022E7A"/>
    <w:rsid w:val="00023F0A"/>
    <w:rsid w:val="00024C56"/>
    <w:rsid w:val="00027B21"/>
    <w:rsid w:val="00027BFE"/>
    <w:rsid w:val="00030F9E"/>
    <w:rsid w:val="000324FB"/>
    <w:rsid w:val="00032E6F"/>
    <w:rsid w:val="000330B3"/>
    <w:rsid w:val="00033477"/>
    <w:rsid w:val="0003655A"/>
    <w:rsid w:val="000367C8"/>
    <w:rsid w:val="00037660"/>
    <w:rsid w:val="0004132D"/>
    <w:rsid w:val="00041463"/>
    <w:rsid w:val="00041BF3"/>
    <w:rsid w:val="00043E3A"/>
    <w:rsid w:val="00043EAB"/>
    <w:rsid w:val="0004444B"/>
    <w:rsid w:val="000445DF"/>
    <w:rsid w:val="00045E3E"/>
    <w:rsid w:val="00051150"/>
    <w:rsid w:val="0005266B"/>
    <w:rsid w:val="00052FE3"/>
    <w:rsid w:val="000534E2"/>
    <w:rsid w:val="00054E3D"/>
    <w:rsid w:val="00055407"/>
    <w:rsid w:val="00055A2A"/>
    <w:rsid w:val="00056F88"/>
    <w:rsid w:val="000572EE"/>
    <w:rsid w:val="00060DC9"/>
    <w:rsid w:val="00060E9A"/>
    <w:rsid w:val="00061323"/>
    <w:rsid w:val="00062C21"/>
    <w:rsid w:val="00063224"/>
    <w:rsid w:val="00063FF4"/>
    <w:rsid w:val="00064BAE"/>
    <w:rsid w:val="00066A5C"/>
    <w:rsid w:val="00066F78"/>
    <w:rsid w:val="00067B91"/>
    <w:rsid w:val="00070299"/>
    <w:rsid w:val="00070363"/>
    <w:rsid w:val="000718BF"/>
    <w:rsid w:val="00072052"/>
    <w:rsid w:val="00073135"/>
    <w:rsid w:val="00073695"/>
    <w:rsid w:val="00073A82"/>
    <w:rsid w:val="00074EA2"/>
    <w:rsid w:val="000751AD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74F"/>
    <w:rsid w:val="00090E6F"/>
    <w:rsid w:val="00094E1A"/>
    <w:rsid w:val="00094F1C"/>
    <w:rsid w:val="00095388"/>
    <w:rsid w:val="000958A7"/>
    <w:rsid w:val="00095AF9"/>
    <w:rsid w:val="0009652A"/>
    <w:rsid w:val="000A019F"/>
    <w:rsid w:val="000A01F4"/>
    <w:rsid w:val="000A07B7"/>
    <w:rsid w:val="000A0DEE"/>
    <w:rsid w:val="000A1987"/>
    <w:rsid w:val="000A28B0"/>
    <w:rsid w:val="000A2A0E"/>
    <w:rsid w:val="000A2A2F"/>
    <w:rsid w:val="000A31C2"/>
    <w:rsid w:val="000A34F3"/>
    <w:rsid w:val="000A4287"/>
    <w:rsid w:val="000A5D85"/>
    <w:rsid w:val="000A799C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0D6"/>
    <w:rsid w:val="000C3D6C"/>
    <w:rsid w:val="000C3E27"/>
    <w:rsid w:val="000C4998"/>
    <w:rsid w:val="000C58C2"/>
    <w:rsid w:val="000C644B"/>
    <w:rsid w:val="000C70D2"/>
    <w:rsid w:val="000C7951"/>
    <w:rsid w:val="000D0137"/>
    <w:rsid w:val="000D0DFB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2841"/>
    <w:rsid w:val="000E3E72"/>
    <w:rsid w:val="000E43DF"/>
    <w:rsid w:val="000E51B8"/>
    <w:rsid w:val="000E6909"/>
    <w:rsid w:val="000E740D"/>
    <w:rsid w:val="000F07A1"/>
    <w:rsid w:val="000F0C59"/>
    <w:rsid w:val="000F115B"/>
    <w:rsid w:val="000F1249"/>
    <w:rsid w:val="000F192F"/>
    <w:rsid w:val="000F1D3A"/>
    <w:rsid w:val="000F23B8"/>
    <w:rsid w:val="000F30CC"/>
    <w:rsid w:val="000F32E3"/>
    <w:rsid w:val="000F3AFC"/>
    <w:rsid w:val="000F3C2B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54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07B4A"/>
    <w:rsid w:val="001127BF"/>
    <w:rsid w:val="00112B79"/>
    <w:rsid w:val="001138BA"/>
    <w:rsid w:val="00113F2E"/>
    <w:rsid w:val="00117167"/>
    <w:rsid w:val="0011762D"/>
    <w:rsid w:val="00120218"/>
    <w:rsid w:val="00120730"/>
    <w:rsid w:val="00120955"/>
    <w:rsid w:val="00120CB5"/>
    <w:rsid w:val="0012114B"/>
    <w:rsid w:val="00121C04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352A"/>
    <w:rsid w:val="00135555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562E2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1C51"/>
    <w:rsid w:val="00172F70"/>
    <w:rsid w:val="0017388A"/>
    <w:rsid w:val="00173F2C"/>
    <w:rsid w:val="00174BFA"/>
    <w:rsid w:val="00174FC1"/>
    <w:rsid w:val="00175372"/>
    <w:rsid w:val="00175A2F"/>
    <w:rsid w:val="00176E8A"/>
    <w:rsid w:val="001807EB"/>
    <w:rsid w:val="00180B4A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126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16F"/>
    <w:rsid w:val="001A2B05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851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1BEE"/>
    <w:rsid w:val="001C20D8"/>
    <w:rsid w:val="001C2C57"/>
    <w:rsid w:val="001C2EBC"/>
    <w:rsid w:val="001C3A54"/>
    <w:rsid w:val="001C4A1F"/>
    <w:rsid w:val="001C5739"/>
    <w:rsid w:val="001C5EDD"/>
    <w:rsid w:val="001C6751"/>
    <w:rsid w:val="001C6A92"/>
    <w:rsid w:val="001C6C21"/>
    <w:rsid w:val="001D0CAF"/>
    <w:rsid w:val="001D278C"/>
    <w:rsid w:val="001D3300"/>
    <w:rsid w:val="001D39C7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072F"/>
    <w:rsid w:val="001E2226"/>
    <w:rsid w:val="001E34CC"/>
    <w:rsid w:val="001E3851"/>
    <w:rsid w:val="001E3DC4"/>
    <w:rsid w:val="001E3FFF"/>
    <w:rsid w:val="001E4328"/>
    <w:rsid w:val="001E47AB"/>
    <w:rsid w:val="001E5B68"/>
    <w:rsid w:val="001E5C29"/>
    <w:rsid w:val="001E61D0"/>
    <w:rsid w:val="001E66AC"/>
    <w:rsid w:val="001E7961"/>
    <w:rsid w:val="001F02AB"/>
    <w:rsid w:val="001F04F6"/>
    <w:rsid w:val="001F13A4"/>
    <w:rsid w:val="001F188F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9AE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1F"/>
    <w:rsid w:val="002565B7"/>
    <w:rsid w:val="002570BF"/>
    <w:rsid w:val="00257476"/>
    <w:rsid w:val="002600D3"/>
    <w:rsid w:val="0026077E"/>
    <w:rsid w:val="00260CBF"/>
    <w:rsid w:val="002613E6"/>
    <w:rsid w:val="002618DE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675F1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6C5D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4F06"/>
    <w:rsid w:val="00295903"/>
    <w:rsid w:val="0029658C"/>
    <w:rsid w:val="00296D52"/>
    <w:rsid w:val="002A1345"/>
    <w:rsid w:val="002A1AF5"/>
    <w:rsid w:val="002A2740"/>
    <w:rsid w:val="002A5989"/>
    <w:rsid w:val="002A5BD4"/>
    <w:rsid w:val="002A5EE0"/>
    <w:rsid w:val="002A638A"/>
    <w:rsid w:val="002A6B1B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EEA"/>
    <w:rsid w:val="002B3693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0670"/>
    <w:rsid w:val="002C2E8D"/>
    <w:rsid w:val="002C40EF"/>
    <w:rsid w:val="002C4546"/>
    <w:rsid w:val="002C4B04"/>
    <w:rsid w:val="002C51FD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4E20"/>
    <w:rsid w:val="002D5D1E"/>
    <w:rsid w:val="002D6013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A76"/>
    <w:rsid w:val="002F3CA2"/>
    <w:rsid w:val="002F4455"/>
    <w:rsid w:val="002F53D3"/>
    <w:rsid w:val="002F6338"/>
    <w:rsid w:val="002F6AE2"/>
    <w:rsid w:val="002F6D23"/>
    <w:rsid w:val="002F6F30"/>
    <w:rsid w:val="002F77DA"/>
    <w:rsid w:val="002F7B0F"/>
    <w:rsid w:val="0030002C"/>
    <w:rsid w:val="00301259"/>
    <w:rsid w:val="003022AF"/>
    <w:rsid w:val="0030252C"/>
    <w:rsid w:val="00303205"/>
    <w:rsid w:val="00303D44"/>
    <w:rsid w:val="003058A0"/>
    <w:rsid w:val="00305A34"/>
    <w:rsid w:val="0030726B"/>
    <w:rsid w:val="00307D48"/>
    <w:rsid w:val="00307E9E"/>
    <w:rsid w:val="00310829"/>
    <w:rsid w:val="0031108F"/>
    <w:rsid w:val="0031220B"/>
    <w:rsid w:val="00312774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3F61"/>
    <w:rsid w:val="00336A75"/>
    <w:rsid w:val="00336F29"/>
    <w:rsid w:val="00337212"/>
    <w:rsid w:val="00341029"/>
    <w:rsid w:val="003410D0"/>
    <w:rsid w:val="00342601"/>
    <w:rsid w:val="00343831"/>
    <w:rsid w:val="00346B6C"/>
    <w:rsid w:val="003501ED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3FD5"/>
    <w:rsid w:val="00354214"/>
    <w:rsid w:val="003549E0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1976"/>
    <w:rsid w:val="003620E5"/>
    <w:rsid w:val="00362697"/>
    <w:rsid w:val="003638A0"/>
    <w:rsid w:val="00363FD6"/>
    <w:rsid w:val="00364396"/>
    <w:rsid w:val="0036531F"/>
    <w:rsid w:val="00365C19"/>
    <w:rsid w:val="00365FF6"/>
    <w:rsid w:val="00371051"/>
    <w:rsid w:val="00371A4D"/>
    <w:rsid w:val="00372251"/>
    <w:rsid w:val="00372951"/>
    <w:rsid w:val="003729E0"/>
    <w:rsid w:val="003730F1"/>
    <w:rsid w:val="00373318"/>
    <w:rsid w:val="00373496"/>
    <w:rsid w:val="003747B5"/>
    <w:rsid w:val="00374D18"/>
    <w:rsid w:val="00376F18"/>
    <w:rsid w:val="00377405"/>
    <w:rsid w:val="0037741D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246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41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06D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6EA9"/>
    <w:rsid w:val="003C74A0"/>
    <w:rsid w:val="003C7B87"/>
    <w:rsid w:val="003D0DE5"/>
    <w:rsid w:val="003D1F4E"/>
    <w:rsid w:val="003D1F56"/>
    <w:rsid w:val="003D1F80"/>
    <w:rsid w:val="003D3153"/>
    <w:rsid w:val="003D3187"/>
    <w:rsid w:val="003D31DB"/>
    <w:rsid w:val="003D4B69"/>
    <w:rsid w:val="003D4DB3"/>
    <w:rsid w:val="003D4FB6"/>
    <w:rsid w:val="003D520D"/>
    <w:rsid w:val="003D6132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272"/>
    <w:rsid w:val="003E4F6B"/>
    <w:rsid w:val="003E6500"/>
    <w:rsid w:val="003E7456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3F88"/>
    <w:rsid w:val="0040440E"/>
    <w:rsid w:val="00404B21"/>
    <w:rsid w:val="0040646D"/>
    <w:rsid w:val="00406B05"/>
    <w:rsid w:val="004076C8"/>
    <w:rsid w:val="004078C0"/>
    <w:rsid w:val="004078C2"/>
    <w:rsid w:val="0041023F"/>
    <w:rsid w:val="00410BC7"/>
    <w:rsid w:val="00411850"/>
    <w:rsid w:val="00411ED8"/>
    <w:rsid w:val="004142F6"/>
    <w:rsid w:val="00415508"/>
    <w:rsid w:val="00415877"/>
    <w:rsid w:val="004159AD"/>
    <w:rsid w:val="00415BB9"/>
    <w:rsid w:val="00415C83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37C"/>
    <w:rsid w:val="00425A24"/>
    <w:rsid w:val="00427338"/>
    <w:rsid w:val="00427A30"/>
    <w:rsid w:val="00427D4C"/>
    <w:rsid w:val="00430115"/>
    <w:rsid w:val="00430345"/>
    <w:rsid w:val="00430EBA"/>
    <w:rsid w:val="00431D49"/>
    <w:rsid w:val="00432624"/>
    <w:rsid w:val="0043268D"/>
    <w:rsid w:val="0043354B"/>
    <w:rsid w:val="00434298"/>
    <w:rsid w:val="00436EE5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20C0"/>
    <w:rsid w:val="00453A5E"/>
    <w:rsid w:val="00453A63"/>
    <w:rsid w:val="0045434D"/>
    <w:rsid w:val="0045467F"/>
    <w:rsid w:val="004608FB"/>
    <w:rsid w:val="00461EEB"/>
    <w:rsid w:val="00462154"/>
    <w:rsid w:val="00462242"/>
    <w:rsid w:val="0046298A"/>
    <w:rsid w:val="0046452B"/>
    <w:rsid w:val="004648AD"/>
    <w:rsid w:val="00464F8C"/>
    <w:rsid w:val="00466E4D"/>
    <w:rsid w:val="00467509"/>
    <w:rsid w:val="00470D7D"/>
    <w:rsid w:val="00473585"/>
    <w:rsid w:val="00473853"/>
    <w:rsid w:val="00473D56"/>
    <w:rsid w:val="00473F48"/>
    <w:rsid w:val="00474A7E"/>
    <w:rsid w:val="00475D55"/>
    <w:rsid w:val="004766F3"/>
    <w:rsid w:val="004774C2"/>
    <w:rsid w:val="00477569"/>
    <w:rsid w:val="004779A8"/>
    <w:rsid w:val="004808ED"/>
    <w:rsid w:val="0048191C"/>
    <w:rsid w:val="00482039"/>
    <w:rsid w:val="00482C58"/>
    <w:rsid w:val="0048379D"/>
    <w:rsid w:val="00484CDE"/>
    <w:rsid w:val="004867CC"/>
    <w:rsid w:val="00486D9D"/>
    <w:rsid w:val="00486F59"/>
    <w:rsid w:val="00487140"/>
    <w:rsid w:val="00487330"/>
    <w:rsid w:val="00490151"/>
    <w:rsid w:val="00490455"/>
    <w:rsid w:val="00490671"/>
    <w:rsid w:val="004906C0"/>
    <w:rsid w:val="0049169D"/>
    <w:rsid w:val="004916BA"/>
    <w:rsid w:val="00491A52"/>
    <w:rsid w:val="00491CB6"/>
    <w:rsid w:val="00493156"/>
    <w:rsid w:val="00493F38"/>
    <w:rsid w:val="00494768"/>
    <w:rsid w:val="00494CA1"/>
    <w:rsid w:val="004955A6"/>
    <w:rsid w:val="00495811"/>
    <w:rsid w:val="0049583F"/>
    <w:rsid w:val="004966A7"/>
    <w:rsid w:val="00496F5F"/>
    <w:rsid w:val="00497853"/>
    <w:rsid w:val="00497F0E"/>
    <w:rsid w:val="004A0352"/>
    <w:rsid w:val="004A0429"/>
    <w:rsid w:val="004A0685"/>
    <w:rsid w:val="004A1D63"/>
    <w:rsid w:val="004A3CB0"/>
    <w:rsid w:val="004A4737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255"/>
    <w:rsid w:val="004B331D"/>
    <w:rsid w:val="004B36B2"/>
    <w:rsid w:val="004B37B3"/>
    <w:rsid w:val="004B3BC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10D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304"/>
    <w:rsid w:val="004F343C"/>
    <w:rsid w:val="004F380C"/>
    <w:rsid w:val="004F3FD0"/>
    <w:rsid w:val="004F4040"/>
    <w:rsid w:val="004F4DE4"/>
    <w:rsid w:val="004F4F42"/>
    <w:rsid w:val="004F7899"/>
    <w:rsid w:val="005008D9"/>
    <w:rsid w:val="00500AB7"/>
    <w:rsid w:val="00500CF0"/>
    <w:rsid w:val="0050100A"/>
    <w:rsid w:val="00501F2F"/>
    <w:rsid w:val="0050258A"/>
    <w:rsid w:val="00502B23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2EEE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3C5A"/>
    <w:rsid w:val="0053442D"/>
    <w:rsid w:val="0053444C"/>
    <w:rsid w:val="00534580"/>
    <w:rsid w:val="0053494C"/>
    <w:rsid w:val="005362BB"/>
    <w:rsid w:val="0053667D"/>
    <w:rsid w:val="0053684C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170"/>
    <w:rsid w:val="00544CC3"/>
    <w:rsid w:val="00546168"/>
    <w:rsid w:val="00546506"/>
    <w:rsid w:val="00546F6B"/>
    <w:rsid w:val="005506FF"/>
    <w:rsid w:val="00550E16"/>
    <w:rsid w:val="005513FF"/>
    <w:rsid w:val="00551F67"/>
    <w:rsid w:val="00551FB5"/>
    <w:rsid w:val="00552136"/>
    <w:rsid w:val="00553873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3D7E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8CA"/>
    <w:rsid w:val="00577F48"/>
    <w:rsid w:val="005802F1"/>
    <w:rsid w:val="00580C4D"/>
    <w:rsid w:val="005811D1"/>
    <w:rsid w:val="0058386D"/>
    <w:rsid w:val="00584A7B"/>
    <w:rsid w:val="0058541B"/>
    <w:rsid w:val="00585996"/>
    <w:rsid w:val="005869A5"/>
    <w:rsid w:val="00586BFA"/>
    <w:rsid w:val="00590E50"/>
    <w:rsid w:val="00590FD4"/>
    <w:rsid w:val="00591010"/>
    <w:rsid w:val="00591447"/>
    <w:rsid w:val="0059144E"/>
    <w:rsid w:val="0059179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97EC2"/>
    <w:rsid w:val="005A0F88"/>
    <w:rsid w:val="005A2B34"/>
    <w:rsid w:val="005A3042"/>
    <w:rsid w:val="005A33E9"/>
    <w:rsid w:val="005A3D69"/>
    <w:rsid w:val="005A3ED9"/>
    <w:rsid w:val="005A420A"/>
    <w:rsid w:val="005A5204"/>
    <w:rsid w:val="005A5F4D"/>
    <w:rsid w:val="005A5FDB"/>
    <w:rsid w:val="005A6126"/>
    <w:rsid w:val="005A69E9"/>
    <w:rsid w:val="005A7A8A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33A"/>
    <w:rsid w:val="005E4C0A"/>
    <w:rsid w:val="005E5204"/>
    <w:rsid w:val="005E5C34"/>
    <w:rsid w:val="005E5FD7"/>
    <w:rsid w:val="005E6975"/>
    <w:rsid w:val="005E708C"/>
    <w:rsid w:val="005E723D"/>
    <w:rsid w:val="005E7A24"/>
    <w:rsid w:val="005F0240"/>
    <w:rsid w:val="005F2BDA"/>
    <w:rsid w:val="005F2CD5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1E29"/>
    <w:rsid w:val="00602556"/>
    <w:rsid w:val="00602FC7"/>
    <w:rsid w:val="00603704"/>
    <w:rsid w:val="006038C6"/>
    <w:rsid w:val="00603FC8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38C5"/>
    <w:rsid w:val="006240A7"/>
    <w:rsid w:val="006240AC"/>
    <w:rsid w:val="006241F7"/>
    <w:rsid w:val="006242BA"/>
    <w:rsid w:val="006260B0"/>
    <w:rsid w:val="006262D0"/>
    <w:rsid w:val="006273BF"/>
    <w:rsid w:val="00630355"/>
    <w:rsid w:val="00630603"/>
    <w:rsid w:val="006307B6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0C2"/>
    <w:rsid w:val="006504F2"/>
    <w:rsid w:val="006512E3"/>
    <w:rsid w:val="00651ED4"/>
    <w:rsid w:val="006532BA"/>
    <w:rsid w:val="00653980"/>
    <w:rsid w:val="00653AC5"/>
    <w:rsid w:val="00653C1A"/>
    <w:rsid w:val="00653D16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61BC"/>
    <w:rsid w:val="0067718B"/>
    <w:rsid w:val="00677CD3"/>
    <w:rsid w:val="00681D24"/>
    <w:rsid w:val="0068401D"/>
    <w:rsid w:val="00684692"/>
    <w:rsid w:val="006872E1"/>
    <w:rsid w:val="00690218"/>
    <w:rsid w:val="00690953"/>
    <w:rsid w:val="00690E45"/>
    <w:rsid w:val="00691B0C"/>
    <w:rsid w:val="006923CB"/>
    <w:rsid w:val="00692A67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5EE"/>
    <w:rsid w:val="006B0AFF"/>
    <w:rsid w:val="006B1587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2FE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3F4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B44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3709"/>
    <w:rsid w:val="007444C1"/>
    <w:rsid w:val="00744793"/>
    <w:rsid w:val="00744C5F"/>
    <w:rsid w:val="007452DC"/>
    <w:rsid w:val="00746344"/>
    <w:rsid w:val="00746CE3"/>
    <w:rsid w:val="00747CC4"/>
    <w:rsid w:val="00747F9A"/>
    <w:rsid w:val="007500F8"/>
    <w:rsid w:val="007510D5"/>
    <w:rsid w:val="00751518"/>
    <w:rsid w:val="00751DBA"/>
    <w:rsid w:val="0075314D"/>
    <w:rsid w:val="007537B9"/>
    <w:rsid w:val="00754E63"/>
    <w:rsid w:val="0075683D"/>
    <w:rsid w:val="0075692E"/>
    <w:rsid w:val="00757B5D"/>
    <w:rsid w:val="00757CB1"/>
    <w:rsid w:val="00760327"/>
    <w:rsid w:val="007608F1"/>
    <w:rsid w:val="007608FB"/>
    <w:rsid w:val="007622D4"/>
    <w:rsid w:val="007629A1"/>
    <w:rsid w:val="00763744"/>
    <w:rsid w:val="00764AC4"/>
    <w:rsid w:val="00765E11"/>
    <w:rsid w:val="007669A8"/>
    <w:rsid w:val="00766C5D"/>
    <w:rsid w:val="00766D62"/>
    <w:rsid w:val="00767029"/>
    <w:rsid w:val="00767789"/>
    <w:rsid w:val="00767A89"/>
    <w:rsid w:val="007704C2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0D9D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407F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54A5"/>
    <w:rsid w:val="007B606D"/>
    <w:rsid w:val="007B6BE8"/>
    <w:rsid w:val="007B78BC"/>
    <w:rsid w:val="007B7EAB"/>
    <w:rsid w:val="007C0A4F"/>
    <w:rsid w:val="007C13D9"/>
    <w:rsid w:val="007C1408"/>
    <w:rsid w:val="007C1C4B"/>
    <w:rsid w:val="007C26AD"/>
    <w:rsid w:val="007C26EC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3BF1"/>
    <w:rsid w:val="007D42F4"/>
    <w:rsid w:val="007D4B7B"/>
    <w:rsid w:val="007D4D7C"/>
    <w:rsid w:val="007D52ED"/>
    <w:rsid w:val="007D56C0"/>
    <w:rsid w:val="007D5B72"/>
    <w:rsid w:val="007D6D01"/>
    <w:rsid w:val="007D7396"/>
    <w:rsid w:val="007D7522"/>
    <w:rsid w:val="007D7C1D"/>
    <w:rsid w:val="007E0C6E"/>
    <w:rsid w:val="007E1E80"/>
    <w:rsid w:val="007E2285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4D17"/>
    <w:rsid w:val="007F56F8"/>
    <w:rsid w:val="007F63CF"/>
    <w:rsid w:val="007F6552"/>
    <w:rsid w:val="007F7C36"/>
    <w:rsid w:val="007F7E9D"/>
    <w:rsid w:val="0080085A"/>
    <w:rsid w:val="00800AE1"/>
    <w:rsid w:val="00801B9B"/>
    <w:rsid w:val="00802891"/>
    <w:rsid w:val="00802FB1"/>
    <w:rsid w:val="0080450A"/>
    <w:rsid w:val="008049A0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07D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4F7"/>
    <w:rsid w:val="00827798"/>
    <w:rsid w:val="00830BD9"/>
    <w:rsid w:val="00830C24"/>
    <w:rsid w:val="00831C6E"/>
    <w:rsid w:val="00831EDA"/>
    <w:rsid w:val="008321E3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0BC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4AD"/>
    <w:rsid w:val="00856601"/>
    <w:rsid w:val="00856D30"/>
    <w:rsid w:val="00857E24"/>
    <w:rsid w:val="00860681"/>
    <w:rsid w:val="00860B7E"/>
    <w:rsid w:val="00861495"/>
    <w:rsid w:val="00861914"/>
    <w:rsid w:val="008651DD"/>
    <w:rsid w:val="008654B6"/>
    <w:rsid w:val="008655C8"/>
    <w:rsid w:val="00866111"/>
    <w:rsid w:val="00866244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0F7"/>
    <w:rsid w:val="00877937"/>
    <w:rsid w:val="0087797A"/>
    <w:rsid w:val="00880578"/>
    <w:rsid w:val="00881025"/>
    <w:rsid w:val="008812CF"/>
    <w:rsid w:val="0088218D"/>
    <w:rsid w:val="00882FA9"/>
    <w:rsid w:val="00883020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1FB2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5E12"/>
    <w:rsid w:val="008A6459"/>
    <w:rsid w:val="008A6500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2E4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B07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0D5"/>
    <w:rsid w:val="008F2387"/>
    <w:rsid w:val="008F4A4B"/>
    <w:rsid w:val="008F601A"/>
    <w:rsid w:val="008F7112"/>
    <w:rsid w:val="008F7B41"/>
    <w:rsid w:val="009012D4"/>
    <w:rsid w:val="0090221A"/>
    <w:rsid w:val="009027C7"/>
    <w:rsid w:val="00902B36"/>
    <w:rsid w:val="00903A96"/>
    <w:rsid w:val="00903CE7"/>
    <w:rsid w:val="00903DD5"/>
    <w:rsid w:val="00904168"/>
    <w:rsid w:val="009044B2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322"/>
    <w:rsid w:val="009244DA"/>
    <w:rsid w:val="00924C2F"/>
    <w:rsid w:val="00925391"/>
    <w:rsid w:val="00925880"/>
    <w:rsid w:val="00925A90"/>
    <w:rsid w:val="00926338"/>
    <w:rsid w:val="00926656"/>
    <w:rsid w:val="009274C1"/>
    <w:rsid w:val="00930772"/>
    <w:rsid w:val="009309B8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6F47"/>
    <w:rsid w:val="009371D1"/>
    <w:rsid w:val="009426AE"/>
    <w:rsid w:val="00942A73"/>
    <w:rsid w:val="00942DCC"/>
    <w:rsid w:val="00943522"/>
    <w:rsid w:val="00943FF6"/>
    <w:rsid w:val="00944B20"/>
    <w:rsid w:val="00944D00"/>
    <w:rsid w:val="009469AA"/>
    <w:rsid w:val="009478F3"/>
    <w:rsid w:val="00950486"/>
    <w:rsid w:val="009510AA"/>
    <w:rsid w:val="0095206A"/>
    <w:rsid w:val="00952174"/>
    <w:rsid w:val="009521A6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2DC"/>
    <w:rsid w:val="009707B0"/>
    <w:rsid w:val="009725AA"/>
    <w:rsid w:val="00973270"/>
    <w:rsid w:val="009735F5"/>
    <w:rsid w:val="0097460A"/>
    <w:rsid w:val="00974F7B"/>
    <w:rsid w:val="00975069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6EE3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0C50"/>
    <w:rsid w:val="009D1247"/>
    <w:rsid w:val="009D1595"/>
    <w:rsid w:val="009D2CB9"/>
    <w:rsid w:val="009D3A9D"/>
    <w:rsid w:val="009D4B22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5391"/>
    <w:rsid w:val="009E7274"/>
    <w:rsid w:val="009F10D4"/>
    <w:rsid w:val="009F15AB"/>
    <w:rsid w:val="009F2291"/>
    <w:rsid w:val="009F2FF2"/>
    <w:rsid w:val="009F4539"/>
    <w:rsid w:val="009F5174"/>
    <w:rsid w:val="009F53FA"/>
    <w:rsid w:val="009F545B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1D9"/>
    <w:rsid w:val="00A063B7"/>
    <w:rsid w:val="00A06A2D"/>
    <w:rsid w:val="00A07C58"/>
    <w:rsid w:val="00A10AD2"/>
    <w:rsid w:val="00A10E46"/>
    <w:rsid w:val="00A11298"/>
    <w:rsid w:val="00A113A9"/>
    <w:rsid w:val="00A11B86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2A97"/>
    <w:rsid w:val="00A234BC"/>
    <w:rsid w:val="00A23E10"/>
    <w:rsid w:val="00A24003"/>
    <w:rsid w:val="00A24869"/>
    <w:rsid w:val="00A27242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36D44"/>
    <w:rsid w:val="00A4016C"/>
    <w:rsid w:val="00A411A0"/>
    <w:rsid w:val="00A41255"/>
    <w:rsid w:val="00A4128C"/>
    <w:rsid w:val="00A41E12"/>
    <w:rsid w:val="00A42893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0E17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1AE7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D22"/>
    <w:rsid w:val="00AA3EFB"/>
    <w:rsid w:val="00AA5803"/>
    <w:rsid w:val="00AA588D"/>
    <w:rsid w:val="00AA5B07"/>
    <w:rsid w:val="00AA5D11"/>
    <w:rsid w:val="00AA6754"/>
    <w:rsid w:val="00AA6CD5"/>
    <w:rsid w:val="00AA6F73"/>
    <w:rsid w:val="00AA70FB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21B"/>
    <w:rsid w:val="00AD17A2"/>
    <w:rsid w:val="00AD250C"/>
    <w:rsid w:val="00AD37F5"/>
    <w:rsid w:val="00AD3A08"/>
    <w:rsid w:val="00AD3F76"/>
    <w:rsid w:val="00AD441B"/>
    <w:rsid w:val="00AD4F6D"/>
    <w:rsid w:val="00AD529B"/>
    <w:rsid w:val="00AD5511"/>
    <w:rsid w:val="00AD5862"/>
    <w:rsid w:val="00AD58FE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626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2E94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1FB8"/>
    <w:rsid w:val="00B42325"/>
    <w:rsid w:val="00B445FC"/>
    <w:rsid w:val="00B45624"/>
    <w:rsid w:val="00B464C0"/>
    <w:rsid w:val="00B47E31"/>
    <w:rsid w:val="00B50BC4"/>
    <w:rsid w:val="00B50F11"/>
    <w:rsid w:val="00B50F87"/>
    <w:rsid w:val="00B5113D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5F5F"/>
    <w:rsid w:val="00B66814"/>
    <w:rsid w:val="00B66DD7"/>
    <w:rsid w:val="00B675B6"/>
    <w:rsid w:val="00B703F3"/>
    <w:rsid w:val="00B7066E"/>
    <w:rsid w:val="00B71422"/>
    <w:rsid w:val="00B72336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869E1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1733"/>
    <w:rsid w:val="00BA20B9"/>
    <w:rsid w:val="00BA4EE9"/>
    <w:rsid w:val="00BA54CE"/>
    <w:rsid w:val="00BA55F8"/>
    <w:rsid w:val="00BA5F9C"/>
    <w:rsid w:val="00BA60CC"/>
    <w:rsid w:val="00BA6E03"/>
    <w:rsid w:val="00BA7FCB"/>
    <w:rsid w:val="00BB008D"/>
    <w:rsid w:val="00BB217F"/>
    <w:rsid w:val="00BB31A3"/>
    <w:rsid w:val="00BB3A0B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38D8"/>
    <w:rsid w:val="00BC46C2"/>
    <w:rsid w:val="00BC5409"/>
    <w:rsid w:val="00BC586C"/>
    <w:rsid w:val="00BC5896"/>
    <w:rsid w:val="00BC58F4"/>
    <w:rsid w:val="00BC5A9A"/>
    <w:rsid w:val="00BC7041"/>
    <w:rsid w:val="00BC70DC"/>
    <w:rsid w:val="00BC70F9"/>
    <w:rsid w:val="00BD0295"/>
    <w:rsid w:val="00BD0D76"/>
    <w:rsid w:val="00BD1415"/>
    <w:rsid w:val="00BD25A3"/>
    <w:rsid w:val="00BD2C17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1EEA"/>
    <w:rsid w:val="00BE2674"/>
    <w:rsid w:val="00BE28C5"/>
    <w:rsid w:val="00BE3501"/>
    <w:rsid w:val="00BE35FC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208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41A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4ABE"/>
    <w:rsid w:val="00C44DFD"/>
    <w:rsid w:val="00C46001"/>
    <w:rsid w:val="00C46D1C"/>
    <w:rsid w:val="00C47DC5"/>
    <w:rsid w:val="00C5153A"/>
    <w:rsid w:val="00C51EF3"/>
    <w:rsid w:val="00C522F4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460"/>
    <w:rsid w:val="00C636FA"/>
    <w:rsid w:val="00C63A1F"/>
    <w:rsid w:val="00C64DC2"/>
    <w:rsid w:val="00C66909"/>
    <w:rsid w:val="00C70A05"/>
    <w:rsid w:val="00C70A0A"/>
    <w:rsid w:val="00C70DFD"/>
    <w:rsid w:val="00C70FF2"/>
    <w:rsid w:val="00C71135"/>
    <w:rsid w:val="00C722B0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7D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6DD6"/>
    <w:rsid w:val="00C97F35"/>
    <w:rsid w:val="00CA0BBC"/>
    <w:rsid w:val="00CA0EA2"/>
    <w:rsid w:val="00CA17AF"/>
    <w:rsid w:val="00CA1822"/>
    <w:rsid w:val="00CA2099"/>
    <w:rsid w:val="00CA3B1D"/>
    <w:rsid w:val="00CA4250"/>
    <w:rsid w:val="00CA56DD"/>
    <w:rsid w:val="00CA69A9"/>
    <w:rsid w:val="00CA6CB9"/>
    <w:rsid w:val="00CA7025"/>
    <w:rsid w:val="00CB00F8"/>
    <w:rsid w:val="00CB06AB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0BE"/>
    <w:rsid w:val="00CC4C60"/>
    <w:rsid w:val="00CC56A1"/>
    <w:rsid w:val="00CC57E3"/>
    <w:rsid w:val="00CC5A7E"/>
    <w:rsid w:val="00CC6A58"/>
    <w:rsid w:val="00CC6BDE"/>
    <w:rsid w:val="00CC701E"/>
    <w:rsid w:val="00CC7A96"/>
    <w:rsid w:val="00CC7EAB"/>
    <w:rsid w:val="00CD015C"/>
    <w:rsid w:val="00CD0C02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544D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87A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07EDA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29F"/>
    <w:rsid w:val="00D21494"/>
    <w:rsid w:val="00D21CA7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722"/>
    <w:rsid w:val="00D349CA"/>
    <w:rsid w:val="00D366F6"/>
    <w:rsid w:val="00D375D0"/>
    <w:rsid w:val="00D40663"/>
    <w:rsid w:val="00D4277C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0B4B"/>
    <w:rsid w:val="00D51BB5"/>
    <w:rsid w:val="00D5200D"/>
    <w:rsid w:val="00D535AD"/>
    <w:rsid w:val="00D53D59"/>
    <w:rsid w:val="00D548E2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04"/>
    <w:rsid w:val="00D80C60"/>
    <w:rsid w:val="00D80F92"/>
    <w:rsid w:val="00D819DE"/>
    <w:rsid w:val="00D81C5B"/>
    <w:rsid w:val="00D82C7B"/>
    <w:rsid w:val="00D835D8"/>
    <w:rsid w:val="00D837EB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4C3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16A"/>
    <w:rsid w:val="00DB35FD"/>
    <w:rsid w:val="00DB4903"/>
    <w:rsid w:val="00DB541D"/>
    <w:rsid w:val="00DB55B3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1990"/>
    <w:rsid w:val="00DE2355"/>
    <w:rsid w:val="00DE3AFA"/>
    <w:rsid w:val="00DE43C8"/>
    <w:rsid w:val="00DE4DA2"/>
    <w:rsid w:val="00DE4E37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4D6B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05FB"/>
    <w:rsid w:val="00E11EAB"/>
    <w:rsid w:val="00E11EC9"/>
    <w:rsid w:val="00E1228F"/>
    <w:rsid w:val="00E12638"/>
    <w:rsid w:val="00E129E0"/>
    <w:rsid w:val="00E13A9E"/>
    <w:rsid w:val="00E15546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49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4D0"/>
    <w:rsid w:val="00E50A48"/>
    <w:rsid w:val="00E5146A"/>
    <w:rsid w:val="00E51BFA"/>
    <w:rsid w:val="00E5249C"/>
    <w:rsid w:val="00E53D4D"/>
    <w:rsid w:val="00E5424E"/>
    <w:rsid w:val="00E544B4"/>
    <w:rsid w:val="00E54CA8"/>
    <w:rsid w:val="00E56152"/>
    <w:rsid w:val="00E56745"/>
    <w:rsid w:val="00E56C6A"/>
    <w:rsid w:val="00E57163"/>
    <w:rsid w:val="00E575C5"/>
    <w:rsid w:val="00E578B2"/>
    <w:rsid w:val="00E57A57"/>
    <w:rsid w:val="00E61164"/>
    <w:rsid w:val="00E61AAA"/>
    <w:rsid w:val="00E62DF9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487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1C97"/>
    <w:rsid w:val="00E93B5E"/>
    <w:rsid w:val="00E93F5F"/>
    <w:rsid w:val="00E9425C"/>
    <w:rsid w:val="00E94D2F"/>
    <w:rsid w:val="00E953FD"/>
    <w:rsid w:val="00E9595C"/>
    <w:rsid w:val="00E9703F"/>
    <w:rsid w:val="00E978E8"/>
    <w:rsid w:val="00E97D0C"/>
    <w:rsid w:val="00EA00AA"/>
    <w:rsid w:val="00EA0933"/>
    <w:rsid w:val="00EA102C"/>
    <w:rsid w:val="00EA1E0E"/>
    <w:rsid w:val="00EA1F0E"/>
    <w:rsid w:val="00EA20BF"/>
    <w:rsid w:val="00EA2CF1"/>
    <w:rsid w:val="00EA3222"/>
    <w:rsid w:val="00EA44C4"/>
    <w:rsid w:val="00EA516A"/>
    <w:rsid w:val="00EA5C72"/>
    <w:rsid w:val="00EA5DEC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9BB"/>
    <w:rsid w:val="00EC4D7D"/>
    <w:rsid w:val="00EC590E"/>
    <w:rsid w:val="00EC67E8"/>
    <w:rsid w:val="00EC76FD"/>
    <w:rsid w:val="00ED0761"/>
    <w:rsid w:val="00ED07C1"/>
    <w:rsid w:val="00ED0B55"/>
    <w:rsid w:val="00ED2168"/>
    <w:rsid w:val="00ED2814"/>
    <w:rsid w:val="00ED3CB2"/>
    <w:rsid w:val="00ED49EA"/>
    <w:rsid w:val="00ED53BB"/>
    <w:rsid w:val="00ED685C"/>
    <w:rsid w:val="00ED6C8A"/>
    <w:rsid w:val="00ED749E"/>
    <w:rsid w:val="00ED7951"/>
    <w:rsid w:val="00EE1462"/>
    <w:rsid w:val="00EE18CF"/>
    <w:rsid w:val="00EE269B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A60"/>
    <w:rsid w:val="00EF6F02"/>
    <w:rsid w:val="00EF7B86"/>
    <w:rsid w:val="00F013F6"/>
    <w:rsid w:val="00F01552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34FA"/>
    <w:rsid w:val="00F152E9"/>
    <w:rsid w:val="00F1579A"/>
    <w:rsid w:val="00F16EAB"/>
    <w:rsid w:val="00F17755"/>
    <w:rsid w:val="00F20141"/>
    <w:rsid w:val="00F209D6"/>
    <w:rsid w:val="00F20D7D"/>
    <w:rsid w:val="00F20FD8"/>
    <w:rsid w:val="00F21233"/>
    <w:rsid w:val="00F21951"/>
    <w:rsid w:val="00F21F61"/>
    <w:rsid w:val="00F22024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1BB6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0E5"/>
    <w:rsid w:val="00F53AE9"/>
    <w:rsid w:val="00F53D1A"/>
    <w:rsid w:val="00F53E97"/>
    <w:rsid w:val="00F53F92"/>
    <w:rsid w:val="00F53FD1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158B"/>
    <w:rsid w:val="00F828A4"/>
    <w:rsid w:val="00F848CF"/>
    <w:rsid w:val="00F84D60"/>
    <w:rsid w:val="00F85128"/>
    <w:rsid w:val="00F853D9"/>
    <w:rsid w:val="00F8602E"/>
    <w:rsid w:val="00F86E88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43CB"/>
    <w:rsid w:val="00F9551B"/>
    <w:rsid w:val="00F95815"/>
    <w:rsid w:val="00F9594A"/>
    <w:rsid w:val="00F95D11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27A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8F2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D7C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4D7C"/>
    <w:pPr>
      <w:spacing w:before="108" w:after="108"/>
      <w:ind w:firstLine="0"/>
      <w:jc w:val="center"/>
      <w:outlineLvl w:val="0"/>
    </w:pPr>
    <w:rPr>
      <w:rFonts w:eastAsia="Calibri" w:cs="Times New Roman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4D7C"/>
    <w:rPr>
      <w:rFonts w:ascii="Times New Roman CYR" w:hAnsi="Times New Roman CYR" w:cs="Times New Roman"/>
      <w:b/>
      <w:color w:val="26282F"/>
      <w:sz w:val="24"/>
      <w:lang w:eastAsia="ru-RU"/>
    </w:rPr>
  </w:style>
  <w:style w:type="character" w:customStyle="1" w:styleId="a">
    <w:name w:val="Цветовое выделение"/>
    <w:uiPriority w:val="99"/>
    <w:rsid w:val="007D4D7C"/>
    <w:rPr>
      <w:b/>
      <w:color w:val="26282F"/>
    </w:rPr>
  </w:style>
  <w:style w:type="character" w:customStyle="1" w:styleId="a0">
    <w:name w:val="Гипертекстовая ссылка"/>
    <w:uiPriority w:val="99"/>
    <w:rsid w:val="007D4D7C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7D4D7C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2">
    <w:name w:val="Информация о версии"/>
    <w:basedOn w:val="a1"/>
    <w:next w:val="Normal"/>
    <w:uiPriority w:val="99"/>
    <w:rsid w:val="007D4D7C"/>
    <w:rPr>
      <w:i/>
      <w:iCs/>
    </w:rPr>
  </w:style>
  <w:style w:type="paragraph" w:customStyle="1" w:styleId="a3">
    <w:name w:val="Информация об изменениях"/>
    <w:basedOn w:val="Normal"/>
    <w:next w:val="Normal"/>
    <w:uiPriority w:val="99"/>
    <w:rsid w:val="007D4D7C"/>
    <w:pPr>
      <w:spacing w:before="180"/>
      <w:ind w:left="360" w:right="360" w:firstLine="0"/>
    </w:pPr>
    <w:rPr>
      <w:color w:val="353842"/>
      <w:sz w:val="20"/>
      <w:szCs w:val="20"/>
      <w:shd w:val="clear" w:color="auto" w:fill="EAEFED"/>
    </w:rPr>
  </w:style>
  <w:style w:type="paragraph" w:customStyle="1" w:styleId="a4">
    <w:name w:val="Подзаголовок для информации об изменениях"/>
    <w:basedOn w:val="Normal"/>
    <w:next w:val="Normal"/>
    <w:uiPriority w:val="99"/>
    <w:rsid w:val="007D4D7C"/>
    <w:rPr>
      <w:b/>
      <w:bCs/>
      <w:color w:val="353842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D4D7C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4D7C"/>
    <w:rPr>
      <w:rFonts w:ascii="Tahoma" w:hAnsi="Tahoma" w:cs="Times New Roman"/>
      <w:sz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7D4D7C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4D7C"/>
    <w:rPr>
      <w:rFonts w:ascii="Times New Roman CYR" w:hAnsi="Times New Roman CYR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D4D7C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D4D7C"/>
    <w:rPr>
      <w:rFonts w:ascii="Times New Roman CYR" w:hAnsi="Times New Roman CYR" w:cs="Times New Roman"/>
      <w:sz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591010"/>
    <w:pPr>
      <w:widowControl/>
      <w:autoSpaceDE/>
      <w:autoSpaceDN/>
      <w:adjustRightInd/>
      <w:ind w:firstLine="0"/>
      <w:jc w:val="center"/>
    </w:pPr>
    <w:rPr>
      <w:rFonts w:ascii="Times New Roman" w:eastAsia="Calibri" w:hAnsi="Times New Roman" w:cs="Times New Roman"/>
      <w:i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591010"/>
    <w:rPr>
      <w:rFonts w:ascii="Times New Roman" w:hAnsi="Times New Roman" w:cs="Times New Roman"/>
      <w:i/>
      <w:sz w:val="20"/>
      <w:lang w:eastAsia="ru-RU"/>
    </w:rPr>
  </w:style>
  <w:style w:type="paragraph" w:styleId="BodyText">
    <w:name w:val="Body Text"/>
    <w:basedOn w:val="Normal"/>
    <w:link w:val="BodyTextChar"/>
    <w:uiPriority w:val="99"/>
    <w:rsid w:val="00591010"/>
    <w:pPr>
      <w:widowControl/>
      <w:autoSpaceDE/>
      <w:autoSpaceDN/>
      <w:adjustRightInd/>
      <w:ind w:firstLine="0"/>
      <w:jc w:val="center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91010"/>
    <w:rPr>
      <w:rFonts w:ascii="Times New Roman" w:hAnsi="Times New Roman" w:cs="Times New Roman"/>
      <w:b/>
      <w:sz w:val="20"/>
      <w:lang w:eastAsia="ru-RU"/>
    </w:rPr>
  </w:style>
  <w:style w:type="table" w:styleId="TableGrid">
    <w:name w:val="Table Grid"/>
    <w:basedOn w:val="TableNormal"/>
    <w:uiPriority w:val="99"/>
    <w:rsid w:val="00F53F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A70FB"/>
    <w:pPr>
      <w:ind w:left="720"/>
      <w:contextualSpacing/>
    </w:pPr>
  </w:style>
  <w:style w:type="paragraph" w:customStyle="1" w:styleId="ConsNormal">
    <w:name w:val="ConsNormal"/>
    <w:uiPriority w:val="99"/>
    <w:rsid w:val="00403F88"/>
    <w:pPr>
      <w:widowControl w:val="0"/>
      <w:ind w:firstLine="720"/>
    </w:pPr>
    <w:rPr>
      <w:rFonts w:ascii="Courier New" w:eastAsia="Times New Roman" w:hAnsi="Courier New"/>
      <w:sz w:val="20"/>
      <w:szCs w:val="20"/>
    </w:rPr>
  </w:style>
  <w:style w:type="paragraph" w:customStyle="1" w:styleId="ConsPlusNonformat">
    <w:name w:val="ConsPlusNonformat"/>
    <w:uiPriority w:val="99"/>
    <w:rsid w:val="001D278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0A34F3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653D1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46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</TotalTime>
  <Pages>3</Pages>
  <Words>498</Words>
  <Characters>2840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21</cp:revision>
  <cp:lastPrinted>2020-12-23T04:44:00Z</cp:lastPrinted>
  <dcterms:created xsi:type="dcterms:W3CDTF">2020-11-23T04:27:00Z</dcterms:created>
  <dcterms:modified xsi:type="dcterms:W3CDTF">2020-12-23T04:45:00Z</dcterms:modified>
</cp:coreProperties>
</file>