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945" w:rsidRPr="00F4518A" w:rsidRDefault="00EA4945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EA4945" w:rsidRPr="00F4518A" w:rsidRDefault="00EA4945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EA4945" w:rsidRPr="00F4518A" w:rsidRDefault="00EA4945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A4945" w:rsidRPr="00F4518A" w:rsidRDefault="00EA4945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EA4945" w:rsidRPr="00F4518A" w:rsidRDefault="00EA4945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EA4945" w:rsidRPr="00F4518A" w:rsidRDefault="00EA4945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A4945" w:rsidRPr="00F4518A" w:rsidRDefault="00EA4945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EA4945" w:rsidRPr="00F4518A" w:rsidRDefault="00EA4945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EA4945" w:rsidRPr="00F4518A" w:rsidRDefault="00EA4945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EA4945" w:rsidRPr="00147380" w:rsidRDefault="00EA4945" w:rsidP="007A264F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sz w:val="28"/>
          <w:szCs w:val="28"/>
        </w:rPr>
        <w:t xml:space="preserve">21 февраля 2020 </w:t>
      </w:r>
      <w:r w:rsidRPr="00967035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</w:t>
      </w:r>
      <w:r w:rsidRPr="00322E6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22E64">
        <w:rPr>
          <w:sz w:val="28"/>
          <w:szCs w:val="28"/>
        </w:rPr>
        <w:t>Новос</w:t>
      </w:r>
      <w:r>
        <w:rPr>
          <w:sz w:val="28"/>
          <w:szCs w:val="28"/>
        </w:rPr>
        <w:t>е</w:t>
      </w:r>
      <w:r w:rsidRPr="00322E64">
        <w:rPr>
          <w:sz w:val="28"/>
          <w:szCs w:val="28"/>
        </w:rPr>
        <w:t xml:space="preserve">лово </w:t>
      </w:r>
      <w:r>
        <w:rPr>
          <w:sz w:val="28"/>
          <w:szCs w:val="28"/>
        </w:rPr>
        <w:t xml:space="preserve">                                № 71-388-3р</w:t>
      </w:r>
    </w:p>
    <w:p w:rsidR="00EA4945" w:rsidRDefault="00EA4945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EA4945" w:rsidRPr="00F4518A" w:rsidRDefault="00EA4945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4077"/>
      </w:tblGrid>
      <w:tr w:rsidR="00EA4945" w:rsidRPr="00FF32D5" w:rsidTr="00583C58">
        <w:tc>
          <w:tcPr>
            <w:tcW w:w="4077" w:type="dxa"/>
          </w:tcPr>
          <w:p w:rsidR="00EA4945" w:rsidRPr="00FF32D5" w:rsidRDefault="00EA4945" w:rsidP="00583C58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Устав Новоселовского района Красноярского края</w:t>
            </w:r>
          </w:p>
        </w:tc>
      </w:tr>
    </w:tbl>
    <w:p w:rsidR="00EA4945" w:rsidRDefault="00EA4945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EA4945" w:rsidRDefault="00EA4945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EA4945" w:rsidRPr="00F4518A" w:rsidRDefault="00EA4945" w:rsidP="007C01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Pr="000F3104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131-ФЗ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EA4945" w:rsidRPr="00F4518A" w:rsidRDefault="00EA4945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EA4945" w:rsidRDefault="00EA4945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EA4945" w:rsidRPr="00F4518A" w:rsidRDefault="00EA4945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945" w:rsidRDefault="00EA4945" w:rsidP="00F933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>1. Пункт 2 статьи 19 Устава Новоселовского района Красноярского края изложить в новой редакции «2. Совет депутатов состоит из 22 депутатов, избираемых н</w:t>
      </w:r>
      <w:r>
        <w:rPr>
          <w:rFonts w:ascii="Times New Roman" w:hAnsi="Times New Roman"/>
          <w:sz w:val="28"/>
          <w:szCs w:val="28"/>
          <w:lang w:eastAsia="ru-RU"/>
        </w:rPr>
        <w:t>а основе всеобщего равного и прямого избирательного права при тайном голосовании на муниципальных выборах по смешанной (пропорционально-мажоритарной) избирательной системе сроком на 5 лет, при этом 10 депутатов избираются по единому избирательному округу пропорционально числу голосов избирателей, поданных за общетерриториальные списки кандидатов в депутаты, выдвинутые избирательными объединениями, а 12 депутатов избираются  по одномандатным избирательным округам, образуемым на всей территории района, на основе единой нормы представительства.».</w:t>
      </w:r>
    </w:p>
    <w:p w:rsidR="00EA4945" w:rsidRDefault="00EA4945" w:rsidP="00F933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 xml:space="preserve">2. В соответствии с Федеральным законом от 21.07.2005 № 97-ФЗ «О государственной регистрации уставов муниципальных образований» Главе района А.В. Гергарту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EA4945" w:rsidRDefault="00EA4945" w:rsidP="00532F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3C6FCF">
        <w:rPr>
          <w:rFonts w:ascii="Times New Roman" w:hAnsi="Times New Roman"/>
          <w:sz w:val="28"/>
          <w:szCs w:val="28"/>
        </w:rPr>
        <w:t xml:space="preserve"> на </w:t>
      </w:r>
      <w:r w:rsidRPr="005D729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A4945" w:rsidRPr="003C6FCF" w:rsidRDefault="00EA4945" w:rsidP="00C2275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EA4945" w:rsidRPr="003C6FCF" w:rsidRDefault="00EA4945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EA4945" w:rsidRPr="009D7DBC" w:rsidRDefault="00EA4945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EA4945" w:rsidRPr="009D7DBC" w:rsidRDefault="00EA4945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Новоселовского                             Глава Новоселовского района</w:t>
      </w:r>
    </w:p>
    <w:p w:rsidR="00EA4945" w:rsidRPr="009D7DBC" w:rsidRDefault="00EA4945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EA4945" w:rsidRPr="009D7DBC" w:rsidRDefault="00EA4945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EA4945" w:rsidRPr="009D7DBC" w:rsidRDefault="00EA4945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Толстикова                          _____________   А.В. Гергарт    </w:t>
      </w:r>
    </w:p>
    <w:p w:rsidR="00EA4945" w:rsidRPr="009D7DBC" w:rsidRDefault="00EA4945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EA4945" w:rsidRPr="009D7DBC" w:rsidSect="00346BB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45" w:rsidRDefault="00EA4945" w:rsidP="000F7916">
      <w:pPr>
        <w:spacing w:after="0" w:line="240" w:lineRule="auto"/>
      </w:pPr>
      <w:r>
        <w:separator/>
      </w:r>
    </w:p>
  </w:endnote>
  <w:endnote w:type="continuationSeparator" w:id="0">
    <w:p w:rsidR="00EA4945" w:rsidRDefault="00EA4945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45" w:rsidRDefault="00EA4945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4945" w:rsidRDefault="00EA4945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45" w:rsidRDefault="00EA4945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A4945" w:rsidRDefault="00EA4945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45" w:rsidRDefault="00EA4945" w:rsidP="000F7916">
      <w:pPr>
        <w:spacing w:after="0" w:line="240" w:lineRule="auto"/>
      </w:pPr>
      <w:r>
        <w:separator/>
      </w:r>
    </w:p>
  </w:footnote>
  <w:footnote w:type="continuationSeparator" w:id="0">
    <w:p w:rsidR="00EA4945" w:rsidRDefault="00EA4945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111CD"/>
    <w:rsid w:val="000202E0"/>
    <w:rsid w:val="0003517B"/>
    <w:rsid w:val="0005037A"/>
    <w:rsid w:val="000600A8"/>
    <w:rsid w:val="00061D53"/>
    <w:rsid w:val="000644BE"/>
    <w:rsid w:val="00070B64"/>
    <w:rsid w:val="00071560"/>
    <w:rsid w:val="00077E81"/>
    <w:rsid w:val="00081977"/>
    <w:rsid w:val="000904C3"/>
    <w:rsid w:val="000A41B7"/>
    <w:rsid w:val="000A5492"/>
    <w:rsid w:val="000C3268"/>
    <w:rsid w:val="000E2465"/>
    <w:rsid w:val="000F3104"/>
    <w:rsid w:val="000F75F1"/>
    <w:rsid w:val="000F7916"/>
    <w:rsid w:val="00101BAD"/>
    <w:rsid w:val="00115F00"/>
    <w:rsid w:val="00125821"/>
    <w:rsid w:val="00147380"/>
    <w:rsid w:val="00152380"/>
    <w:rsid w:val="00175F0A"/>
    <w:rsid w:val="00184CD9"/>
    <w:rsid w:val="00192ACE"/>
    <w:rsid w:val="001B7B96"/>
    <w:rsid w:val="001F02DB"/>
    <w:rsid w:val="001F468A"/>
    <w:rsid w:val="00214C7A"/>
    <w:rsid w:val="00216D51"/>
    <w:rsid w:val="0022168D"/>
    <w:rsid w:val="0023618D"/>
    <w:rsid w:val="0024518B"/>
    <w:rsid w:val="002466E2"/>
    <w:rsid w:val="00277374"/>
    <w:rsid w:val="00290437"/>
    <w:rsid w:val="00296867"/>
    <w:rsid w:val="002A0053"/>
    <w:rsid w:val="002A3750"/>
    <w:rsid w:val="002A3771"/>
    <w:rsid w:val="002A5158"/>
    <w:rsid w:val="002C1A0D"/>
    <w:rsid w:val="002D44A5"/>
    <w:rsid w:val="002D5764"/>
    <w:rsid w:val="002E19CE"/>
    <w:rsid w:val="002F7201"/>
    <w:rsid w:val="00322E64"/>
    <w:rsid w:val="00331DC4"/>
    <w:rsid w:val="00335E73"/>
    <w:rsid w:val="00346BB9"/>
    <w:rsid w:val="00360847"/>
    <w:rsid w:val="003614E1"/>
    <w:rsid w:val="003929FF"/>
    <w:rsid w:val="003A43EF"/>
    <w:rsid w:val="003A6431"/>
    <w:rsid w:val="003A796B"/>
    <w:rsid w:val="003B19BD"/>
    <w:rsid w:val="003B6273"/>
    <w:rsid w:val="003B793E"/>
    <w:rsid w:val="003C6FCF"/>
    <w:rsid w:val="003E2817"/>
    <w:rsid w:val="00402383"/>
    <w:rsid w:val="004070B6"/>
    <w:rsid w:val="004117CE"/>
    <w:rsid w:val="00416438"/>
    <w:rsid w:val="0043435E"/>
    <w:rsid w:val="004410C4"/>
    <w:rsid w:val="00443D5C"/>
    <w:rsid w:val="0045060A"/>
    <w:rsid w:val="00460460"/>
    <w:rsid w:val="0048170C"/>
    <w:rsid w:val="004851C0"/>
    <w:rsid w:val="00494DEF"/>
    <w:rsid w:val="004F1234"/>
    <w:rsid w:val="00503CE6"/>
    <w:rsid w:val="00506A83"/>
    <w:rsid w:val="00513669"/>
    <w:rsid w:val="00532F8B"/>
    <w:rsid w:val="0055368F"/>
    <w:rsid w:val="005609BC"/>
    <w:rsid w:val="00565711"/>
    <w:rsid w:val="00570702"/>
    <w:rsid w:val="0057661E"/>
    <w:rsid w:val="00583556"/>
    <w:rsid w:val="00583C58"/>
    <w:rsid w:val="005C28CE"/>
    <w:rsid w:val="005D729D"/>
    <w:rsid w:val="005F3DC4"/>
    <w:rsid w:val="00602802"/>
    <w:rsid w:val="00621844"/>
    <w:rsid w:val="0065454F"/>
    <w:rsid w:val="00664C69"/>
    <w:rsid w:val="00683161"/>
    <w:rsid w:val="0069407A"/>
    <w:rsid w:val="006A0A05"/>
    <w:rsid w:val="006B742F"/>
    <w:rsid w:val="006C6FAB"/>
    <w:rsid w:val="006D645C"/>
    <w:rsid w:val="006E1477"/>
    <w:rsid w:val="006F1C0B"/>
    <w:rsid w:val="00714F9F"/>
    <w:rsid w:val="00736DEB"/>
    <w:rsid w:val="007472AC"/>
    <w:rsid w:val="0076671D"/>
    <w:rsid w:val="0077595B"/>
    <w:rsid w:val="00782F9B"/>
    <w:rsid w:val="00791B4A"/>
    <w:rsid w:val="007A264F"/>
    <w:rsid w:val="007A3353"/>
    <w:rsid w:val="007A3BE6"/>
    <w:rsid w:val="007C010B"/>
    <w:rsid w:val="007D1047"/>
    <w:rsid w:val="007D3C01"/>
    <w:rsid w:val="007F15A2"/>
    <w:rsid w:val="00806303"/>
    <w:rsid w:val="00822620"/>
    <w:rsid w:val="00836CC8"/>
    <w:rsid w:val="008374BB"/>
    <w:rsid w:val="008417F7"/>
    <w:rsid w:val="00854828"/>
    <w:rsid w:val="00890DE9"/>
    <w:rsid w:val="008C17F1"/>
    <w:rsid w:val="008C56E7"/>
    <w:rsid w:val="008D2C71"/>
    <w:rsid w:val="008E18B6"/>
    <w:rsid w:val="008E5FB9"/>
    <w:rsid w:val="008E67EA"/>
    <w:rsid w:val="008F05CD"/>
    <w:rsid w:val="008F377A"/>
    <w:rsid w:val="009156D5"/>
    <w:rsid w:val="0091744D"/>
    <w:rsid w:val="00923F77"/>
    <w:rsid w:val="0094185F"/>
    <w:rsid w:val="009517A1"/>
    <w:rsid w:val="00967035"/>
    <w:rsid w:val="009909D8"/>
    <w:rsid w:val="009A04C1"/>
    <w:rsid w:val="009A2713"/>
    <w:rsid w:val="009B3AB1"/>
    <w:rsid w:val="009B3F18"/>
    <w:rsid w:val="009C5235"/>
    <w:rsid w:val="009D3A90"/>
    <w:rsid w:val="009D7DBC"/>
    <w:rsid w:val="00A05AAB"/>
    <w:rsid w:val="00A4179D"/>
    <w:rsid w:val="00A46ADC"/>
    <w:rsid w:val="00A50589"/>
    <w:rsid w:val="00A57112"/>
    <w:rsid w:val="00A62675"/>
    <w:rsid w:val="00A645ED"/>
    <w:rsid w:val="00A66F6F"/>
    <w:rsid w:val="00A73332"/>
    <w:rsid w:val="00A91C82"/>
    <w:rsid w:val="00AA0567"/>
    <w:rsid w:val="00AA0FE7"/>
    <w:rsid w:val="00AA6C2C"/>
    <w:rsid w:val="00AB2622"/>
    <w:rsid w:val="00AC1E45"/>
    <w:rsid w:val="00AE1872"/>
    <w:rsid w:val="00B0130F"/>
    <w:rsid w:val="00B042E9"/>
    <w:rsid w:val="00B04801"/>
    <w:rsid w:val="00B101E8"/>
    <w:rsid w:val="00B1072E"/>
    <w:rsid w:val="00B142AF"/>
    <w:rsid w:val="00B20CD2"/>
    <w:rsid w:val="00B22FA1"/>
    <w:rsid w:val="00B25DB3"/>
    <w:rsid w:val="00B360BD"/>
    <w:rsid w:val="00B50608"/>
    <w:rsid w:val="00B52DE0"/>
    <w:rsid w:val="00B56AEF"/>
    <w:rsid w:val="00B627E3"/>
    <w:rsid w:val="00B74434"/>
    <w:rsid w:val="00B83C4A"/>
    <w:rsid w:val="00BC076A"/>
    <w:rsid w:val="00BD332E"/>
    <w:rsid w:val="00BD7376"/>
    <w:rsid w:val="00BF3CA2"/>
    <w:rsid w:val="00BF6094"/>
    <w:rsid w:val="00C2275F"/>
    <w:rsid w:val="00C228BA"/>
    <w:rsid w:val="00C3622D"/>
    <w:rsid w:val="00C37161"/>
    <w:rsid w:val="00C47160"/>
    <w:rsid w:val="00C80669"/>
    <w:rsid w:val="00C95C1E"/>
    <w:rsid w:val="00CA7EFD"/>
    <w:rsid w:val="00CC190B"/>
    <w:rsid w:val="00D142F2"/>
    <w:rsid w:val="00D40FC4"/>
    <w:rsid w:val="00D86A8D"/>
    <w:rsid w:val="00D87B5A"/>
    <w:rsid w:val="00D964A4"/>
    <w:rsid w:val="00DA4E55"/>
    <w:rsid w:val="00DB3ACF"/>
    <w:rsid w:val="00DB5E62"/>
    <w:rsid w:val="00DC03E2"/>
    <w:rsid w:val="00DF4D4B"/>
    <w:rsid w:val="00E13428"/>
    <w:rsid w:val="00E25E5C"/>
    <w:rsid w:val="00E54B6B"/>
    <w:rsid w:val="00E607F2"/>
    <w:rsid w:val="00E6278F"/>
    <w:rsid w:val="00E644AB"/>
    <w:rsid w:val="00E74993"/>
    <w:rsid w:val="00EA4945"/>
    <w:rsid w:val="00EB2FD4"/>
    <w:rsid w:val="00EB7FC1"/>
    <w:rsid w:val="00EC3220"/>
    <w:rsid w:val="00EF05A6"/>
    <w:rsid w:val="00F06459"/>
    <w:rsid w:val="00F13796"/>
    <w:rsid w:val="00F21A10"/>
    <w:rsid w:val="00F23E83"/>
    <w:rsid w:val="00F25F02"/>
    <w:rsid w:val="00F3388A"/>
    <w:rsid w:val="00F4469B"/>
    <w:rsid w:val="00F4518A"/>
    <w:rsid w:val="00F501B8"/>
    <w:rsid w:val="00F6107A"/>
    <w:rsid w:val="00F76125"/>
    <w:rsid w:val="00F93356"/>
    <w:rsid w:val="00F9761E"/>
    <w:rsid w:val="00FC78AC"/>
    <w:rsid w:val="00FD3894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A264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64F"/>
    <w:rPr>
      <w:rFonts w:ascii="Times New Roman" w:hAnsi="Times New Roman" w:cs="Times New Roman"/>
      <w:sz w:val="20"/>
    </w:rPr>
  </w:style>
  <w:style w:type="character" w:styleId="Hyperlink">
    <w:name w:val="Hyperlink"/>
    <w:basedOn w:val="DefaultParagraphFont"/>
    <w:uiPriority w:val="99"/>
    <w:rsid w:val="006B742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06303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8063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55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1569</TotalTime>
  <Pages>2</Pages>
  <Words>359</Words>
  <Characters>2047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14</cp:revision>
  <cp:lastPrinted>2020-01-15T03:02:00Z</cp:lastPrinted>
  <dcterms:created xsi:type="dcterms:W3CDTF">2017-03-31T12:04:00Z</dcterms:created>
  <dcterms:modified xsi:type="dcterms:W3CDTF">2020-02-19T09:20:00Z</dcterms:modified>
</cp:coreProperties>
</file>