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40" w:rsidRPr="00F4518A" w:rsidRDefault="00FF6C40" w:rsidP="00F4518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FF6C40" w:rsidRPr="00F4518A" w:rsidRDefault="00FF6C4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FF6C40" w:rsidRPr="00F4518A" w:rsidRDefault="00FF6C4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F6C40" w:rsidRPr="00F4518A" w:rsidRDefault="00FF6C4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FF6C40" w:rsidRPr="00F4518A" w:rsidRDefault="00FF6C4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СОВЕТ </w:t>
      </w:r>
      <w:r w:rsidRPr="00F4518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FF6C40" w:rsidRPr="00F4518A" w:rsidRDefault="00FF6C4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F6C40" w:rsidRPr="00F4518A" w:rsidRDefault="00FF6C4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F4518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FF6C40" w:rsidRPr="00F4518A" w:rsidRDefault="00FF6C40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FF6C40" w:rsidRPr="00F4518A" w:rsidRDefault="00FF6C40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FF6C40" w:rsidRPr="00147380" w:rsidRDefault="00FF6C40" w:rsidP="007A264F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sz w:val="28"/>
          <w:szCs w:val="28"/>
        </w:rPr>
        <w:t xml:space="preserve">26 мая 2020 </w:t>
      </w:r>
      <w:r w:rsidRPr="00967035">
        <w:rPr>
          <w:sz w:val="28"/>
          <w:szCs w:val="28"/>
        </w:rPr>
        <w:t>года</w:t>
      </w:r>
      <w:r>
        <w:rPr>
          <w:sz w:val="28"/>
          <w:szCs w:val="28"/>
        </w:rPr>
        <w:t xml:space="preserve">                           </w:t>
      </w:r>
      <w:r w:rsidRPr="00322E64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322E64">
        <w:rPr>
          <w:sz w:val="28"/>
          <w:szCs w:val="28"/>
        </w:rPr>
        <w:t>Новос</w:t>
      </w:r>
      <w:r>
        <w:rPr>
          <w:sz w:val="28"/>
          <w:szCs w:val="28"/>
        </w:rPr>
        <w:t>е</w:t>
      </w:r>
      <w:r w:rsidRPr="00322E64">
        <w:rPr>
          <w:sz w:val="28"/>
          <w:szCs w:val="28"/>
        </w:rPr>
        <w:t xml:space="preserve">лово </w:t>
      </w:r>
      <w:r>
        <w:rPr>
          <w:sz w:val="28"/>
          <w:szCs w:val="28"/>
        </w:rPr>
        <w:t xml:space="preserve">                             </w:t>
      </w:r>
      <w:r>
        <w:rPr>
          <w:color w:val="000000"/>
          <w:sz w:val="28"/>
          <w:szCs w:val="28"/>
        </w:rPr>
        <w:t>№ 74-416-31р</w:t>
      </w:r>
    </w:p>
    <w:p w:rsidR="00FF6C40" w:rsidRDefault="00FF6C40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F4518A">
        <w:rPr>
          <w:rFonts w:ascii="Times New Roman" w:hAnsi="Times New Roman"/>
          <w:sz w:val="28"/>
          <w:szCs w:val="20"/>
          <w:lang w:eastAsia="ru-RU"/>
        </w:rPr>
        <w:t xml:space="preserve">                                         </w:t>
      </w:r>
    </w:p>
    <w:p w:rsidR="00FF6C40" w:rsidRPr="00F4518A" w:rsidRDefault="00FF6C40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F4518A">
        <w:rPr>
          <w:rFonts w:ascii="Times New Roman" w:hAnsi="Times New Roman"/>
          <w:sz w:val="28"/>
          <w:szCs w:val="20"/>
          <w:lang w:eastAsia="ru-RU"/>
        </w:rPr>
        <w:t xml:space="preserve">              </w:t>
      </w:r>
    </w:p>
    <w:tbl>
      <w:tblPr>
        <w:tblW w:w="0" w:type="auto"/>
        <w:tblLook w:val="00A0"/>
      </w:tblPr>
      <w:tblGrid>
        <w:gridCol w:w="4077"/>
      </w:tblGrid>
      <w:tr w:rsidR="00FF6C40" w:rsidRPr="00FF32D5" w:rsidTr="00583C58">
        <w:tc>
          <w:tcPr>
            <w:tcW w:w="4077" w:type="dxa"/>
          </w:tcPr>
          <w:p w:rsidR="00FF6C40" w:rsidRPr="00FF32D5" w:rsidRDefault="00FF6C40" w:rsidP="00583C58">
            <w:pPr>
              <w:pStyle w:val="NoSpacing"/>
              <w:ind w:right="17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32D5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внесении изменений в Устав Новоселовского района Красноярского края</w:t>
            </w:r>
          </w:p>
        </w:tc>
      </w:tr>
    </w:tbl>
    <w:p w:rsidR="00FF6C40" w:rsidRDefault="00FF6C40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FF6C40" w:rsidRDefault="00FF6C40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FF6C40" w:rsidRPr="00F4518A" w:rsidRDefault="00FF6C40" w:rsidP="00E31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>В</w:t>
      </w:r>
      <w:r w:rsidRPr="000F3104">
        <w:rPr>
          <w:rFonts w:ascii="Times New Roman" w:hAnsi="Times New Roman"/>
          <w:sz w:val="28"/>
          <w:szCs w:val="28"/>
        </w:rPr>
        <w:t xml:space="preserve"> соответствии с </w:t>
      </w:r>
      <w:r>
        <w:rPr>
          <w:rFonts w:ascii="Times New Roman" w:hAnsi="Times New Roman"/>
          <w:sz w:val="28"/>
          <w:szCs w:val="28"/>
        </w:rPr>
        <w:t>Федеральным законом от 06.10.2003 № 131-ФЗ «</w:t>
      </w:r>
      <w:r>
        <w:rPr>
          <w:rFonts w:ascii="Times New Roman" w:hAnsi="Times New Roman"/>
          <w:sz w:val="28"/>
          <w:szCs w:val="28"/>
          <w:lang w:eastAsia="ru-RU"/>
        </w:rPr>
        <w:t xml:space="preserve">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</w:t>
      </w:r>
      <w:r w:rsidRPr="00683161">
        <w:rPr>
          <w:rFonts w:ascii="Times New Roman" w:hAnsi="Times New Roman"/>
          <w:sz w:val="28"/>
          <w:szCs w:val="28"/>
        </w:rPr>
        <w:t>руководствуясь</w:t>
      </w:r>
      <w:r w:rsidRPr="0068316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F4518A">
        <w:rPr>
          <w:rFonts w:ascii="Times New Roman" w:hAnsi="Times New Roman"/>
          <w:sz w:val="28"/>
          <w:szCs w:val="28"/>
          <w:lang w:eastAsia="ru-RU"/>
        </w:rPr>
        <w:t>статьями 23, 27 Устава Новоселовского района,</w:t>
      </w:r>
    </w:p>
    <w:p w:rsidR="00FF6C40" w:rsidRPr="00F4518A" w:rsidRDefault="00FF6C40" w:rsidP="00F4518A">
      <w:pPr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</w:p>
    <w:p w:rsidR="00FF6C40" w:rsidRDefault="00FF6C40" w:rsidP="00F451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28"/>
          <w:szCs w:val="28"/>
          <w:lang w:eastAsia="ru-RU"/>
        </w:rPr>
        <w:t>Новосело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вский районный Совет депутатов </w:t>
      </w:r>
      <w:r w:rsidRPr="00F4518A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FF6C40" w:rsidRPr="00F4518A" w:rsidRDefault="00FF6C40" w:rsidP="00F451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6C40" w:rsidRPr="0021456A" w:rsidRDefault="00FF6C40" w:rsidP="002145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 Подпункт 16 пункта 1 статьи 8 Устава Новоселовского района Красноярского края изложить в новой редакции «16) </w:t>
      </w:r>
      <w:bookmarkStart w:id="0" w:name="_GoBack"/>
      <w:r>
        <w:rPr>
          <w:rFonts w:ascii="Times New Roman" w:hAnsi="Times New Roman"/>
          <w:sz w:val="28"/>
          <w:szCs w:val="28"/>
          <w:lang w:eastAsia="ru-RU"/>
        </w:rPr>
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bookmarkEnd w:id="0"/>
      <w:r>
        <w:rPr>
          <w:rFonts w:ascii="Times New Roman" w:hAnsi="Times New Roman"/>
          <w:sz w:val="28"/>
          <w:szCs w:val="28"/>
          <w:lang w:eastAsia="ru-RU"/>
        </w:rPr>
        <w:t>;».</w:t>
      </w:r>
    </w:p>
    <w:p w:rsidR="00FF6C40" w:rsidRDefault="00FF6C40" w:rsidP="00F933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6FCF">
        <w:rPr>
          <w:rFonts w:ascii="Times New Roman" w:hAnsi="Times New Roman"/>
          <w:sz w:val="28"/>
          <w:szCs w:val="28"/>
        </w:rPr>
        <w:t xml:space="preserve">2. В соответствии с Федеральным законом от 21.07.2005 № 97-ФЗ «О государственной регистрации уставов муниципальных образований» Главе района А.В. Гергарту направить настоящее решение в Управление Министерства юстиции Российской Федерации по Красноярскому краю для государственной регистрации.  </w:t>
      </w:r>
    </w:p>
    <w:p w:rsidR="00FF6C40" w:rsidRDefault="00FF6C40" w:rsidP="00532F8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6FCF">
        <w:rPr>
          <w:rFonts w:ascii="Times New Roman" w:hAnsi="Times New Roman"/>
          <w:sz w:val="28"/>
          <w:szCs w:val="28"/>
        </w:rPr>
        <w:t>3. После государственной регистрации в Управлении Министерства юстиции Российской Федерации по Красноярскому краю решения «О внесении изменений в Устав Новоселовского района Красноярского края» опубликовать настоящее решение в периодическом печатном издании «Официальный вестник Новоселовского района» и</w:t>
      </w:r>
      <w:r>
        <w:rPr>
          <w:rFonts w:ascii="Times New Roman" w:hAnsi="Times New Roman"/>
          <w:sz w:val="28"/>
          <w:szCs w:val="28"/>
        </w:rPr>
        <w:t xml:space="preserve"> разместить</w:t>
      </w:r>
      <w:r w:rsidRPr="003C6FCF">
        <w:rPr>
          <w:rFonts w:ascii="Times New Roman" w:hAnsi="Times New Roman"/>
          <w:sz w:val="28"/>
          <w:szCs w:val="28"/>
        </w:rPr>
        <w:t xml:space="preserve"> на </w:t>
      </w:r>
      <w:r w:rsidRPr="005D729D">
        <w:rPr>
          <w:rFonts w:ascii="Times New Roman" w:hAnsi="Times New Roman"/>
          <w:sz w:val="28"/>
          <w:szCs w:val="28"/>
          <w:lang w:eastAsia="ru-RU"/>
        </w:rPr>
        <w:t>официальном сайте муниципального образования Новоселовский район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F6C40" w:rsidRPr="003C6FCF" w:rsidRDefault="00FF6C40" w:rsidP="00C2275F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3C6FCF">
        <w:rPr>
          <w:rFonts w:ascii="Times New Roman" w:hAnsi="Times New Roman"/>
          <w:sz w:val="28"/>
          <w:szCs w:val="28"/>
        </w:rPr>
        <w:t>4. Решение вступает в силу после официального опубликования в периодическом печатном издании «Официальный вестник Новоселовского района».</w:t>
      </w:r>
    </w:p>
    <w:p w:rsidR="00FF6C40" w:rsidRPr="003C6FCF" w:rsidRDefault="00FF6C40" w:rsidP="003C6FCF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C6FCF">
        <w:rPr>
          <w:rFonts w:ascii="Times New Roman" w:hAnsi="Times New Roman"/>
          <w:sz w:val="28"/>
          <w:szCs w:val="28"/>
        </w:rPr>
        <w:t xml:space="preserve">  </w:t>
      </w:r>
    </w:p>
    <w:p w:rsidR="00FF6C40" w:rsidRPr="009D7DBC" w:rsidRDefault="00FF6C40" w:rsidP="009D7DBC">
      <w:pPr>
        <w:jc w:val="both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               </w:t>
      </w:r>
    </w:p>
    <w:p w:rsidR="00FF6C40" w:rsidRPr="009D7DBC" w:rsidRDefault="00FF6C40" w:rsidP="009D7DBC">
      <w:pPr>
        <w:pStyle w:val="NoSpacing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>Председатель Новоселовского                             Глава Новоселовского района</w:t>
      </w:r>
    </w:p>
    <w:p w:rsidR="00FF6C40" w:rsidRPr="009D7DBC" w:rsidRDefault="00FF6C40" w:rsidP="009D7DBC">
      <w:pPr>
        <w:pStyle w:val="NoSpacing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районного Совета депутатов       </w:t>
      </w:r>
    </w:p>
    <w:p w:rsidR="00FF6C40" w:rsidRPr="009D7DBC" w:rsidRDefault="00FF6C40" w:rsidP="009D7DBC">
      <w:pPr>
        <w:pStyle w:val="NoSpacing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                 </w:t>
      </w:r>
    </w:p>
    <w:p w:rsidR="00FF6C40" w:rsidRPr="009D7DBC" w:rsidRDefault="00FF6C40" w:rsidP="009D7DBC">
      <w:pPr>
        <w:pStyle w:val="NoSpacing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_____________Л.Ю. Толстикова                          _____________   А.В. Гергарт    </w:t>
      </w:r>
    </w:p>
    <w:p w:rsidR="00FF6C40" w:rsidRPr="009D7DBC" w:rsidRDefault="00FF6C40" w:rsidP="009D7DBC">
      <w:pPr>
        <w:pStyle w:val="NoSpacing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                     </w:t>
      </w:r>
    </w:p>
    <w:p w:rsidR="00FF6C40" w:rsidRPr="009D7DBC" w:rsidRDefault="00FF6C40" w:rsidP="009D7DBC">
      <w:pPr>
        <w:jc w:val="both"/>
        <w:rPr>
          <w:rFonts w:ascii="Times New Roman" w:hAnsi="Times New Roman"/>
          <w:sz w:val="28"/>
          <w:szCs w:val="28"/>
        </w:rPr>
      </w:pPr>
    </w:p>
    <w:p w:rsidR="00FF6C40" w:rsidRPr="009D7DBC" w:rsidRDefault="00FF6C40" w:rsidP="009D7DBC">
      <w:pPr>
        <w:jc w:val="both"/>
        <w:rPr>
          <w:rFonts w:ascii="Times New Roman" w:hAnsi="Times New Roman"/>
          <w:sz w:val="28"/>
          <w:szCs w:val="28"/>
        </w:rPr>
      </w:pPr>
    </w:p>
    <w:p w:rsidR="00FF6C40" w:rsidRDefault="00FF6C40" w:rsidP="009D7DBC">
      <w:pPr>
        <w:rPr>
          <w:sz w:val="28"/>
          <w:szCs w:val="28"/>
        </w:rPr>
      </w:pPr>
    </w:p>
    <w:p w:rsidR="00FF6C40" w:rsidRDefault="00FF6C40" w:rsidP="000F310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FF6C40" w:rsidRDefault="00FF6C40" w:rsidP="007C010B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FF6C40" w:rsidRPr="00152380" w:rsidRDefault="00FF6C40" w:rsidP="009D7DBC">
      <w:pPr>
        <w:pStyle w:val="NoSpacing"/>
        <w:jc w:val="both"/>
      </w:pPr>
    </w:p>
    <w:sectPr w:rsidR="00FF6C40" w:rsidRPr="00152380" w:rsidSect="00346BB9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C40" w:rsidRDefault="00FF6C40" w:rsidP="000F7916">
      <w:pPr>
        <w:spacing w:after="0" w:line="240" w:lineRule="auto"/>
      </w:pPr>
      <w:r>
        <w:separator/>
      </w:r>
    </w:p>
  </w:endnote>
  <w:endnote w:type="continuationSeparator" w:id="0">
    <w:p w:rsidR="00FF6C40" w:rsidRDefault="00FF6C40" w:rsidP="000F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C40" w:rsidRDefault="00FF6C40" w:rsidP="000C32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F6C40" w:rsidRDefault="00FF6C40" w:rsidP="00346BB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C40" w:rsidRDefault="00FF6C40" w:rsidP="000C32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F6C40" w:rsidRDefault="00FF6C40" w:rsidP="00346BB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C40" w:rsidRDefault="00FF6C40" w:rsidP="000F7916">
      <w:pPr>
        <w:spacing w:after="0" w:line="240" w:lineRule="auto"/>
      </w:pPr>
      <w:r>
        <w:separator/>
      </w:r>
    </w:p>
  </w:footnote>
  <w:footnote w:type="continuationSeparator" w:id="0">
    <w:p w:rsidR="00FF6C40" w:rsidRDefault="00FF6C40" w:rsidP="000F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D34B5"/>
    <w:multiLevelType w:val="hybridMultilevel"/>
    <w:tmpl w:val="61E4DF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88A1E5F"/>
    <w:multiLevelType w:val="hybridMultilevel"/>
    <w:tmpl w:val="34A6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454842"/>
    <w:multiLevelType w:val="hybridMultilevel"/>
    <w:tmpl w:val="6944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6C4111"/>
    <w:multiLevelType w:val="hybridMultilevel"/>
    <w:tmpl w:val="33E40F32"/>
    <w:lvl w:ilvl="0" w:tplc="10A4DF9E">
      <w:start w:val="1"/>
      <w:numFmt w:val="decimal"/>
      <w:lvlText w:val="%1)"/>
      <w:lvlJc w:val="left"/>
      <w:pPr>
        <w:ind w:left="2075" w:hanging="122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F1F1C2B"/>
    <w:multiLevelType w:val="hybridMultilevel"/>
    <w:tmpl w:val="291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E15D78"/>
    <w:multiLevelType w:val="hybridMultilevel"/>
    <w:tmpl w:val="D9A4E648"/>
    <w:lvl w:ilvl="0" w:tplc="0B5E68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71773460"/>
    <w:multiLevelType w:val="hybridMultilevel"/>
    <w:tmpl w:val="8FF8C0C6"/>
    <w:lvl w:ilvl="0" w:tplc="85EE92F6">
      <w:start w:val="1"/>
      <w:numFmt w:val="decimal"/>
      <w:lvlText w:val="%1."/>
      <w:lvlJc w:val="left"/>
      <w:pPr>
        <w:ind w:left="1885" w:hanging="11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18A"/>
    <w:rsid w:val="000047A5"/>
    <w:rsid w:val="000111CD"/>
    <w:rsid w:val="000202E0"/>
    <w:rsid w:val="0003517B"/>
    <w:rsid w:val="0005037A"/>
    <w:rsid w:val="000600A8"/>
    <w:rsid w:val="00061D53"/>
    <w:rsid w:val="000644BE"/>
    <w:rsid w:val="00070B64"/>
    <w:rsid w:val="00071560"/>
    <w:rsid w:val="0008289D"/>
    <w:rsid w:val="000904C3"/>
    <w:rsid w:val="000A41B7"/>
    <w:rsid w:val="000A5492"/>
    <w:rsid w:val="000C3268"/>
    <w:rsid w:val="000E2465"/>
    <w:rsid w:val="000F3104"/>
    <w:rsid w:val="000F75F1"/>
    <w:rsid w:val="000F7916"/>
    <w:rsid w:val="00101BAD"/>
    <w:rsid w:val="00115F00"/>
    <w:rsid w:val="00125821"/>
    <w:rsid w:val="00147380"/>
    <w:rsid w:val="00152380"/>
    <w:rsid w:val="00175F0A"/>
    <w:rsid w:val="00184CD9"/>
    <w:rsid w:val="00192ACE"/>
    <w:rsid w:val="001F02DB"/>
    <w:rsid w:val="001F468A"/>
    <w:rsid w:val="0021456A"/>
    <w:rsid w:val="00214C7A"/>
    <w:rsid w:val="00216D51"/>
    <w:rsid w:val="0022168D"/>
    <w:rsid w:val="0023618D"/>
    <w:rsid w:val="0024518B"/>
    <w:rsid w:val="002466E2"/>
    <w:rsid w:val="00277374"/>
    <w:rsid w:val="00290437"/>
    <w:rsid w:val="00296867"/>
    <w:rsid w:val="002A0053"/>
    <w:rsid w:val="002A3750"/>
    <w:rsid w:val="002A3771"/>
    <w:rsid w:val="002A5158"/>
    <w:rsid w:val="002D44A5"/>
    <w:rsid w:val="002D5764"/>
    <w:rsid w:val="002E19CE"/>
    <w:rsid w:val="002F7201"/>
    <w:rsid w:val="00322E64"/>
    <w:rsid w:val="00331DC4"/>
    <w:rsid w:val="00335E73"/>
    <w:rsid w:val="00346BB9"/>
    <w:rsid w:val="003614E1"/>
    <w:rsid w:val="003929FF"/>
    <w:rsid w:val="003A43EF"/>
    <w:rsid w:val="003A6431"/>
    <w:rsid w:val="003A796B"/>
    <w:rsid w:val="003B19BD"/>
    <w:rsid w:val="003B6273"/>
    <w:rsid w:val="003B793E"/>
    <w:rsid w:val="003C6FCF"/>
    <w:rsid w:val="003E2817"/>
    <w:rsid w:val="003E56DA"/>
    <w:rsid w:val="00402383"/>
    <w:rsid w:val="004070B6"/>
    <w:rsid w:val="004117CE"/>
    <w:rsid w:val="00416438"/>
    <w:rsid w:val="0043435E"/>
    <w:rsid w:val="004410C4"/>
    <w:rsid w:val="00443D5C"/>
    <w:rsid w:val="0045060A"/>
    <w:rsid w:val="00460460"/>
    <w:rsid w:val="0048170C"/>
    <w:rsid w:val="004851C0"/>
    <w:rsid w:val="00494DEF"/>
    <w:rsid w:val="004F1234"/>
    <w:rsid w:val="00503CE6"/>
    <w:rsid w:val="00506A83"/>
    <w:rsid w:val="00513669"/>
    <w:rsid w:val="00532F8B"/>
    <w:rsid w:val="0055368F"/>
    <w:rsid w:val="005609BC"/>
    <w:rsid w:val="00565711"/>
    <w:rsid w:val="00570702"/>
    <w:rsid w:val="0057661E"/>
    <w:rsid w:val="00583556"/>
    <w:rsid w:val="00583C58"/>
    <w:rsid w:val="005A4038"/>
    <w:rsid w:val="005C28CE"/>
    <w:rsid w:val="005D729D"/>
    <w:rsid w:val="005F3DC4"/>
    <w:rsid w:val="00602802"/>
    <w:rsid w:val="00621844"/>
    <w:rsid w:val="0065454F"/>
    <w:rsid w:val="00664C69"/>
    <w:rsid w:val="00683161"/>
    <w:rsid w:val="0069407A"/>
    <w:rsid w:val="006A0A05"/>
    <w:rsid w:val="006B742F"/>
    <w:rsid w:val="006C6FAB"/>
    <w:rsid w:val="006D645C"/>
    <w:rsid w:val="006E1477"/>
    <w:rsid w:val="006F1C0B"/>
    <w:rsid w:val="00714F9F"/>
    <w:rsid w:val="00736DEB"/>
    <w:rsid w:val="007472AC"/>
    <w:rsid w:val="0076671D"/>
    <w:rsid w:val="0077595B"/>
    <w:rsid w:val="00782F9B"/>
    <w:rsid w:val="00791B4A"/>
    <w:rsid w:val="007A264F"/>
    <w:rsid w:val="007A3353"/>
    <w:rsid w:val="007A3BE6"/>
    <w:rsid w:val="007C010B"/>
    <w:rsid w:val="007D1047"/>
    <w:rsid w:val="007D3C01"/>
    <w:rsid w:val="007E7F89"/>
    <w:rsid w:val="007F15A2"/>
    <w:rsid w:val="00822620"/>
    <w:rsid w:val="00836CC8"/>
    <w:rsid w:val="008374BB"/>
    <w:rsid w:val="008417F7"/>
    <w:rsid w:val="00854828"/>
    <w:rsid w:val="00890DE9"/>
    <w:rsid w:val="008C17F1"/>
    <w:rsid w:val="008C56E7"/>
    <w:rsid w:val="008D2C71"/>
    <w:rsid w:val="008E18B6"/>
    <w:rsid w:val="008E5FB9"/>
    <w:rsid w:val="008E67EA"/>
    <w:rsid w:val="008F05CD"/>
    <w:rsid w:val="008F377A"/>
    <w:rsid w:val="009156D5"/>
    <w:rsid w:val="0091744D"/>
    <w:rsid w:val="00923F77"/>
    <w:rsid w:val="0094185F"/>
    <w:rsid w:val="009517A1"/>
    <w:rsid w:val="00967035"/>
    <w:rsid w:val="009909D8"/>
    <w:rsid w:val="009A04C1"/>
    <w:rsid w:val="009A2713"/>
    <w:rsid w:val="009B3AB1"/>
    <w:rsid w:val="009C5235"/>
    <w:rsid w:val="009D3A90"/>
    <w:rsid w:val="009D7DBC"/>
    <w:rsid w:val="00A05AAB"/>
    <w:rsid w:val="00A4179D"/>
    <w:rsid w:val="00A46ADC"/>
    <w:rsid w:val="00A50589"/>
    <w:rsid w:val="00A57112"/>
    <w:rsid w:val="00A62675"/>
    <w:rsid w:val="00A645ED"/>
    <w:rsid w:val="00A66F6F"/>
    <w:rsid w:val="00A91C82"/>
    <w:rsid w:val="00AA0567"/>
    <w:rsid w:val="00AA0FE7"/>
    <w:rsid w:val="00AA6C2C"/>
    <w:rsid w:val="00AB2622"/>
    <w:rsid w:val="00AC1E45"/>
    <w:rsid w:val="00AE1872"/>
    <w:rsid w:val="00B0130F"/>
    <w:rsid w:val="00B042E9"/>
    <w:rsid w:val="00B04801"/>
    <w:rsid w:val="00B101E8"/>
    <w:rsid w:val="00B1072E"/>
    <w:rsid w:val="00B142AF"/>
    <w:rsid w:val="00B20CD2"/>
    <w:rsid w:val="00B22FA1"/>
    <w:rsid w:val="00B25DB3"/>
    <w:rsid w:val="00B360BD"/>
    <w:rsid w:val="00B50608"/>
    <w:rsid w:val="00B52DE0"/>
    <w:rsid w:val="00B56AEF"/>
    <w:rsid w:val="00B627E3"/>
    <w:rsid w:val="00B74434"/>
    <w:rsid w:val="00B83C4A"/>
    <w:rsid w:val="00BC076A"/>
    <w:rsid w:val="00BD7376"/>
    <w:rsid w:val="00BF3CA2"/>
    <w:rsid w:val="00BF6094"/>
    <w:rsid w:val="00C2275F"/>
    <w:rsid w:val="00C228BA"/>
    <w:rsid w:val="00C3622D"/>
    <w:rsid w:val="00C37161"/>
    <w:rsid w:val="00C47160"/>
    <w:rsid w:val="00C80669"/>
    <w:rsid w:val="00C95C1E"/>
    <w:rsid w:val="00CA7EFD"/>
    <w:rsid w:val="00CC190B"/>
    <w:rsid w:val="00D142F2"/>
    <w:rsid w:val="00D40FC4"/>
    <w:rsid w:val="00D86A8D"/>
    <w:rsid w:val="00D964A4"/>
    <w:rsid w:val="00DA4E55"/>
    <w:rsid w:val="00DB3ACF"/>
    <w:rsid w:val="00DB5E62"/>
    <w:rsid w:val="00DC03E2"/>
    <w:rsid w:val="00DF4D4B"/>
    <w:rsid w:val="00E25E5C"/>
    <w:rsid w:val="00E31F9E"/>
    <w:rsid w:val="00E54B6B"/>
    <w:rsid w:val="00E607F2"/>
    <w:rsid w:val="00E6278F"/>
    <w:rsid w:val="00E644AB"/>
    <w:rsid w:val="00E74993"/>
    <w:rsid w:val="00EB2FD4"/>
    <w:rsid w:val="00EB7FC1"/>
    <w:rsid w:val="00EC15B7"/>
    <w:rsid w:val="00EC3220"/>
    <w:rsid w:val="00EF05A6"/>
    <w:rsid w:val="00F06459"/>
    <w:rsid w:val="00F13796"/>
    <w:rsid w:val="00F21A10"/>
    <w:rsid w:val="00F23E83"/>
    <w:rsid w:val="00F25F02"/>
    <w:rsid w:val="00F3388A"/>
    <w:rsid w:val="00F4469B"/>
    <w:rsid w:val="00F4518A"/>
    <w:rsid w:val="00F501B8"/>
    <w:rsid w:val="00F6107A"/>
    <w:rsid w:val="00F76125"/>
    <w:rsid w:val="00F93356"/>
    <w:rsid w:val="00F9761E"/>
    <w:rsid w:val="00FB4427"/>
    <w:rsid w:val="00FC78AC"/>
    <w:rsid w:val="00FD3894"/>
    <w:rsid w:val="00FF32D5"/>
    <w:rsid w:val="00FF6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C7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4518A"/>
    <w:pPr>
      <w:ind w:left="720"/>
      <w:contextualSpacing/>
    </w:pPr>
  </w:style>
  <w:style w:type="table" w:styleId="TableGrid">
    <w:name w:val="Table Grid"/>
    <w:basedOn w:val="TableNormal"/>
    <w:uiPriority w:val="99"/>
    <w:rsid w:val="00AA6C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F06459"/>
  </w:style>
  <w:style w:type="paragraph" w:customStyle="1" w:styleId="p13">
    <w:name w:val="p13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22168D"/>
    <w:rPr>
      <w:lang w:eastAsia="en-US"/>
    </w:rPr>
  </w:style>
  <w:style w:type="paragraph" w:styleId="FootnoteText">
    <w:name w:val="footnote text"/>
    <w:basedOn w:val="Normal"/>
    <w:link w:val="FootnoteTextChar"/>
    <w:uiPriority w:val="99"/>
    <w:rsid w:val="000F791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F7916"/>
    <w:rPr>
      <w:rFonts w:ascii="Times New Roman" w:hAnsi="Times New Roman"/>
      <w:sz w:val="20"/>
      <w:lang w:eastAsia="ru-RU"/>
    </w:rPr>
  </w:style>
  <w:style w:type="character" w:styleId="FootnoteReference">
    <w:name w:val="footnote reference"/>
    <w:basedOn w:val="DefaultParagraphFont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736DEB"/>
  </w:style>
  <w:style w:type="paragraph" w:styleId="Footer">
    <w:name w:val="footer"/>
    <w:basedOn w:val="Normal"/>
    <w:link w:val="FooterChar"/>
    <w:uiPriority w:val="99"/>
    <w:rsid w:val="00346B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25E5C"/>
    <w:rPr>
      <w:lang w:eastAsia="en-US"/>
    </w:rPr>
  </w:style>
  <w:style w:type="character" w:styleId="PageNumber">
    <w:name w:val="page number"/>
    <w:basedOn w:val="DefaultParagraphFont"/>
    <w:uiPriority w:val="99"/>
    <w:rsid w:val="00346BB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46BB9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5E5C"/>
    <w:rPr>
      <w:rFonts w:ascii="Times New Roman" w:hAnsi="Times New Roman"/>
      <w:sz w:val="2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7A264F"/>
    <w:pPr>
      <w:spacing w:after="0" w:line="240" w:lineRule="auto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A264F"/>
    <w:rPr>
      <w:rFonts w:ascii="Times New Roman" w:hAnsi="Times New Roman"/>
      <w:sz w:val="20"/>
    </w:rPr>
  </w:style>
  <w:style w:type="character" w:styleId="Hyperlink">
    <w:name w:val="Hyperlink"/>
    <w:basedOn w:val="DefaultParagraphFont"/>
    <w:uiPriority w:val="99"/>
    <w:rsid w:val="006B74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04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4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1693</TotalTime>
  <Pages>2</Pages>
  <Words>313</Words>
  <Characters>1788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puma</cp:lastModifiedBy>
  <cp:revision>13</cp:revision>
  <cp:lastPrinted>2020-04-21T05:46:00Z</cp:lastPrinted>
  <dcterms:created xsi:type="dcterms:W3CDTF">2017-03-31T12:04:00Z</dcterms:created>
  <dcterms:modified xsi:type="dcterms:W3CDTF">2020-05-26T06:54:00Z</dcterms:modified>
</cp:coreProperties>
</file>