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D32" w:rsidRDefault="00F71D32" w:rsidP="004E70C0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ФЕДЕРАЦИЯ</w:t>
      </w:r>
    </w:p>
    <w:p w:rsidR="00F71D32" w:rsidRDefault="00F71D32" w:rsidP="004E70C0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КРАЙ</w:t>
      </w:r>
    </w:p>
    <w:p w:rsidR="00F71D32" w:rsidRDefault="00F71D32" w:rsidP="004E70C0">
      <w:pPr>
        <w:pStyle w:val="BodyTextIndent"/>
        <w:shd w:val="clear" w:color="auto" w:fill="FFFFFF"/>
        <w:jc w:val="center"/>
        <w:rPr>
          <w:b/>
          <w:sz w:val="40"/>
        </w:rPr>
      </w:pPr>
    </w:p>
    <w:p w:rsidR="00F71D32" w:rsidRPr="00147380" w:rsidRDefault="00F71D32" w:rsidP="004E70C0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36"/>
        </w:rPr>
        <w:t xml:space="preserve">НОВОСЕЛОВСКИЙ  </w:t>
      </w:r>
    </w:p>
    <w:p w:rsidR="00F71D32" w:rsidRDefault="00F71D32" w:rsidP="004E70C0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РАЙОННЫЙ  СОВЕТ  ДЕПУТАТОВ</w:t>
      </w:r>
    </w:p>
    <w:p w:rsidR="00F71D32" w:rsidRDefault="00F71D32" w:rsidP="004E70C0">
      <w:pPr>
        <w:pStyle w:val="BodyTextIndent"/>
        <w:shd w:val="clear" w:color="auto" w:fill="FFFFFF"/>
        <w:jc w:val="center"/>
        <w:rPr>
          <w:b/>
          <w:sz w:val="36"/>
        </w:rPr>
      </w:pPr>
    </w:p>
    <w:p w:rsidR="00F71D32" w:rsidRDefault="00F71D32" w:rsidP="004E70C0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44"/>
        </w:rPr>
        <w:t xml:space="preserve">РЕШЕНИЕ   </w:t>
      </w:r>
    </w:p>
    <w:p w:rsidR="00F71D32" w:rsidRDefault="00F71D32" w:rsidP="004E70C0">
      <w:pPr>
        <w:pStyle w:val="BodyTextIndent"/>
        <w:shd w:val="clear" w:color="auto" w:fill="FFFFFF"/>
        <w:jc w:val="center"/>
        <w:rPr>
          <w:b/>
          <w:sz w:val="36"/>
        </w:rPr>
      </w:pPr>
    </w:p>
    <w:p w:rsidR="00F71D32" w:rsidRPr="004E70C0" w:rsidRDefault="00F71D32" w:rsidP="004E70C0">
      <w:pPr>
        <w:pStyle w:val="BodyTextIndent"/>
        <w:shd w:val="clear" w:color="auto" w:fill="FFFFFF"/>
        <w:jc w:val="both"/>
        <w:rPr>
          <w:b/>
          <w:sz w:val="28"/>
          <w:szCs w:val="28"/>
        </w:rPr>
      </w:pPr>
      <w:r w:rsidRPr="004E70C0">
        <w:rPr>
          <w:sz w:val="28"/>
          <w:szCs w:val="28"/>
        </w:rPr>
        <w:t>18 мая 2021 года                           с. Новоселово                                  № 9-56-30р</w:t>
      </w:r>
    </w:p>
    <w:p w:rsidR="00F71D32" w:rsidRDefault="00F71D32" w:rsidP="004E7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1D32" w:rsidRPr="004E70C0" w:rsidRDefault="00F71D32" w:rsidP="004E70C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E70C0">
        <w:rPr>
          <w:rFonts w:ascii="Times New Roman" w:hAnsi="Times New Roman"/>
          <w:bCs/>
          <w:color w:val="000000"/>
          <w:sz w:val="28"/>
          <w:szCs w:val="28"/>
        </w:rPr>
        <w:t xml:space="preserve">О досрочном прекращении полномочий </w:t>
      </w:r>
    </w:p>
    <w:p w:rsidR="00F71D32" w:rsidRPr="004E70C0" w:rsidRDefault="00F71D32" w:rsidP="004E70C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E70C0">
        <w:rPr>
          <w:rFonts w:ascii="Times New Roman" w:hAnsi="Times New Roman"/>
          <w:bCs/>
          <w:color w:val="000000"/>
          <w:sz w:val="28"/>
          <w:szCs w:val="28"/>
        </w:rPr>
        <w:t xml:space="preserve">члена избирательной комиссии муниципального </w:t>
      </w:r>
    </w:p>
    <w:p w:rsidR="00F71D32" w:rsidRDefault="00F71D32" w:rsidP="004E7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E70C0">
        <w:rPr>
          <w:rFonts w:ascii="Times New Roman" w:hAnsi="Times New Roman"/>
          <w:bCs/>
          <w:color w:val="000000"/>
          <w:sz w:val="28"/>
          <w:szCs w:val="28"/>
        </w:rPr>
        <w:t>образования Новоселовский район Сургутской Н.А.</w:t>
      </w:r>
    </w:p>
    <w:p w:rsidR="00F71D32" w:rsidRDefault="00F71D32" w:rsidP="004E7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1D32" w:rsidRPr="004E70C0" w:rsidRDefault="00F71D32" w:rsidP="004E7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1D32" w:rsidRPr="004E70C0" w:rsidRDefault="00F71D32" w:rsidP="004E70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4E70C0">
        <w:rPr>
          <w:rFonts w:ascii="Times New Roman" w:hAnsi="Times New Roman"/>
          <w:sz w:val="28"/>
          <w:szCs w:val="28"/>
        </w:rPr>
        <w:t xml:space="preserve">Рассмотрев поступившее заявление члена избирательной комиссии муниципального образования Новоселовский район с правом решающего голоса Сургутской Натальи Алексеевны о досрочном сложении своих полномочий, в соответствии с подпунктом «а» пункта 6 статьи 29 Федерального закона от </w:t>
      </w:r>
      <w:r w:rsidRPr="004E70C0">
        <w:rPr>
          <w:rFonts w:ascii="Times New Roman" w:eastAsia="Times New Roman" w:hAnsi="Times New Roman"/>
          <w:sz w:val="28"/>
          <w:szCs w:val="28"/>
        </w:rPr>
        <w:t xml:space="preserve">12.06.2002 № 67-ФЗ «Об основных гарантиях избирательных прав и права на участие в референдуме граждан Российской Федерации», </w:t>
      </w:r>
      <w:r w:rsidRPr="004E70C0">
        <w:rPr>
          <w:rFonts w:ascii="Times New Roman" w:hAnsi="Times New Roman"/>
          <w:color w:val="000000"/>
          <w:sz w:val="28"/>
          <w:szCs w:val="28"/>
        </w:rPr>
        <w:t>руководствуясь статьями 23, 27 </w:t>
      </w:r>
      <w:hyperlink r:id="rId4" w:tgtFrame="_blank" w:history="1">
        <w:r w:rsidRPr="004E70C0">
          <w:rPr>
            <w:rStyle w:val="Hyperlink"/>
            <w:rFonts w:ascii="Times New Roman" w:hAnsi="Times New Roman"/>
            <w:color w:val="000000"/>
            <w:sz w:val="28"/>
            <w:szCs w:val="28"/>
          </w:rPr>
          <w:t>Устава</w:t>
        </w:r>
      </w:hyperlink>
      <w:r w:rsidRPr="004E70C0">
        <w:rPr>
          <w:rFonts w:ascii="Times New Roman" w:hAnsi="Times New Roman"/>
          <w:color w:val="000000"/>
          <w:sz w:val="28"/>
          <w:szCs w:val="28"/>
        </w:rPr>
        <w:t xml:space="preserve"> Новоселовского района, </w:t>
      </w:r>
    </w:p>
    <w:p w:rsidR="00F71D32" w:rsidRPr="004E70C0" w:rsidRDefault="00F71D32" w:rsidP="004E70C0">
      <w:pPr>
        <w:pStyle w:val="ConsPlusNormal"/>
        <w:rPr>
          <w:b/>
        </w:rPr>
      </w:pPr>
    </w:p>
    <w:p w:rsidR="00F71D32" w:rsidRPr="004E70C0" w:rsidRDefault="00F71D32" w:rsidP="004E70C0">
      <w:pPr>
        <w:pStyle w:val="ConsPlusNormal"/>
        <w:jc w:val="center"/>
        <w:rPr>
          <w:b/>
        </w:rPr>
      </w:pPr>
      <w:r w:rsidRPr="004E70C0">
        <w:rPr>
          <w:b/>
        </w:rPr>
        <w:t>Новоселовский районный Совет депутатов РЕШИЛ:</w:t>
      </w:r>
    </w:p>
    <w:p w:rsidR="00F71D32" w:rsidRPr="004E70C0" w:rsidRDefault="00F71D32" w:rsidP="004E70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70C0">
        <w:rPr>
          <w:rFonts w:ascii="Times New Roman" w:hAnsi="Times New Roman"/>
          <w:color w:val="000000"/>
          <w:sz w:val="28"/>
          <w:szCs w:val="28"/>
        </w:rPr>
        <w:t> </w:t>
      </w:r>
    </w:p>
    <w:p w:rsidR="00F71D32" w:rsidRPr="004E70C0" w:rsidRDefault="00F71D32" w:rsidP="004E70C0">
      <w:pPr>
        <w:pStyle w:val="a"/>
        <w:ind w:firstLine="851"/>
        <w:jc w:val="both"/>
        <w:rPr>
          <w:color w:val="000000"/>
          <w:sz w:val="28"/>
          <w:szCs w:val="28"/>
        </w:rPr>
      </w:pPr>
      <w:r w:rsidRPr="004E70C0">
        <w:rPr>
          <w:color w:val="000000"/>
          <w:sz w:val="28"/>
          <w:szCs w:val="28"/>
        </w:rPr>
        <w:t xml:space="preserve">1. Освободить от обязанностей члена избирательной комиссии муниципального образования Новоселовский район с правом решающего голоса и прекратить досрочно полномочия члена избирательной комиссии муниципального образования Новоселовский район с правом решающего голоса Сургутской Натальи Алексеевны, 08.11.1973 года рождения, </w:t>
      </w:r>
      <w:r w:rsidRPr="004E70C0">
        <w:rPr>
          <w:sz w:val="28"/>
          <w:szCs w:val="28"/>
        </w:rPr>
        <w:t>предложенной для назначения в состав избирательной комиссии муниципального образования Новоселовский район Президиумом Регионального политического совета Красноярского регионального отделения Всероссийской политический партии «ЕДИНАЯ РОССИЯ».</w:t>
      </w:r>
    </w:p>
    <w:p w:rsidR="00F71D32" w:rsidRPr="004E70C0" w:rsidRDefault="00F71D32" w:rsidP="004E70C0">
      <w:pPr>
        <w:pStyle w:val="a"/>
        <w:ind w:firstLine="851"/>
        <w:jc w:val="both"/>
        <w:rPr>
          <w:sz w:val="28"/>
          <w:szCs w:val="28"/>
        </w:rPr>
      </w:pPr>
      <w:r w:rsidRPr="004E70C0">
        <w:rPr>
          <w:sz w:val="28"/>
          <w:szCs w:val="28"/>
        </w:rPr>
        <w:t>2. Направить копию настоящего решения в Избирательную комиссию Красноярского края и избирательную комиссию муниципального образования Новоселовский район.</w:t>
      </w:r>
    </w:p>
    <w:p w:rsidR="00F71D32" w:rsidRPr="004E70C0" w:rsidRDefault="00F71D32" w:rsidP="004E70C0">
      <w:pPr>
        <w:pStyle w:val="ConsPlusNormal"/>
        <w:ind w:firstLine="851"/>
        <w:jc w:val="both"/>
      </w:pPr>
      <w:r w:rsidRPr="004E70C0">
        <w:t>3. Информационное сообщение о приеме предложений по кандидатурам в состав избирательной комиссии муниципального образования Новоселовский район опубликовать  в периодическом печатном издании «Официальный вестник Новоселовского района» и общественно-политической газете Новоселовского района Красноярского края «Грани», а также разместить на официальном сайте</w:t>
      </w:r>
      <w:r w:rsidRPr="004E70C0">
        <w:rPr>
          <w:i/>
        </w:rPr>
        <w:t xml:space="preserve"> </w:t>
      </w:r>
      <w:r w:rsidRPr="004E70C0">
        <w:t>муниципального образования Новоселовский район в информационно-телекоммуникационной сети «Интернет».</w:t>
      </w:r>
    </w:p>
    <w:p w:rsidR="00F71D32" w:rsidRPr="004E70C0" w:rsidRDefault="00F71D32" w:rsidP="004E70C0">
      <w:pPr>
        <w:pStyle w:val="ConsPlusNormal"/>
        <w:ind w:firstLine="851"/>
        <w:jc w:val="both"/>
      </w:pPr>
      <w:r w:rsidRPr="004E70C0">
        <w:t>4. Контроль за исполнением решения возложить на постоянную комиссию Новоселовского районного Совета депутатов по социальной политике и развитию местного самоуправления (Вараксин В.В.).</w:t>
      </w:r>
    </w:p>
    <w:p w:rsidR="00F71D32" w:rsidRPr="004E70C0" w:rsidRDefault="00F71D32" w:rsidP="004E70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70C0">
        <w:rPr>
          <w:rFonts w:ascii="Times New Roman" w:hAnsi="Times New Roman"/>
          <w:sz w:val="28"/>
          <w:szCs w:val="28"/>
        </w:rPr>
        <w:t xml:space="preserve">5. Решение вступает в силу после его официального опубликования в периодическом печатном издании «Официальный вестник Новоселовского района». </w:t>
      </w:r>
    </w:p>
    <w:p w:rsidR="00F71D32" w:rsidRPr="004E70C0" w:rsidRDefault="00F71D32" w:rsidP="004E70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D32" w:rsidRPr="004E70C0" w:rsidRDefault="00F71D32" w:rsidP="004E70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71D32" w:rsidRPr="004E70C0" w:rsidRDefault="00F71D32" w:rsidP="004E70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1D32" w:rsidRPr="004E70C0" w:rsidRDefault="00F71D32" w:rsidP="004E70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1D32" w:rsidRPr="004E70C0" w:rsidRDefault="00F71D32" w:rsidP="004E70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0C0">
        <w:rPr>
          <w:rFonts w:ascii="Times New Roman" w:hAnsi="Times New Roman"/>
          <w:sz w:val="28"/>
          <w:szCs w:val="28"/>
        </w:rPr>
        <w:t>Председатель Новоселовского                             Глава Новоселовского района</w:t>
      </w:r>
    </w:p>
    <w:p w:rsidR="00F71D32" w:rsidRPr="004E70C0" w:rsidRDefault="00F71D32" w:rsidP="004E70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0C0"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F71D32" w:rsidRPr="004E70C0" w:rsidRDefault="00F71D32" w:rsidP="004E70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0C0">
        <w:rPr>
          <w:rFonts w:ascii="Times New Roman" w:hAnsi="Times New Roman"/>
          <w:sz w:val="28"/>
          <w:szCs w:val="28"/>
        </w:rPr>
        <w:t xml:space="preserve">                 </w:t>
      </w:r>
    </w:p>
    <w:p w:rsidR="00F71D32" w:rsidRPr="004E70C0" w:rsidRDefault="00F71D32" w:rsidP="004E70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0C0">
        <w:rPr>
          <w:rFonts w:ascii="Times New Roman" w:hAnsi="Times New Roman"/>
          <w:sz w:val="28"/>
          <w:szCs w:val="28"/>
        </w:rPr>
        <w:t xml:space="preserve">_____________Л.Ю. Толстикова                         ____________Н.Н. Филимонов </w:t>
      </w:r>
    </w:p>
    <w:p w:rsidR="00F71D32" w:rsidRPr="004E70C0" w:rsidRDefault="00F71D32" w:rsidP="004E70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D32" w:rsidRPr="004E70C0" w:rsidRDefault="00F71D32" w:rsidP="004E70C0">
      <w:pPr>
        <w:pStyle w:val="ConsPlusNormal"/>
        <w:ind w:firstLine="851"/>
        <w:jc w:val="both"/>
      </w:pPr>
    </w:p>
    <w:p w:rsidR="00F71D32" w:rsidRPr="004E70C0" w:rsidRDefault="00F71D32" w:rsidP="004E70C0">
      <w:pPr>
        <w:pStyle w:val="a"/>
        <w:ind w:firstLine="851"/>
        <w:jc w:val="both"/>
        <w:rPr>
          <w:sz w:val="28"/>
          <w:szCs w:val="28"/>
        </w:rPr>
      </w:pPr>
    </w:p>
    <w:p w:rsidR="00F71D32" w:rsidRPr="004E70C0" w:rsidRDefault="00F71D32" w:rsidP="004E70C0">
      <w:pPr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1D32" w:rsidRPr="004E70C0" w:rsidRDefault="00F71D32" w:rsidP="004E70C0">
      <w:pPr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1D32" w:rsidRPr="004E70C0" w:rsidRDefault="00F71D32" w:rsidP="004E70C0">
      <w:pPr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1D32" w:rsidRPr="004E70C0" w:rsidRDefault="00F71D32" w:rsidP="004E70C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71D32" w:rsidRPr="004E70C0" w:rsidRDefault="00F71D32" w:rsidP="004E70C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71D32" w:rsidRDefault="00F71D32" w:rsidP="004E70C0"/>
    <w:p w:rsidR="00F71D32" w:rsidRDefault="00F71D32" w:rsidP="004E70C0"/>
    <w:p w:rsidR="00F71D32" w:rsidRDefault="00F71D32" w:rsidP="004E70C0"/>
    <w:p w:rsidR="00F71D32" w:rsidRDefault="00F71D32" w:rsidP="004E70C0"/>
    <w:p w:rsidR="00F71D32" w:rsidRDefault="00F71D32" w:rsidP="004E70C0"/>
    <w:p w:rsidR="00F71D32" w:rsidRDefault="00F71D32" w:rsidP="004E70C0"/>
    <w:p w:rsidR="00F71D32" w:rsidRDefault="00F71D32" w:rsidP="004E70C0"/>
    <w:p w:rsidR="00F71D32" w:rsidRDefault="00F71D32" w:rsidP="004E70C0"/>
    <w:p w:rsidR="00F71D32" w:rsidRDefault="00F71D32" w:rsidP="004E70C0"/>
    <w:p w:rsidR="00F71D32" w:rsidRDefault="00F71D32" w:rsidP="004E70C0"/>
    <w:p w:rsidR="00F71D32" w:rsidRDefault="00F71D32" w:rsidP="006A79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71D32" w:rsidRDefault="00F71D32" w:rsidP="006A79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71D32" w:rsidRPr="006A7923" w:rsidRDefault="00F71D32" w:rsidP="006A79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7923">
        <w:rPr>
          <w:rFonts w:ascii="Times New Roman" w:hAnsi="Times New Roman"/>
          <w:sz w:val="28"/>
          <w:szCs w:val="28"/>
        </w:rPr>
        <w:t>В связи с досрочны</w:t>
      </w:r>
      <w:r>
        <w:rPr>
          <w:rFonts w:ascii="Times New Roman" w:hAnsi="Times New Roman"/>
          <w:sz w:val="28"/>
          <w:szCs w:val="28"/>
        </w:rPr>
        <w:t xml:space="preserve">м прекращением полномочий члена </w:t>
      </w:r>
      <w:r w:rsidRPr="006A7923">
        <w:rPr>
          <w:rFonts w:ascii="Times New Roman" w:hAnsi="Times New Roman"/>
          <w:sz w:val="28"/>
          <w:szCs w:val="28"/>
        </w:rPr>
        <w:t>избирательной комиссии муниципального образования Новоселовский район и в соответствии со статьями 22,24 Федерального закона от 12.06.2002 № 67-ФЗ «Об основных гарантиях избирательных прав и права на участие в референдуме граждан Российской Федерации», статьей 13 Закон</w:t>
      </w:r>
      <w:r>
        <w:rPr>
          <w:rFonts w:ascii="Times New Roman" w:hAnsi="Times New Roman"/>
          <w:sz w:val="28"/>
          <w:szCs w:val="28"/>
        </w:rPr>
        <w:t>а</w:t>
      </w:r>
      <w:r w:rsidRPr="006A7923">
        <w:rPr>
          <w:rFonts w:ascii="Times New Roman" w:hAnsi="Times New Roman"/>
          <w:sz w:val="28"/>
          <w:szCs w:val="28"/>
        </w:rPr>
        <w:t xml:space="preserve"> Красноярского края от 02.10.2003 № 8-1411 «О выборах в органы местного самоуправления в Красноярском крае» Новоселовский районный Совет депутатов принимает предложения по кандидатурам в состав избирательной комиссии муниципального образования Новоселовский район.</w:t>
      </w:r>
    </w:p>
    <w:p w:rsidR="00F71D32" w:rsidRDefault="00F71D32" w:rsidP="006A79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 по кандидатурам в состав избирательной комиссии муниципального образования Новоселовский район вправе вносить политические партии, общественные объединения, Избирательная комиссия Красноярского края, собрания избирателей по месту жительства, работы, службы, учебы.</w:t>
      </w:r>
    </w:p>
    <w:p w:rsidR="00F71D32" w:rsidRPr="006A7923" w:rsidRDefault="00F71D32" w:rsidP="006A79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7923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>
        <w:rPr>
          <w:rFonts w:ascii="Times New Roman" w:hAnsi="Times New Roman"/>
          <w:sz w:val="28"/>
          <w:szCs w:val="28"/>
        </w:rPr>
        <w:t xml:space="preserve">с 20 мая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</w:rPr>
          <w:t>2021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A03FC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18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</w:rPr>
          <w:t>2021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6A7923">
        <w:rPr>
          <w:rFonts w:ascii="Times New Roman" w:hAnsi="Times New Roman"/>
          <w:sz w:val="28"/>
          <w:szCs w:val="28"/>
        </w:rPr>
        <w:t xml:space="preserve">в рабочие дни с </w:t>
      </w:r>
      <w:r>
        <w:rPr>
          <w:rFonts w:ascii="Times New Roman" w:hAnsi="Times New Roman"/>
          <w:sz w:val="28"/>
          <w:szCs w:val="28"/>
        </w:rPr>
        <w:t>08</w:t>
      </w:r>
      <w:r w:rsidRPr="00A03FC2">
        <w:rPr>
          <w:rFonts w:ascii="Times New Roman" w:hAnsi="Times New Roman"/>
          <w:sz w:val="28"/>
          <w:szCs w:val="28"/>
        </w:rPr>
        <w:t>.00</w:t>
      </w:r>
      <w:r w:rsidRPr="006A792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12.00</w:t>
      </w:r>
      <w:r w:rsidRPr="006A7923">
        <w:rPr>
          <w:rFonts w:ascii="Times New Roman" w:hAnsi="Times New Roman"/>
          <w:sz w:val="28"/>
          <w:szCs w:val="28"/>
        </w:rPr>
        <w:t xml:space="preserve"> по адресу: с. Новоселово, ул. Ленина, 9, </w:t>
      </w:r>
      <w:r w:rsidRPr="00A03FC2">
        <w:rPr>
          <w:rFonts w:ascii="Times New Roman" w:hAnsi="Times New Roman"/>
          <w:sz w:val="28"/>
          <w:szCs w:val="28"/>
        </w:rPr>
        <w:t>кабинет</w:t>
      </w:r>
      <w:r>
        <w:rPr>
          <w:rFonts w:ascii="Times New Roman" w:hAnsi="Times New Roman"/>
          <w:sz w:val="28"/>
          <w:szCs w:val="28"/>
        </w:rPr>
        <w:t xml:space="preserve"> 3-7</w:t>
      </w:r>
      <w:r w:rsidRPr="006A7923">
        <w:rPr>
          <w:rFonts w:ascii="Times New Roman" w:hAnsi="Times New Roman"/>
          <w:sz w:val="28"/>
          <w:szCs w:val="28"/>
        </w:rPr>
        <w:t>.</w:t>
      </w:r>
    </w:p>
    <w:p w:rsidR="00F71D32" w:rsidRPr="006A7923" w:rsidRDefault="00F71D32" w:rsidP="006A79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7923">
        <w:rPr>
          <w:rFonts w:ascii="Times New Roman" w:hAnsi="Times New Roman"/>
          <w:sz w:val="28"/>
          <w:szCs w:val="28"/>
        </w:rPr>
        <w:t xml:space="preserve">Справки по телефонам: </w:t>
      </w:r>
      <w:r>
        <w:rPr>
          <w:rFonts w:ascii="Times New Roman" w:hAnsi="Times New Roman"/>
          <w:sz w:val="28"/>
          <w:szCs w:val="28"/>
        </w:rPr>
        <w:t>8(39147)91615</w:t>
      </w:r>
      <w:bookmarkStart w:id="0" w:name="_GoBack"/>
      <w:bookmarkEnd w:id="0"/>
      <w:r w:rsidRPr="006A7923">
        <w:rPr>
          <w:rFonts w:ascii="Times New Roman" w:hAnsi="Times New Roman"/>
          <w:sz w:val="28"/>
          <w:szCs w:val="28"/>
        </w:rPr>
        <w:t>.</w:t>
      </w:r>
    </w:p>
    <w:p w:rsidR="00F71D32" w:rsidRDefault="00F71D32" w:rsidP="00223C6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cs="Calibri"/>
        </w:rPr>
      </w:pPr>
    </w:p>
    <w:p w:rsidR="00F71D32" w:rsidRDefault="00F71D32" w:rsidP="00223C62">
      <w:pPr>
        <w:jc w:val="center"/>
      </w:pPr>
    </w:p>
    <w:p w:rsidR="00F71D32" w:rsidRDefault="00F71D32"/>
    <w:sectPr w:rsidR="00F71D32" w:rsidSect="00F71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C62"/>
    <w:rsid w:val="00033CD7"/>
    <w:rsid w:val="000F0638"/>
    <w:rsid w:val="00147380"/>
    <w:rsid w:val="001B7316"/>
    <w:rsid w:val="00223C62"/>
    <w:rsid w:val="0023499F"/>
    <w:rsid w:val="00247154"/>
    <w:rsid w:val="002560F9"/>
    <w:rsid w:val="003E7783"/>
    <w:rsid w:val="00401224"/>
    <w:rsid w:val="004446F8"/>
    <w:rsid w:val="00451140"/>
    <w:rsid w:val="004963A2"/>
    <w:rsid w:val="004D1BAC"/>
    <w:rsid w:val="004E70C0"/>
    <w:rsid w:val="005470EA"/>
    <w:rsid w:val="00643361"/>
    <w:rsid w:val="006A7923"/>
    <w:rsid w:val="00711C00"/>
    <w:rsid w:val="007B503F"/>
    <w:rsid w:val="008C412B"/>
    <w:rsid w:val="0097305D"/>
    <w:rsid w:val="009C5951"/>
    <w:rsid w:val="009E24FF"/>
    <w:rsid w:val="00A03FC2"/>
    <w:rsid w:val="00A27B3B"/>
    <w:rsid w:val="00A44970"/>
    <w:rsid w:val="00A66450"/>
    <w:rsid w:val="00B220C0"/>
    <w:rsid w:val="00B92859"/>
    <w:rsid w:val="00C37F67"/>
    <w:rsid w:val="00CC06ED"/>
    <w:rsid w:val="00EF5333"/>
    <w:rsid w:val="00F034E9"/>
    <w:rsid w:val="00F519EF"/>
    <w:rsid w:val="00F71D32"/>
    <w:rsid w:val="00F7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FC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4E70C0"/>
    <w:rPr>
      <w:color w:val="0000FF"/>
      <w:u w:val="single"/>
    </w:rPr>
  </w:style>
  <w:style w:type="character" w:customStyle="1" w:styleId="BodyTextIndentChar1">
    <w:name w:val="Body Text Indent Char1"/>
    <w:link w:val="BodyTextIndent"/>
    <w:uiPriority w:val="99"/>
    <w:rsid w:val="004E70C0"/>
    <w:rPr>
      <w:rFonts w:ascii="Times New Roman" w:eastAsia="Times New Roman" w:hAnsi="Times New Roman"/>
      <w:sz w:val="20"/>
      <w:lang w:eastAsia="ru-RU"/>
    </w:rPr>
  </w:style>
  <w:style w:type="paragraph" w:styleId="BodyTextIndent">
    <w:name w:val="Body Text Indent"/>
    <w:basedOn w:val="Normal"/>
    <w:link w:val="BodyTextIndentChar1"/>
    <w:uiPriority w:val="99"/>
    <w:rsid w:val="004E70C0"/>
    <w:pPr>
      <w:spacing w:after="0" w:line="240" w:lineRule="auto"/>
    </w:pPr>
    <w:rPr>
      <w:rFonts w:ascii="Times New Roman" w:hAnsi="Times New Roman"/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F2AD2"/>
    <w:rPr>
      <w:lang w:eastAsia="en-US"/>
    </w:rPr>
  </w:style>
  <w:style w:type="paragraph" w:customStyle="1" w:styleId="ConsPlusNormal">
    <w:name w:val="ConsPlusNormal"/>
    <w:uiPriority w:val="99"/>
    <w:rsid w:val="004E70C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a">
    <w:name w:val="Без интервала"/>
    <w:uiPriority w:val="99"/>
    <w:rsid w:val="004E70C0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7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-search.minjust.ru/bigs/showDocument.html?id=9A350153-DE7A-4453-9C8D-51D160BC3C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</TotalTime>
  <Pages>3</Pages>
  <Words>561</Words>
  <Characters>3202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24</cp:revision>
  <cp:lastPrinted>2021-05-17T09:18:00Z</cp:lastPrinted>
  <dcterms:created xsi:type="dcterms:W3CDTF">2018-05-15T02:43:00Z</dcterms:created>
  <dcterms:modified xsi:type="dcterms:W3CDTF">2021-05-19T03:33:00Z</dcterms:modified>
</cp:coreProperties>
</file>