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41" w:rsidRDefault="00EA4541" w:rsidP="00316378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</w:rPr>
      </w:pPr>
      <w:r>
        <w:rPr>
          <w:b/>
          <w:sz w:val="40"/>
        </w:rPr>
        <w:t>РОССИЙСКАЯ ФЕДЕРАЦИЯ</w:t>
      </w:r>
    </w:p>
    <w:p w:rsidR="00EA4541" w:rsidRDefault="00EA4541" w:rsidP="00147380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40"/>
        </w:rPr>
        <w:t>КРАСНОЯРСКИЙ КРАЙ</w:t>
      </w:r>
    </w:p>
    <w:p w:rsidR="00EA4541" w:rsidRDefault="00EA4541" w:rsidP="00147380">
      <w:pPr>
        <w:pStyle w:val="BodyTextIndent"/>
        <w:shd w:val="clear" w:color="auto" w:fill="FFFFFF"/>
        <w:jc w:val="center"/>
        <w:rPr>
          <w:b/>
          <w:sz w:val="40"/>
        </w:rPr>
      </w:pPr>
    </w:p>
    <w:p w:rsidR="00EA4541" w:rsidRPr="00147380" w:rsidRDefault="00EA4541" w:rsidP="00147380">
      <w:pPr>
        <w:pStyle w:val="BodyTextIndent"/>
        <w:shd w:val="clear" w:color="auto" w:fill="FFFFFF"/>
        <w:jc w:val="center"/>
        <w:rPr>
          <w:b/>
          <w:sz w:val="40"/>
        </w:rPr>
      </w:pPr>
      <w:r>
        <w:rPr>
          <w:b/>
          <w:sz w:val="36"/>
        </w:rPr>
        <w:t xml:space="preserve">НОВОСЕЛОВСКИЙ  </w:t>
      </w:r>
    </w:p>
    <w:p w:rsidR="00EA4541" w:rsidRDefault="00EA4541" w:rsidP="00147380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>РАЙОННЫЙ  СОВЕТ  ДЕПУТАТОВ</w:t>
      </w:r>
    </w:p>
    <w:p w:rsidR="00EA4541" w:rsidRDefault="00EA4541" w:rsidP="00147380">
      <w:pPr>
        <w:pStyle w:val="BodyTextIndent"/>
        <w:shd w:val="clear" w:color="auto" w:fill="FFFFFF"/>
        <w:jc w:val="center"/>
        <w:rPr>
          <w:b/>
          <w:sz w:val="36"/>
        </w:rPr>
      </w:pPr>
    </w:p>
    <w:p w:rsidR="00EA4541" w:rsidRDefault="00EA4541" w:rsidP="00147380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44"/>
        </w:rPr>
        <w:t xml:space="preserve">РЕШЕНИЕ   </w:t>
      </w:r>
    </w:p>
    <w:p w:rsidR="00EA4541" w:rsidRDefault="00EA4541" w:rsidP="00147380">
      <w:pPr>
        <w:pStyle w:val="BodyTextIndent"/>
        <w:shd w:val="clear" w:color="auto" w:fill="FFFFFF"/>
        <w:jc w:val="center"/>
        <w:rPr>
          <w:b/>
          <w:sz w:val="36"/>
        </w:rPr>
      </w:pPr>
    </w:p>
    <w:p w:rsidR="00EA4541" w:rsidRPr="009B20F8" w:rsidRDefault="00EA4541" w:rsidP="009B20F8">
      <w:pPr>
        <w:rPr>
          <w:sz w:val="28"/>
          <w:szCs w:val="28"/>
        </w:rPr>
      </w:pPr>
      <w:r w:rsidRPr="009B20F8">
        <w:rPr>
          <w:sz w:val="28"/>
          <w:szCs w:val="28"/>
        </w:rPr>
        <w:t>15 декабря 2023 года                   с. Новоселово                               № 39-312-93р</w:t>
      </w:r>
    </w:p>
    <w:p w:rsidR="00EA4541" w:rsidRPr="009B20F8" w:rsidRDefault="00EA4541" w:rsidP="00316378"/>
    <w:p w:rsidR="00EA4541" w:rsidRDefault="00EA4541" w:rsidP="009A378C">
      <w:pPr>
        <w:ind w:right="-1"/>
        <w:jc w:val="both"/>
        <w:rPr>
          <w:bCs/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8pt;margin-top:6.55pt;width:249pt;height:134.25pt;z-index:251658240" stroked="f">
            <v:textbox style="mso-next-textbox:#_x0000_s1026">
              <w:txbxContent>
                <w:p w:rsidR="00EA4541" w:rsidRPr="00B815C6" w:rsidRDefault="00EA4541" w:rsidP="00014285">
                  <w:pPr>
                    <w:jc w:val="both"/>
                    <w:rPr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 внесении изменений в решение Новоселовского районного Совета депутатов от 21.12.2012 № 30-172р «Об установлении размера ежемесячной платы за содержание ребенка в муниципальных бюджетных образовательных учреждениях Новоселовского района»</w:t>
                  </w:r>
                </w:p>
              </w:txbxContent>
            </v:textbox>
          </v:shape>
        </w:pict>
      </w:r>
    </w:p>
    <w:p w:rsidR="00EA4541" w:rsidRDefault="00EA4541" w:rsidP="009A378C">
      <w:pPr>
        <w:ind w:right="-1"/>
        <w:jc w:val="both"/>
        <w:rPr>
          <w:bCs/>
          <w:color w:val="000000"/>
          <w:sz w:val="28"/>
          <w:szCs w:val="28"/>
        </w:rPr>
      </w:pPr>
    </w:p>
    <w:p w:rsidR="00EA4541" w:rsidRDefault="00EA4541" w:rsidP="009A378C">
      <w:pPr>
        <w:ind w:right="-1"/>
        <w:jc w:val="both"/>
        <w:rPr>
          <w:bCs/>
          <w:color w:val="000000"/>
          <w:sz w:val="28"/>
          <w:szCs w:val="28"/>
        </w:rPr>
      </w:pPr>
    </w:p>
    <w:p w:rsidR="00EA4541" w:rsidRDefault="00EA4541" w:rsidP="009A378C">
      <w:pPr>
        <w:ind w:right="-1"/>
        <w:jc w:val="both"/>
        <w:rPr>
          <w:bCs/>
          <w:color w:val="000000"/>
          <w:sz w:val="28"/>
          <w:szCs w:val="28"/>
        </w:rPr>
      </w:pPr>
    </w:p>
    <w:p w:rsidR="00EA4541" w:rsidRDefault="00EA4541" w:rsidP="009A378C">
      <w:pPr>
        <w:ind w:right="-1"/>
        <w:jc w:val="both"/>
        <w:rPr>
          <w:bCs/>
          <w:color w:val="000000"/>
          <w:sz w:val="28"/>
          <w:szCs w:val="28"/>
        </w:rPr>
      </w:pPr>
    </w:p>
    <w:p w:rsidR="00EA4541" w:rsidRDefault="00EA4541" w:rsidP="009A378C">
      <w:pPr>
        <w:ind w:right="-1"/>
        <w:jc w:val="both"/>
        <w:rPr>
          <w:bCs/>
          <w:color w:val="000000"/>
          <w:sz w:val="28"/>
          <w:szCs w:val="28"/>
        </w:rPr>
      </w:pPr>
    </w:p>
    <w:p w:rsidR="00EA4541" w:rsidRDefault="00EA4541" w:rsidP="009A378C">
      <w:pPr>
        <w:ind w:right="-1"/>
        <w:jc w:val="both"/>
        <w:rPr>
          <w:bCs/>
          <w:color w:val="000000"/>
          <w:sz w:val="28"/>
          <w:szCs w:val="28"/>
        </w:rPr>
      </w:pPr>
    </w:p>
    <w:p w:rsidR="00EA4541" w:rsidRDefault="00EA4541" w:rsidP="009A378C">
      <w:pPr>
        <w:ind w:right="-1"/>
        <w:jc w:val="both"/>
        <w:rPr>
          <w:bCs/>
          <w:color w:val="000000"/>
          <w:sz w:val="28"/>
          <w:szCs w:val="28"/>
        </w:rPr>
      </w:pPr>
    </w:p>
    <w:p w:rsidR="00EA4541" w:rsidRDefault="00EA4541" w:rsidP="000936A1">
      <w:pPr>
        <w:ind w:firstLine="709"/>
        <w:jc w:val="both"/>
        <w:rPr>
          <w:sz w:val="28"/>
          <w:szCs w:val="28"/>
        </w:rPr>
      </w:pPr>
    </w:p>
    <w:p w:rsidR="00EA4541" w:rsidRDefault="00EA4541" w:rsidP="000936A1">
      <w:pPr>
        <w:ind w:firstLine="709"/>
        <w:jc w:val="both"/>
        <w:rPr>
          <w:sz w:val="28"/>
          <w:szCs w:val="28"/>
        </w:rPr>
      </w:pPr>
    </w:p>
    <w:p w:rsidR="00EA4541" w:rsidRPr="000936A1" w:rsidRDefault="00EA4541" w:rsidP="000936A1">
      <w:pPr>
        <w:ind w:firstLine="709"/>
        <w:jc w:val="both"/>
        <w:rPr>
          <w:color w:val="000000"/>
          <w:sz w:val="28"/>
          <w:szCs w:val="28"/>
        </w:rPr>
      </w:pPr>
      <w:r w:rsidRPr="000936A1">
        <w:rPr>
          <w:sz w:val="28"/>
          <w:szCs w:val="28"/>
        </w:rPr>
        <w:t>В соответствии со ст</w:t>
      </w:r>
      <w:r>
        <w:rPr>
          <w:sz w:val="28"/>
          <w:szCs w:val="28"/>
        </w:rPr>
        <w:t xml:space="preserve">атьей </w:t>
      </w:r>
      <w:r w:rsidRPr="000936A1">
        <w:rPr>
          <w:sz w:val="28"/>
          <w:szCs w:val="28"/>
        </w:rPr>
        <w:t>15 </w:t>
      </w:r>
      <w:hyperlink r:id="rId5" w:tgtFrame="_blank" w:history="1">
        <w:r w:rsidRPr="000936A1">
          <w:rPr>
            <w:rStyle w:val="Hyperlink"/>
            <w:color w:val="auto"/>
            <w:sz w:val="28"/>
            <w:szCs w:val="28"/>
            <w:u w:val="none"/>
          </w:rPr>
          <w:t>Федерального закона от 06.10.2003 № 131-ФЗ «Об общих принципах организации местного самоуправления в Российской Федерации»</w:t>
        </w:r>
      </w:hyperlink>
      <w:r w:rsidRPr="000936A1">
        <w:rPr>
          <w:sz w:val="28"/>
          <w:szCs w:val="28"/>
        </w:rPr>
        <w:t xml:space="preserve">, </w:t>
      </w:r>
      <w:r>
        <w:rPr>
          <w:sz w:val="28"/>
          <w:szCs w:val="28"/>
        </w:rPr>
        <w:t>статьей 65</w:t>
      </w:r>
      <w:r w:rsidRPr="005A3797">
        <w:t xml:space="preserve"> </w:t>
      </w:r>
      <w:r w:rsidRPr="005A3797">
        <w:rPr>
          <w:sz w:val="28"/>
          <w:szCs w:val="28"/>
        </w:rPr>
        <w:t xml:space="preserve">Федерального закона от </w:t>
      </w:r>
      <w:r>
        <w:rPr>
          <w:sz w:val="28"/>
          <w:szCs w:val="28"/>
        </w:rPr>
        <w:t>29</w:t>
      </w:r>
      <w:r w:rsidRPr="005A3797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A3797">
        <w:rPr>
          <w:sz w:val="28"/>
          <w:szCs w:val="28"/>
        </w:rPr>
        <w:t>.20</w:t>
      </w:r>
      <w:r>
        <w:rPr>
          <w:sz w:val="28"/>
          <w:szCs w:val="28"/>
        </w:rPr>
        <w:t>12</w:t>
      </w:r>
      <w:r w:rsidRPr="005A3797">
        <w:rPr>
          <w:sz w:val="28"/>
          <w:szCs w:val="28"/>
        </w:rPr>
        <w:t xml:space="preserve"> № </w:t>
      </w:r>
      <w:r>
        <w:rPr>
          <w:sz w:val="28"/>
          <w:szCs w:val="28"/>
        </w:rPr>
        <w:t>273</w:t>
      </w:r>
      <w:r w:rsidRPr="005A3797">
        <w:rPr>
          <w:sz w:val="28"/>
          <w:szCs w:val="28"/>
        </w:rPr>
        <w:t>-ФЗ</w:t>
      </w:r>
      <w:r>
        <w:rPr>
          <w:sz w:val="28"/>
          <w:szCs w:val="28"/>
        </w:rPr>
        <w:t xml:space="preserve"> «Об образовании в Российской Федерации», </w:t>
      </w:r>
      <w:r w:rsidRPr="000936A1">
        <w:rPr>
          <w:sz w:val="28"/>
          <w:szCs w:val="28"/>
        </w:rPr>
        <w:t>ст</w:t>
      </w:r>
      <w:r>
        <w:rPr>
          <w:sz w:val="28"/>
          <w:szCs w:val="28"/>
        </w:rPr>
        <w:t xml:space="preserve">атьей </w:t>
      </w:r>
      <w:r w:rsidRPr="000936A1">
        <w:rPr>
          <w:sz w:val="28"/>
          <w:szCs w:val="28"/>
        </w:rPr>
        <w:t>11 </w:t>
      </w:r>
      <w:hyperlink r:id="rId6" w:tgtFrame="_blank" w:history="1">
        <w:r w:rsidRPr="000936A1">
          <w:rPr>
            <w:rStyle w:val="Hyperlink"/>
            <w:color w:val="auto"/>
            <w:sz w:val="28"/>
            <w:szCs w:val="28"/>
            <w:u w:val="none"/>
          </w:rPr>
          <w:t>Закона Красноярского края от 02.11.200</w:t>
        </w:r>
        <w:r>
          <w:rPr>
            <w:rStyle w:val="Hyperlink"/>
            <w:color w:val="auto"/>
            <w:sz w:val="28"/>
            <w:szCs w:val="28"/>
            <w:u w:val="none"/>
          </w:rPr>
          <w:t>0</w:t>
        </w:r>
        <w:r w:rsidRPr="000936A1">
          <w:rPr>
            <w:rStyle w:val="Hyperlink"/>
            <w:color w:val="auto"/>
            <w:sz w:val="28"/>
            <w:szCs w:val="28"/>
            <w:u w:val="none"/>
          </w:rPr>
          <w:t xml:space="preserve"> № 12-961 «О защите прав ребенка»</w:t>
        </w:r>
      </w:hyperlink>
      <w:r w:rsidRPr="008F1F44">
        <w:rPr>
          <w:sz w:val="28"/>
          <w:szCs w:val="28"/>
        </w:rPr>
        <w:t>,</w:t>
      </w:r>
      <w:r w:rsidRPr="005A3797">
        <w:rPr>
          <w:color w:val="000000"/>
          <w:sz w:val="28"/>
          <w:szCs w:val="28"/>
        </w:rPr>
        <w:t xml:space="preserve"> </w:t>
      </w:r>
      <w:r w:rsidRPr="000936A1">
        <w:rPr>
          <w:sz w:val="28"/>
          <w:szCs w:val="28"/>
        </w:rPr>
        <w:t>руководствуясь стать</w:t>
      </w:r>
      <w:r>
        <w:rPr>
          <w:sz w:val="28"/>
          <w:szCs w:val="28"/>
        </w:rPr>
        <w:t>ями</w:t>
      </w:r>
      <w:r w:rsidRPr="000936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23, 27 </w:t>
      </w:r>
      <w:hyperlink r:id="rId7" w:tgtFrame="_blank" w:history="1">
        <w:r w:rsidRPr="000936A1">
          <w:rPr>
            <w:rStyle w:val="Hyperlink"/>
            <w:color w:val="auto"/>
            <w:sz w:val="28"/>
            <w:szCs w:val="28"/>
            <w:u w:val="none"/>
          </w:rPr>
          <w:t>Устава</w:t>
        </w:r>
      </w:hyperlink>
      <w:r>
        <w:rPr>
          <w:color w:val="000000"/>
          <w:sz w:val="28"/>
          <w:szCs w:val="28"/>
        </w:rPr>
        <w:t xml:space="preserve"> Новоселовского </w:t>
      </w:r>
      <w:r w:rsidRPr="000936A1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Красноярского края</w:t>
      </w:r>
      <w:r w:rsidRPr="000936A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</w:p>
    <w:p w:rsidR="00EA4541" w:rsidRPr="000936A1" w:rsidRDefault="00EA4541" w:rsidP="000936A1">
      <w:pPr>
        <w:ind w:firstLine="709"/>
        <w:jc w:val="both"/>
        <w:rPr>
          <w:color w:val="000000"/>
          <w:sz w:val="28"/>
          <w:szCs w:val="28"/>
        </w:rPr>
      </w:pPr>
      <w:r w:rsidRPr="000936A1">
        <w:rPr>
          <w:color w:val="000000"/>
          <w:sz w:val="28"/>
          <w:szCs w:val="28"/>
        </w:rPr>
        <w:t> </w:t>
      </w:r>
    </w:p>
    <w:p w:rsidR="00EA4541" w:rsidRDefault="00EA4541" w:rsidP="008742D8">
      <w:pPr>
        <w:pStyle w:val="ConsPlusNormal"/>
        <w:jc w:val="center"/>
        <w:rPr>
          <w:b/>
        </w:rPr>
      </w:pPr>
      <w:r>
        <w:rPr>
          <w:b/>
        </w:rPr>
        <w:t>Новоселовский районный Совет депутатов РЕШИЛ:</w:t>
      </w:r>
    </w:p>
    <w:p w:rsidR="00EA4541" w:rsidRPr="000936A1" w:rsidRDefault="00EA4541" w:rsidP="000936A1">
      <w:pPr>
        <w:ind w:firstLine="709"/>
        <w:jc w:val="both"/>
        <w:rPr>
          <w:color w:val="000000"/>
          <w:sz w:val="28"/>
          <w:szCs w:val="28"/>
        </w:rPr>
      </w:pPr>
      <w:r w:rsidRPr="000936A1">
        <w:rPr>
          <w:color w:val="000000"/>
          <w:sz w:val="28"/>
          <w:szCs w:val="28"/>
        </w:rPr>
        <w:t> </w:t>
      </w:r>
    </w:p>
    <w:p w:rsidR="00EA4541" w:rsidRPr="00D22353" w:rsidRDefault="00EA4541" w:rsidP="00B90F28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Внести в решение Новоселовского районного Совета депутатов от 21.12.2012 № 30-172р «Об установлении размера ежемесячной платы за содержание ребенка в муниципальных бюджетных образовательных учреждениях Новоселовского района» следующие изменения:</w:t>
      </w:r>
    </w:p>
    <w:p w:rsidR="00EA4541" w:rsidRDefault="00EA4541" w:rsidP="00B90F28">
      <w:pPr>
        <w:tabs>
          <w:tab w:val="left" w:pos="1134"/>
        </w:tabs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1.1. абзац второй пункта 1 изложить в следующей редакции: </w:t>
      </w:r>
    </w:p>
    <w:p w:rsidR="00EA4541" w:rsidRDefault="00EA4541" w:rsidP="00014285">
      <w:pPr>
        <w:tabs>
          <w:tab w:val="left" w:pos="1134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Pr="00D22353">
        <w:rPr>
          <w:bCs/>
          <w:color w:val="000000"/>
          <w:sz w:val="28"/>
          <w:szCs w:val="28"/>
        </w:rPr>
        <w:t xml:space="preserve">- в группах </w:t>
      </w:r>
      <w:r>
        <w:rPr>
          <w:bCs/>
          <w:color w:val="000000"/>
          <w:sz w:val="28"/>
          <w:szCs w:val="28"/>
        </w:rPr>
        <w:t>полного дня – 992 рублей</w:t>
      </w:r>
      <w:r w:rsidRPr="00D22353">
        <w:rPr>
          <w:bCs/>
          <w:color w:val="000000"/>
          <w:sz w:val="28"/>
          <w:szCs w:val="28"/>
        </w:rPr>
        <w:t>;</w:t>
      </w:r>
      <w:r>
        <w:rPr>
          <w:bCs/>
          <w:color w:val="000000"/>
          <w:sz w:val="28"/>
          <w:szCs w:val="28"/>
        </w:rPr>
        <w:t>»;</w:t>
      </w:r>
    </w:p>
    <w:p w:rsidR="00EA4541" w:rsidRDefault="00EA4541" w:rsidP="00B90F28">
      <w:pPr>
        <w:tabs>
          <w:tab w:val="left" w:pos="1134"/>
        </w:tabs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1.2. абзац третий пункта 1 изложить в следующей редакции: </w:t>
      </w:r>
    </w:p>
    <w:p w:rsidR="00EA4541" w:rsidRDefault="00EA4541" w:rsidP="00014285">
      <w:pPr>
        <w:tabs>
          <w:tab w:val="left" w:pos="1134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«- в группах сокращенного дня – 992 рублей</w:t>
      </w:r>
      <w:r w:rsidRPr="00D22353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».</w:t>
      </w:r>
    </w:p>
    <w:p w:rsidR="00EA4541" w:rsidRPr="00790A2A" w:rsidRDefault="00EA4541" w:rsidP="00790A2A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790A2A">
        <w:rPr>
          <w:color w:val="000000"/>
          <w:sz w:val="28"/>
          <w:szCs w:val="28"/>
        </w:rPr>
        <w:t>2.</w:t>
      </w:r>
      <w:r w:rsidRPr="00790A2A">
        <w:rPr>
          <w:color w:val="000000"/>
          <w:sz w:val="28"/>
          <w:szCs w:val="28"/>
        </w:rPr>
        <w:tab/>
        <w:t xml:space="preserve">Контроль за исполнением решения возложить на постоянную комиссию Новоселовского </w:t>
      </w:r>
      <w:r>
        <w:rPr>
          <w:color w:val="000000"/>
          <w:sz w:val="28"/>
          <w:szCs w:val="28"/>
        </w:rPr>
        <w:t xml:space="preserve">районного </w:t>
      </w:r>
      <w:r w:rsidRPr="00790A2A">
        <w:rPr>
          <w:color w:val="000000"/>
          <w:sz w:val="28"/>
          <w:szCs w:val="28"/>
        </w:rPr>
        <w:t xml:space="preserve">Совета депутатов по </w:t>
      </w:r>
      <w:r>
        <w:rPr>
          <w:color w:val="000000"/>
          <w:sz w:val="28"/>
          <w:szCs w:val="28"/>
        </w:rPr>
        <w:t xml:space="preserve">финансам, налоговой политике, малому и среднему предпринимательству </w:t>
      </w:r>
      <w:r w:rsidRPr="00790A2A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Е.Л</w:t>
      </w:r>
      <w:r w:rsidRPr="00790A2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Владимирова</w:t>
      </w:r>
      <w:r w:rsidRPr="00790A2A">
        <w:rPr>
          <w:color w:val="000000"/>
          <w:sz w:val="28"/>
          <w:szCs w:val="28"/>
        </w:rPr>
        <w:t>).</w:t>
      </w:r>
    </w:p>
    <w:p w:rsidR="00EA4541" w:rsidRPr="00C769B5" w:rsidRDefault="00EA4541" w:rsidP="00790A2A">
      <w:pPr>
        <w:tabs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 w:rsidRPr="00790A2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Решение вступает в силу после его официального опубликования в периодическом печатном издании «Официальный вестник Новоселовского района» и применяется к правоотношениям, возникшим с 01 января 2024 года.</w:t>
      </w:r>
    </w:p>
    <w:p w:rsidR="00EA4541" w:rsidRDefault="00EA4541" w:rsidP="00316378">
      <w:pPr>
        <w:tabs>
          <w:tab w:val="left" w:pos="567"/>
        </w:tabs>
        <w:jc w:val="both"/>
        <w:rPr>
          <w:sz w:val="28"/>
          <w:szCs w:val="28"/>
        </w:rPr>
      </w:pPr>
    </w:p>
    <w:p w:rsidR="00EA4541" w:rsidRPr="000936A1" w:rsidRDefault="00EA4541" w:rsidP="00316378">
      <w:pPr>
        <w:tabs>
          <w:tab w:val="left" w:pos="567"/>
        </w:tabs>
        <w:jc w:val="both"/>
        <w:rPr>
          <w:sz w:val="28"/>
          <w:szCs w:val="28"/>
        </w:rPr>
      </w:pPr>
    </w:p>
    <w:p w:rsidR="00EA4541" w:rsidRDefault="00EA4541" w:rsidP="00316378">
      <w:pPr>
        <w:jc w:val="both"/>
        <w:rPr>
          <w:szCs w:val="28"/>
        </w:rPr>
      </w:pPr>
    </w:p>
    <w:p w:rsidR="00EA4541" w:rsidRDefault="00EA4541" w:rsidP="00316378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Новоселовского                             </w:t>
      </w:r>
      <w:r w:rsidRPr="00735B9F">
        <w:rPr>
          <w:sz w:val="28"/>
          <w:szCs w:val="28"/>
        </w:rPr>
        <w:t xml:space="preserve">Глава Новоселовского района    </w:t>
      </w:r>
    </w:p>
    <w:p w:rsidR="00EA4541" w:rsidRDefault="00EA4541" w:rsidP="00316378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>районного Совета</w:t>
      </w:r>
      <w:r>
        <w:rPr>
          <w:sz w:val="28"/>
          <w:szCs w:val="28"/>
        </w:rPr>
        <w:t xml:space="preserve"> </w:t>
      </w:r>
      <w:r w:rsidRPr="00735B9F">
        <w:rPr>
          <w:sz w:val="28"/>
          <w:szCs w:val="28"/>
        </w:rPr>
        <w:t>депутатов</w:t>
      </w:r>
    </w:p>
    <w:p w:rsidR="00EA4541" w:rsidRDefault="00EA4541" w:rsidP="00316378">
      <w:pPr>
        <w:jc w:val="both"/>
        <w:rPr>
          <w:sz w:val="28"/>
          <w:szCs w:val="28"/>
        </w:rPr>
      </w:pPr>
    </w:p>
    <w:p w:rsidR="00EA4541" w:rsidRDefault="00EA4541" w:rsidP="00316378">
      <w:pPr>
        <w:jc w:val="both"/>
        <w:rPr>
          <w:sz w:val="28"/>
          <w:szCs w:val="28"/>
        </w:rPr>
      </w:pPr>
    </w:p>
    <w:p w:rsidR="00EA4541" w:rsidRPr="00735B9F" w:rsidRDefault="00EA4541" w:rsidP="00316378">
      <w:pPr>
        <w:jc w:val="both"/>
        <w:rPr>
          <w:sz w:val="28"/>
          <w:szCs w:val="28"/>
        </w:rPr>
      </w:pPr>
      <w:r w:rsidRPr="00735B9F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</w:t>
      </w:r>
      <w:r w:rsidRPr="00735B9F">
        <w:rPr>
          <w:sz w:val="28"/>
          <w:szCs w:val="28"/>
        </w:rPr>
        <w:t>Л.Ю.</w:t>
      </w:r>
      <w:r>
        <w:rPr>
          <w:sz w:val="28"/>
          <w:szCs w:val="28"/>
        </w:rPr>
        <w:t xml:space="preserve"> Толстикова                      ___________  Н.Н. Филимонов</w:t>
      </w:r>
    </w:p>
    <w:p w:rsidR="00EA4541" w:rsidRPr="00735B9F" w:rsidRDefault="00EA4541" w:rsidP="00316378">
      <w:pPr>
        <w:rPr>
          <w:sz w:val="28"/>
          <w:szCs w:val="28"/>
        </w:rPr>
      </w:pPr>
    </w:p>
    <w:p w:rsidR="00EA4541" w:rsidRPr="00735B9F" w:rsidRDefault="00EA4541" w:rsidP="00316378">
      <w:pPr>
        <w:rPr>
          <w:sz w:val="28"/>
          <w:szCs w:val="28"/>
        </w:rPr>
      </w:pPr>
    </w:p>
    <w:p w:rsidR="00EA4541" w:rsidRDefault="00EA4541"/>
    <w:sectPr w:rsidR="00EA4541" w:rsidSect="00774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F1605"/>
    <w:multiLevelType w:val="multilevel"/>
    <w:tmpl w:val="888AADB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378"/>
    <w:rsid w:val="00014285"/>
    <w:rsid w:val="00016B80"/>
    <w:rsid w:val="000936A1"/>
    <w:rsid w:val="000A5B82"/>
    <w:rsid w:val="000C162D"/>
    <w:rsid w:val="000F29EE"/>
    <w:rsid w:val="00112C4B"/>
    <w:rsid w:val="001233F2"/>
    <w:rsid w:val="00147380"/>
    <w:rsid w:val="001A0753"/>
    <w:rsid w:val="001E16C6"/>
    <w:rsid w:val="001E5369"/>
    <w:rsid w:val="001F264E"/>
    <w:rsid w:val="00205187"/>
    <w:rsid w:val="0023501A"/>
    <w:rsid w:val="00276C56"/>
    <w:rsid w:val="00294023"/>
    <w:rsid w:val="00294C7C"/>
    <w:rsid w:val="002E22E2"/>
    <w:rsid w:val="003120AB"/>
    <w:rsid w:val="00316378"/>
    <w:rsid w:val="00322E64"/>
    <w:rsid w:val="00335CBB"/>
    <w:rsid w:val="00356DAF"/>
    <w:rsid w:val="00387096"/>
    <w:rsid w:val="003953D3"/>
    <w:rsid w:val="003A5680"/>
    <w:rsid w:val="003D012E"/>
    <w:rsid w:val="00431AD6"/>
    <w:rsid w:val="00471E23"/>
    <w:rsid w:val="00495C15"/>
    <w:rsid w:val="00507BAA"/>
    <w:rsid w:val="005475F5"/>
    <w:rsid w:val="00586F1D"/>
    <w:rsid w:val="005A3797"/>
    <w:rsid w:val="005E047C"/>
    <w:rsid w:val="005F2E9F"/>
    <w:rsid w:val="005F472F"/>
    <w:rsid w:val="006072AA"/>
    <w:rsid w:val="00624BAF"/>
    <w:rsid w:val="00642ABF"/>
    <w:rsid w:val="006B2BD6"/>
    <w:rsid w:val="00705092"/>
    <w:rsid w:val="00714BE6"/>
    <w:rsid w:val="00735B9F"/>
    <w:rsid w:val="007743AD"/>
    <w:rsid w:val="00790A2A"/>
    <w:rsid w:val="00794EF2"/>
    <w:rsid w:val="0079581D"/>
    <w:rsid w:val="007B0ED3"/>
    <w:rsid w:val="007B350A"/>
    <w:rsid w:val="00800F85"/>
    <w:rsid w:val="00843384"/>
    <w:rsid w:val="008526A9"/>
    <w:rsid w:val="008742D8"/>
    <w:rsid w:val="00886746"/>
    <w:rsid w:val="008979C4"/>
    <w:rsid w:val="008F1F44"/>
    <w:rsid w:val="00967035"/>
    <w:rsid w:val="009A378C"/>
    <w:rsid w:val="009B1855"/>
    <w:rsid w:val="009B20F8"/>
    <w:rsid w:val="009C19A3"/>
    <w:rsid w:val="00A3398A"/>
    <w:rsid w:val="00AC4328"/>
    <w:rsid w:val="00AE7449"/>
    <w:rsid w:val="00AF15A4"/>
    <w:rsid w:val="00AF3160"/>
    <w:rsid w:val="00B34E89"/>
    <w:rsid w:val="00B55BEB"/>
    <w:rsid w:val="00B615C5"/>
    <w:rsid w:val="00B7265F"/>
    <w:rsid w:val="00B74398"/>
    <w:rsid w:val="00B815C6"/>
    <w:rsid w:val="00B90F28"/>
    <w:rsid w:val="00BA4038"/>
    <w:rsid w:val="00BC396F"/>
    <w:rsid w:val="00BE6AD9"/>
    <w:rsid w:val="00C06C73"/>
    <w:rsid w:val="00C1710B"/>
    <w:rsid w:val="00C749D7"/>
    <w:rsid w:val="00C769B5"/>
    <w:rsid w:val="00C84364"/>
    <w:rsid w:val="00CA13BC"/>
    <w:rsid w:val="00CB3236"/>
    <w:rsid w:val="00CD2B81"/>
    <w:rsid w:val="00D171EE"/>
    <w:rsid w:val="00D22353"/>
    <w:rsid w:val="00D448EF"/>
    <w:rsid w:val="00D6760F"/>
    <w:rsid w:val="00D8522E"/>
    <w:rsid w:val="00DD512C"/>
    <w:rsid w:val="00DF599E"/>
    <w:rsid w:val="00E2521A"/>
    <w:rsid w:val="00EA4541"/>
    <w:rsid w:val="00EA490E"/>
    <w:rsid w:val="00EB3927"/>
    <w:rsid w:val="00EC7771"/>
    <w:rsid w:val="00EF0201"/>
    <w:rsid w:val="00F245A9"/>
    <w:rsid w:val="00FA1BAA"/>
    <w:rsid w:val="00FA5B58"/>
    <w:rsid w:val="00FE4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3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637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316378"/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6378"/>
    <w:rPr>
      <w:rFonts w:ascii="Times New Roman" w:hAnsi="Times New Roman" w:cs="Times New Roman"/>
      <w:sz w:val="20"/>
      <w:lang w:eastAsia="ru-RU"/>
    </w:rPr>
  </w:style>
  <w:style w:type="character" w:customStyle="1" w:styleId="apple-converted-space">
    <w:name w:val="apple-converted-space"/>
    <w:uiPriority w:val="99"/>
    <w:rsid w:val="00316378"/>
  </w:style>
  <w:style w:type="character" w:styleId="Hyperlink">
    <w:name w:val="Hyperlink"/>
    <w:basedOn w:val="DefaultParagraphFont"/>
    <w:uiPriority w:val="99"/>
    <w:semiHidden/>
    <w:rsid w:val="000936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12C4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2C4B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/bigs/showDocument.html?id=9A350153-DE7A-4453-9C8D-51D160BC3C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/bigs/showDocument.html?id=C21F9631-85BF-456C-8962-5D1C7FE43197" TargetMode="External"/><Relationship Id="rId5" Type="http://schemas.openxmlformats.org/officeDocument/2006/relationships/hyperlink" Target="http://pravo-search.minjust.ru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</TotalTime>
  <Pages>2</Pages>
  <Words>312</Words>
  <Characters>1782</Characters>
  <Application>Microsoft Office Outlook</Application>
  <DocSecurity>0</DocSecurity>
  <Lines>0</Lines>
  <Paragraphs>0</Paragraphs>
  <ScaleCrop>false</ScaleCrop>
  <Company>StartSoft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юрист совета</dc:creator>
  <cp:keywords/>
  <dc:description/>
  <cp:lastModifiedBy>puma</cp:lastModifiedBy>
  <cp:revision>35</cp:revision>
  <cp:lastPrinted>2023-12-18T06:26:00Z</cp:lastPrinted>
  <dcterms:created xsi:type="dcterms:W3CDTF">2022-10-14T09:13:00Z</dcterms:created>
  <dcterms:modified xsi:type="dcterms:W3CDTF">2023-12-18T06:26:00Z</dcterms:modified>
</cp:coreProperties>
</file>