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5AC" w:rsidRPr="00F4518A" w:rsidRDefault="001825AC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F4518A">
        <w:rPr>
          <w:rFonts w:ascii="Times New Roman" w:hAnsi="Times New Roman"/>
          <w:b/>
          <w:sz w:val="40"/>
          <w:szCs w:val="20"/>
          <w:lang w:eastAsia="ru-RU"/>
        </w:rPr>
        <w:t>РОССИЙСКАЯ  ФЕДЕРАЦИЯ</w:t>
      </w:r>
    </w:p>
    <w:p w:rsidR="001825AC" w:rsidRPr="00F4518A" w:rsidRDefault="001825A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F4518A">
        <w:rPr>
          <w:rFonts w:ascii="Times New Roman" w:hAnsi="Times New Roman"/>
          <w:b/>
          <w:sz w:val="40"/>
          <w:szCs w:val="20"/>
          <w:lang w:eastAsia="ru-RU"/>
        </w:rPr>
        <w:t>КРАСНОЯРСКИЙ  КРАЙ</w:t>
      </w:r>
    </w:p>
    <w:p w:rsidR="001825AC" w:rsidRPr="00F4518A" w:rsidRDefault="001825A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825AC" w:rsidRPr="00F4518A" w:rsidRDefault="001825A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1825AC" w:rsidRPr="00F4518A" w:rsidRDefault="001825A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РАЙОННЫЙ  СОВЕТ  ДЕПУТАТОВ</w:t>
      </w:r>
    </w:p>
    <w:p w:rsidR="001825AC" w:rsidRPr="00F4518A" w:rsidRDefault="001825A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825AC" w:rsidRPr="00F4518A" w:rsidRDefault="001825A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1825AC" w:rsidRPr="00F4518A" w:rsidRDefault="001825AC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825AC" w:rsidRPr="00F4518A" w:rsidRDefault="001825AC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825AC" w:rsidRPr="00BC3883" w:rsidRDefault="001825AC" w:rsidP="00BC3883">
      <w:pPr>
        <w:rPr>
          <w:rFonts w:ascii="Times New Roman" w:hAnsi="Times New Roman"/>
          <w:sz w:val="28"/>
          <w:szCs w:val="28"/>
        </w:rPr>
      </w:pPr>
      <w:r w:rsidRPr="00BC3883">
        <w:rPr>
          <w:rFonts w:ascii="Times New Roman" w:hAnsi="Times New Roman"/>
          <w:sz w:val="28"/>
          <w:szCs w:val="28"/>
        </w:rPr>
        <w:t xml:space="preserve">09 апреля 2024 года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883">
        <w:rPr>
          <w:rFonts w:ascii="Times New Roman" w:hAnsi="Times New Roman"/>
          <w:sz w:val="28"/>
          <w:szCs w:val="28"/>
        </w:rPr>
        <w:t xml:space="preserve">     с. Новоселово                   </w:t>
      </w:r>
      <w:r>
        <w:rPr>
          <w:rFonts w:ascii="Times New Roman" w:hAnsi="Times New Roman"/>
          <w:sz w:val="28"/>
          <w:szCs w:val="28"/>
        </w:rPr>
        <w:t xml:space="preserve">            № 41-328-13</w:t>
      </w:r>
      <w:r w:rsidRPr="00BC3883">
        <w:rPr>
          <w:rFonts w:ascii="Times New Roman" w:hAnsi="Times New Roman"/>
          <w:sz w:val="28"/>
          <w:szCs w:val="28"/>
        </w:rPr>
        <w:t>р</w:t>
      </w:r>
    </w:p>
    <w:p w:rsidR="001825AC" w:rsidRDefault="001825AC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Look w:val="00A0"/>
      </w:tblPr>
      <w:tblGrid>
        <w:gridCol w:w="6096"/>
      </w:tblGrid>
      <w:tr w:rsidR="001825AC" w:rsidRPr="00FF7995" w:rsidTr="00F4518A">
        <w:tc>
          <w:tcPr>
            <w:tcW w:w="6096" w:type="dxa"/>
          </w:tcPr>
          <w:p w:rsidR="001825AC" w:rsidRPr="00F4518A" w:rsidRDefault="001825AC" w:rsidP="00F451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внесении изменений в Положение об </w:t>
            </w:r>
            <w:r w:rsidRPr="00A05AAB">
              <w:rPr>
                <w:rFonts w:ascii="Times New Roman" w:hAnsi="Times New Roman"/>
                <w:sz w:val="28"/>
                <w:szCs w:val="28"/>
                <w:lang w:eastAsia="ru-RU"/>
              </w:rPr>
              <w:t>условиях и порядке предоставления муниципальному служащему права на пенсию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 выслугу лет за счет средств районного бюджета Новоселовского района Красноярского края, </w:t>
            </w:r>
            <w:r w:rsidRPr="00565DAE">
              <w:rPr>
                <w:rFonts w:ascii="Times New Roman" w:hAnsi="Times New Roman"/>
                <w:sz w:val="28"/>
                <w:szCs w:val="28"/>
              </w:rPr>
              <w:t xml:space="preserve">утвержденное решением Новоселовского районного Совета депутатов от </w:t>
            </w:r>
            <w:r>
              <w:rPr>
                <w:rFonts w:ascii="Times New Roman" w:hAnsi="Times New Roman"/>
                <w:sz w:val="28"/>
                <w:szCs w:val="28"/>
              </w:rPr>
              <w:t>14.09.2023</w:t>
            </w:r>
            <w:r w:rsidRPr="00565DAE">
              <w:rPr>
                <w:rFonts w:ascii="Times New Roman" w:hAnsi="Times New Roman"/>
                <w:sz w:val="28"/>
                <w:szCs w:val="28"/>
              </w:rPr>
              <w:t xml:space="preserve"> № 3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565D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276</w:t>
            </w:r>
            <w:r w:rsidRPr="00565D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57</w:t>
            </w:r>
            <w:r w:rsidRPr="00565DAE"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1825AC" w:rsidRPr="00F4518A" w:rsidRDefault="001825AC" w:rsidP="00F451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825AC" w:rsidRDefault="001825AC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1825AC" w:rsidRPr="00F4518A" w:rsidRDefault="001825AC" w:rsidP="00EB1B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518A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 w:rsidRPr="00427230">
        <w:rPr>
          <w:rFonts w:ascii="Times New Roman" w:hAnsi="Times New Roman"/>
          <w:sz w:val="28"/>
          <w:szCs w:val="28"/>
        </w:rPr>
        <w:t xml:space="preserve">Законом Красноярского края от </w:t>
      </w:r>
      <w:r>
        <w:rPr>
          <w:rFonts w:ascii="Times New Roman" w:hAnsi="Times New Roman"/>
          <w:sz w:val="28"/>
          <w:szCs w:val="28"/>
        </w:rPr>
        <w:t>24</w:t>
      </w:r>
      <w:r w:rsidRPr="00427230">
        <w:rPr>
          <w:rFonts w:ascii="Times New Roman" w:hAnsi="Times New Roman"/>
          <w:sz w:val="28"/>
          <w:szCs w:val="28"/>
        </w:rPr>
        <w:t>.04.20</w:t>
      </w:r>
      <w:r>
        <w:rPr>
          <w:rFonts w:ascii="Times New Roman" w:hAnsi="Times New Roman"/>
          <w:sz w:val="28"/>
          <w:szCs w:val="28"/>
        </w:rPr>
        <w:t>008</w:t>
      </w:r>
      <w:r w:rsidRPr="00427230">
        <w:rPr>
          <w:rFonts w:ascii="Times New Roman" w:hAnsi="Times New Roman"/>
          <w:sz w:val="28"/>
          <w:szCs w:val="28"/>
        </w:rPr>
        <w:t xml:space="preserve"> №5-1</w:t>
      </w:r>
      <w:r>
        <w:rPr>
          <w:rFonts w:ascii="Times New Roman" w:hAnsi="Times New Roman"/>
          <w:sz w:val="28"/>
          <w:szCs w:val="28"/>
        </w:rPr>
        <w:t xml:space="preserve">565 </w:t>
      </w:r>
      <w:r w:rsidRPr="00427230">
        <w:rPr>
          <w:rFonts w:ascii="Times New Roman" w:hAnsi="Times New Roman"/>
          <w:color w:val="000000"/>
          <w:sz w:val="28"/>
          <w:szCs w:val="28"/>
        </w:rPr>
        <w:t>«Об особенностях правового регулирования муниципальной службы в Красноярском крае»</w:t>
      </w:r>
      <w:r w:rsidRPr="00427230">
        <w:rPr>
          <w:rFonts w:ascii="Times New Roman" w:hAnsi="Times New Roman"/>
          <w:sz w:val="28"/>
          <w:szCs w:val="28"/>
          <w:lang w:eastAsia="ru-RU"/>
        </w:rPr>
        <w:t>,</w:t>
      </w:r>
      <w:r w:rsidRPr="00F4518A">
        <w:rPr>
          <w:rFonts w:ascii="Times New Roman" w:hAnsi="Times New Roman"/>
          <w:sz w:val="28"/>
          <w:szCs w:val="28"/>
          <w:lang w:eastAsia="ru-RU"/>
        </w:rPr>
        <w:t xml:space="preserve"> руководствуясь статьями 23, 27 Устава Новоселовского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Красноярского края</w:t>
      </w:r>
      <w:r w:rsidRPr="00F4518A">
        <w:rPr>
          <w:rFonts w:ascii="Times New Roman" w:hAnsi="Times New Roman"/>
          <w:sz w:val="28"/>
          <w:szCs w:val="28"/>
          <w:lang w:eastAsia="ru-RU"/>
        </w:rPr>
        <w:t>,</w:t>
      </w:r>
    </w:p>
    <w:p w:rsidR="001825AC" w:rsidRPr="00F4518A" w:rsidRDefault="001825AC" w:rsidP="00F4518A">
      <w:pPr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</w:p>
    <w:p w:rsidR="001825AC" w:rsidRDefault="001825AC" w:rsidP="00F451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Новоселовский районный Совет депутатов РЕШИЛ:</w:t>
      </w:r>
    </w:p>
    <w:p w:rsidR="001825AC" w:rsidRPr="00F4518A" w:rsidRDefault="001825AC" w:rsidP="00F451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25AC" w:rsidRDefault="001825AC" w:rsidP="00F570A0">
      <w:pPr>
        <w:pStyle w:val="NoSpacing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Положение об </w:t>
      </w:r>
      <w:r w:rsidRPr="00A05AAB">
        <w:rPr>
          <w:rFonts w:ascii="Times New Roman" w:hAnsi="Times New Roman"/>
          <w:sz w:val="28"/>
          <w:szCs w:val="28"/>
          <w:lang w:eastAsia="ru-RU"/>
        </w:rPr>
        <w:t>условиях и порядке предоставления муниципальному служащему права на пенсию</w:t>
      </w:r>
      <w:r>
        <w:rPr>
          <w:rFonts w:ascii="Times New Roman" w:hAnsi="Times New Roman"/>
          <w:sz w:val="28"/>
          <w:szCs w:val="28"/>
          <w:lang w:eastAsia="ru-RU"/>
        </w:rPr>
        <w:t xml:space="preserve"> за выслугу лет за счет средств бюджета Новоселовского района Красноярского края, </w:t>
      </w:r>
      <w:r w:rsidRPr="00565DAE">
        <w:rPr>
          <w:rFonts w:ascii="Times New Roman" w:hAnsi="Times New Roman"/>
          <w:sz w:val="28"/>
          <w:szCs w:val="28"/>
        </w:rPr>
        <w:t xml:space="preserve">утвержденное решением Новоселовского районного Совета депутатов от </w:t>
      </w:r>
      <w:r>
        <w:rPr>
          <w:rFonts w:ascii="Times New Roman" w:hAnsi="Times New Roman"/>
          <w:sz w:val="28"/>
          <w:szCs w:val="28"/>
        </w:rPr>
        <w:t>14.09.2023</w:t>
      </w:r>
      <w:r w:rsidRPr="00565DAE">
        <w:rPr>
          <w:rFonts w:ascii="Times New Roman" w:hAnsi="Times New Roman"/>
          <w:sz w:val="28"/>
          <w:szCs w:val="28"/>
        </w:rPr>
        <w:t xml:space="preserve"> № 3</w:t>
      </w:r>
      <w:r>
        <w:rPr>
          <w:rFonts w:ascii="Times New Roman" w:hAnsi="Times New Roman"/>
          <w:sz w:val="28"/>
          <w:szCs w:val="28"/>
        </w:rPr>
        <w:t>6</w:t>
      </w:r>
      <w:r w:rsidRPr="00565DA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276</w:t>
      </w:r>
      <w:r w:rsidRPr="00565DA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57</w:t>
      </w:r>
      <w:r w:rsidRPr="00565DAE">
        <w:rPr>
          <w:rFonts w:ascii="Times New Roman" w:hAnsi="Times New Roman"/>
          <w:sz w:val="28"/>
          <w:szCs w:val="28"/>
        </w:rPr>
        <w:t>р</w:t>
      </w:r>
      <w:r w:rsidRPr="005F1E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1825AC" w:rsidRPr="009500E0" w:rsidRDefault="001825AC" w:rsidP="00994437">
      <w:pPr>
        <w:pStyle w:val="NoSpacing"/>
        <w:numPr>
          <w:ilvl w:val="1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пункте 2 Решения слова «и решением Новоселовского районного </w:t>
      </w:r>
      <w:r>
        <w:rPr>
          <w:rFonts w:ascii="Times New Roman" w:hAnsi="Times New Roman"/>
          <w:sz w:val="28"/>
          <w:szCs w:val="28"/>
        </w:rPr>
        <w:t>Совета депутатов от 06.07.2017 № 30-159-37р «Об утверждении Положения об условиях и порядке предоставления муниципальному служащему права на пенсию за выслугу лет за счет средств бюджета Новоселовского района Красноярского края» заменить словами «решением Новоселовского районного Совета депутатов от 14.04.2011 №13-69р «Об утверждении новой редакции Положения о порядке выплаты пенсии за выслугу лет лицам, замещавшим должности муниципальной службы в муниципальном образовании Новоселовский район Красноярского края»</w:t>
      </w:r>
      <w:r w:rsidRPr="00427230">
        <w:rPr>
          <w:rFonts w:ascii="Times New Roman" w:hAnsi="Times New Roman"/>
          <w:color w:val="000000"/>
          <w:sz w:val="28"/>
          <w:szCs w:val="28"/>
        </w:rPr>
        <w:t>;</w:t>
      </w:r>
    </w:p>
    <w:p w:rsidR="001825AC" w:rsidRPr="000F5F78" w:rsidRDefault="001825AC" w:rsidP="00994437">
      <w:pPr>
        <w:pStyle w:val="NoSpacing"/>
        <w:numPr>
          <w:ilvl w:val="1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подпункте «е» пункта 3.3. раздела 3 Приложения к Решению слова «стажа муниципальной» заменить словами «стажа муниципальной службы»;</w:t>
      </w:r>
      <w:bookmarkStart w:id="0" w:name="_GoBack"/>
      <w:bookmarkEnd w:id="0"/>
    </w:p>
    <w:p w:rsidR="001825AC" w:rsidRDefault="001825AC" w:rsidP="00794973">
      <w:pPr>
        <w:pStyle w:val="NoSpacing"/>
        <w:numPr>
          <w:ilvl w:val="1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пункт</w:t>
      </w:r>
      <w:r w:rsidRPr="00E05F2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4.1</w:t>
      </w:r>
      <w:r w:rsidRPr="00E05F28">
        <w:rPr>
          <w:rFonts w:ascii="Times New Roman" w:hAnsi="Times New Roman"/>
          <w:color w:val="000000"/>
          <w:sz w:val="28"/>
          <w:szCs w:val="28"/>
        </w:rPr>
        <w:t xml:space="preserve">. раздела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E05F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слова</w:t>
      </w:r>
      <w:r w:rsidRPr="00E05F28">
        <w:rPr>
          <w:rFonts w:ascii="Times New Roman" w:hAnsi="Times New Roman"/>
          <w:sz w:val="28"/>
          <w:szCs w:val="28"/>
        </w:rPr>
        <w:t xml:space="preserve"> </w:t>
      </w:r>
      <w:r w:rsidRPr="0042723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в размере, не превышающем двукратного месячного денежного содержания</w:t>
      </w:r>
      <w:r w:rsidRPr="00427230">
        <w:rPr>
          <w:rFonts w:ascii="Times New Roman" w:hAnsi="Times New Roman"/>
          <w:sz w:val="28"/>
          <w:szCs w:val="28"/>
        </w:rPr>
        <w:t>» заменить словами «</w:t>
      </w:r>
      <w:r>
        <w:rPr>
          <w:rFonts w:ascii="Times New Roman" w:hAnsi="Times New Roman"/>
          <w:sz w:val="28"/>
          <w:szCs w:val="28"/>
        </w:rPr>
        <w:t>в размере двукратного месячного денежного содержания</w:t>
      </w:r>
      <w:r w:rsidRPr="00427230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1825AC" w:rsidRPr="00A05AAB" w:rsidRDefault="001825AC" w:rsidP="00794973">
      <w:pPr>
        <w:pStyle w:val="NoSpacing"/>
        <w:tabs>
          <w:tab w:val="left" w:pos="1134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994437">
        <w:rPr>
          <w:rFonts w:ascii="Times New Roman" w:hAnsi="Times New Roman"/>
          <w:sz w:val="28"/>
          <w:szCs w:val="28"/>
          <w:lang w:eastAsia="ru-RU"/>
        </w:rPr>
        <w:t>Контроль за исполнением решения возложить на постоянную комиссию Новоселовского районного Совета депутатов по финансам, налоговой политике, малому и среднему предпринимательству (Е.Л. Владимирова)</w:t>
      </w:r>
      <w:r w:rsidRPr="00A05AAB">
        <w:rPr>
          <w:rFonts w:ascii="Times New Roman" w:hAnsi="Times New Roman"/>
          <w:sz w:val="28"/>
          <w:szCs w:val="28"/>
          <w:lang w:eastAsia="ru-RU"/>
        </w:rPr>
        <w:t>.</w:t>
      </w:r>
    </w:p>
    <w:p w:rsidR="001825AC" w:rsidRPr="00A05AAB" w:rsidRDefault="001825AC" w:rsidP="00EB1BEC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A05AAB">
        <w:rPr>
          <w:rFonts w:ascii="Times New Roman" w:hAnsi="Times New Roman"/>
          <w:sz w:val="28"/>
          <w:szCs w:val="28"/>
          <w:lang w:eastAsia="ru-RU"/>
        </w:rPr>
        <w:t>. Решение вступает в силу после его официального опубликования в периодическом печатном издании «Официальный вестник Новоселовского района».</w:t>
      </w:r>
    </w:p>
    <w:p w:rsidR="001825AC" w:rsidRPr="00A05AAB" w:rsidRDefault="001825AC" w:rsidP="00EB1B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25AC" w:rsidRPr="00AA6C2C" w:rsidRDefault="001825AC" w:rsidP="00EB1B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25AC" w:rsidRPr="00AA6C2C" w:rsidRDefault="001825AC" w:rsidP="00EB1BE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>Председатель Новоселовского                             Глава Новоселовского района</w:t>
      </w:r>
    </w:p>
    <w:p w:rsidR="001825AC" w:rsidRPr="00AA6C2C" w:rsidRDefault="001825AC" w:rsidP="00AA6C2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 xml:space="preserve">районного Совета депутатов       </w:t>
      </w:r>
    </w:p>
    <w:p w:rsidR="001825AC" w:rsidRPr="00AA6C2C" w:rsidRDefault="001825AC" w:rsidP="00AA6C2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825AC" w:rsidRDefault="001825AC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 xml:space="preserve">_____________Л.Ю. Толстикова                          </w:t>
      </w:r>
      <w:r>
        <w:rPr>
          <w:rFonts w:ascii="Times New Roman" w:hAnsi="Times New Roman"/>
          <w:sz w:val="28"/>
          <w:szCs w:val="28"/>
          <w:lang w:eastAsia="ru-RU"/>
        </w:rPr>
        <w:t>___________</w:t>
      </w:r>
      <w:r w:rsidRPr="00AA6C2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Н.Н. Филимонов</w:t>
      </w:r>
    </w:p>
    <w:p w:rsidR="001825AC" w:rsidRDefault="001825AC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1825AC" w:rsidSect="00E17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5AC" w:rsidRDefault="001825AC" w:rsidP="000F7916">
      <w:pPr>
        <w:spacing w:after="0" w:line="240" w:lineRule="auto"/>
      </w:pPr>
      <w:r>
        <w:separator/>
      </w:r>
    </w:p>
  </w:endnote>
  <w:endnote w:type="continuationSeparator" w:id="0">
    <w:p w:rsidR="001825AC" w:rsidRDefault="001825AC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5AC" w:rsidRDefault="001825AC" w:rsidP="000F7916">
      <w:pPr>
        <w:spacing w:after="0" w:line="240" w:lineRule="auto"/>
      </w:pPr>
      <w:r>
        <w:separator/>
      </w:r>
    </w:p>
  </w:footnote>
  <w:footnote w:type="continuationSeparator" w:id="0">
    <w:p w:rsidR="001825AC" w:rsidRDefault="001825AC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1944453"/>
    <w:multiLevelType w:val="multilevel"/>
    <w:tmpl w:val="60840C32"/>
    <w:lvl w:ilvl="0">
      <w:start w:val="1"/>
      <w:numFmt w:val="decimal"/>
      <w:lvlText w:val="%1."/>
      <w:lvlJc w:val="left"/>
      <w:pPr>
        <w:ind w:left="1587" w:hanging="10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61" w:hanging="11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77" w:hanging="11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77" w:hanging="11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77" w:hanging="11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18A"/>
    <w:rsid w:val="000047A5"/>
    <w:rsid w:val="0005037A"/>
    <w:rsid w:val="00086A10"/>
    <w:rsid w:val="000F5F78"/>
    <w:rsid w:val="000F7916"/>
    <w:rsid w:val="00102363"/>
    <w:rsid w:val="0011035B"/>
    <w:rsid w:val="00141D19"/>
    <w:rsid w:val="0014236E"/>
    <w:rsid w:val="001825AC"/>
    <w:rsid w:val="0022168D"/>
    <w:rsid w:val="002466E2"/>
    <w:rsid w:val="00290437"/>
    <w:rsid w:val="00291CC9"/>
    <w:rsid w:val="002A3750"/>
    <w:rsid w:val="002F576E"/>
    <w:rsid w:val="00385F25"/>
    <w:rsid w:val="003B19BD"/>
    <w:rsid w:val="003B6273"/>
    <w:rsid w:val="0041105A"/>
    <w:rsid w:val="00427230"/>
    <w:rsid w:val="0043435E"/>
    <w:rsid w:val="004804A5"/>
    <w:rsid w:val="00503CE6"/>
    <w:rsid w:val="00565DAE"/>
    <w:rsid w:val="00597392"/>
    <w:rsid w:val="005F1E84"/>
    <w:rsid w:val="006073DA"/>
    <w:rsid w:val="006A6A9D"/>
    <w:rsid w:val="00736DEB"/>
    <w:rsid w:val="007472AC"/>
    <w:rsid w:val="00761EE8"/>
    <w:rsid w:val="00767C57"/>
    <w:rsid w:val="0077595B"/>
    <w:rsid w:val="00794973"/>
    <w:rsid w:val="007C389A"/>
    <w:rsid w:val="007D0671"/>
    <w:rsid w:val="008005B7"/>
    <w:rsid w:val="0085217B"/>
    <w:rsid w:val="00890DE9"/>
    <w:rsid w:val="008C17F1"/>
    <w:rsid w:val="008E2701"/>
    <w:rsid w:val="008E5FB9"/>
    <w:rsid w:val="00940E07"/>
    <w:rsid w:val="009500E0"/>
    <w:rsid w:val="00994437"/>
    <w:rsid w:val="009A2713"/>
    <w:rsid w:val="00A05AAB"/>
    <w:rsid w:val="00A065A3"/>
    <w:rsid w:val="00A57112"/>
    <w:rsid w:val="00AA6C2C"/>
    <w:rsid w:val="00AD5C2E"/>
    <w:rsid w:val="00AE5E0B"/>
    <w:rsid w:val="00B20CD2"/>
    <w:rsid w:val="00B627E3"/>
    <w:rsid w:val="00B74434"/>
    <w:rsid w:val="00BC076A"/>
    <w:rsid w:val="00BC3883"/>
    <w:rsid w:val="00BD37CB"/>
    <w:rsid w:val="00BD644B"/>
    <w:rsid w:val="00BF3CA2"/>
    <w:rsid w:val="00C5449D"/>
    <w:rsid w:val="00C7665C"/>
    <w:rsid w:val="00D001C1"/>
    <w:rsid w:val="00D964A4"/>
    <w:rsid w:val="00D96774"/>
    <w:rsid w:val="00DA4E55"/>
    <w:rsid w:val="00DF4D4B"/>
    <w:rsid w:val="00E05F28"/>
    <w:rsid w:val="00E1726F"/>
    <w:rsid w:val="00E74993"/>
    <w:rsid w:val="00EB1BEC"/>
    <w:rsid w:val="00EB7FC1"/>
    <w:rsid w:val="00EF05A6"/>
    <w:rsid w:val="00F06459"/>
    <w:rsid w:val="00F4518A"/>
    <w:rsid w:val="00F570A0"/>
    <w:rsid w:val="00F61D67"/>
    <w:rsid w:val="00FB37FD"/>
    <w:rsid w:val="00FF7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26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518A"/>
    <w:pPr>
      <w:ind w:left="720"/>
      <w:contextualSpacing/>
    </w:pPr>
  </w:style>
  <w:style w:type="table" w:styleId="TableGrid">
    <w:name w:val="Table Grid"/>
    <w:basedOn w:val="TableNormal"/>
    <w:uiPriority w:val="99"/>
    <w:rsid w:val="00AA6C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DefaultParagraphFont"/>
    <w:uiPriority w:val="99"/>
    <w:rsid w:val="00F06459"/>
    <w:rPr>
      <w:rFonts w:cs="Times New Roman"/>
    </w:rPr>
  </w:style>
  <w:style w:type="paragraph" w:customStyle="1" w:styleId="p13">
    <w:name w:val="p13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2168D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0F791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F791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basedOn w:val="DefaultParagraphFont"/>
    <w:uiPriority w:val="99"/>
    <w:rsid w:val="00736DE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766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5E0B"/>
    <w:rPr>
      <w:rFonts w:ascii="Times New Roman" w:hAnsi="Times New Roman" w:cs="Times New Roman"/>
      <w:sz w:val="2"/>
      <w:lang w:eastAsia="en-US"/>
    </w:rPr>
  </w:style>
  <w:style w:type="character" w:styleId="Hyperlink">
    <w:name w:val="Hyperlink"/>
    <w:basedOn w:val="DefaultParagraphFont"/>
    <w:uiPriority w:val="99"/>
    <w:rsid w:val="00E05F2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371</Words>
  <Characters>2118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puma</cp:lastModifiedBy>
  <cp:revision>4</cp:revision>
  <cp:lastPrinted>2024-04-09T08:29:00Z</cp:lastPrinted>
  <dcterms:created xsi:type="dcterms:W3CDTF">2024-03-21T08:36:00Z</dcterms:created>
  <dcterms:modified xsi:type="dcterms:W3CDTF">2024-04-09T08:29:00Z</dcterms:modified>
</cp:coreProperties>
</file>