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DC" w:rsidRPr="00F4518A" w:rsidRDefault="00B052DC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B052DC" w:rsidRPr="00F4518A" w:rsidRDefault="00B052D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B052DC" w:rsidRPr="00E137CD" w:rsidRDefault="00B052D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B052DC" w:rsidRPr="00F4518A" w:rsidRDefault="00B052D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B052DC" w:rsidRPr="00F4518A" w:rsidRDefault="00B052D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B052DC" w:rsidRPr="00E137CD" w:rsidRDefault="00B052D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</w:p>
    <w:p w:rsidR="00B052DC" w:rsidRPr="00F4518A" w:rsidRDefault="00B052D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B052DC" w:rsidRDefault="00B052DC" w:rsidP="00DF12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52DC" w:rsidRDefault="00B052DC" w:rsidP="00DF12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 мая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 года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 с. Новос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лово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8"/>
          <w:lang w:eastAsia="ru-RU"/>
        </w:rPr>
        <w:t>№ 42-336-21р</w:t>
      </w:r>
    </w:p>
    <w:p w:rsidR="00B052DC" w:rsidRPr="00E137CD" w:rsidRDefault="00B052DC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137CD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4077"/>
      </w:tblGrid>
      <w:tr w:rsidR="00B052DC" w:rsidRPr="00E137CD" w:rsidTr="009D0E75">
        <w:tc>
          <w:tcPr>
            <w:tcW w:w="4077" w:type="dxa"/>
          </w:tcPr>
          <w:p w:rsidR="00B052DC" w:rsidRPr="00E137CD" w:rsidRDefault="00B052DC" w:rsidP="009D0E75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37CD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Устав Новоселовского района Красноярского края</w:t>
            </w:r>
          </w:p>
        </w:tc>
      </w:tr>
    </w:tbl>
    <w:p w:rsidR="00B052DC" w:rsidRDefault="00B052DC" w:rsidP="00F451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52DC" w:rsidRPr="00E137CD" w:rsidRDefault="00B052DC" w:rsidP="00F451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52DC" w:rsidRPr="00E137CD" w:rsidRDefault="00B052DC" w:rsidP="00FF5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37CD">
        <w:rPr>
          <w:rFonts w:ascii="Times New Roman" w:hAnsi="Times New Roman"/>
          <w:sz w:val="28"/>
          <w:szCs w:val="28"/>
        </w:rPr>
        <w:t>В целях приведения Устава Новоселовского района Красноярского края в соответствие с требованиями законодательства, в соответствии с Федеральным законом от 06.10.2003 № 131 - ФЗ «</w:t>
      </w:r>
      <w:r w:rsidRPr="00E137CD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Федерации», Законом Красноярского края от 26.06.2008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37CD">
        <w:rPr>
          <w:rFonts w:ascii="Times New Roman" w:hAnsi="Times New Roman"/>
          <w:sz w:val="28"/>
          <w:szCs w:val="28"/>
          <w:lang w:eastAsia="ru-RU"/>
        </w:rPr>
        <w:t xml:space="preserve">6-1832 «О гарантиях осуществления полномочий лиц, замещающих муниципальные должности в Красноярском крае», </w:t>
      </w:r>
      <w:r w:rsidRPr="00E137CD">
        <w:rPr>
          <w:rFonts w:ascii="Times New Roman" w:hAnsi="Times New Roman"/>
          <w:sz w:val="28"/>
          <w:szCs w:val="28"/>
        </w:rPr>
        <w:t>руководствуясь</w:t>
      </w:r>
      <w:r w:rsidRPr="00E13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137CD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 Красноярского края,</w:t>
      </w:r>
    </w:p>
    <w:p w:rsidR="00B052DC" w:rsidRPr="00E137CD" w:rsidRDefault="00B052DC" w:rsidP="00FF5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052DC" w:rsidRPr="00E137CD" w:rsidRDefault="00B052DC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37CD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B052DC" w:rsidRPr="00E137CD" w:rsidRDefault="00B052DC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52DC" w:rsidRPr="00E137CD" w:rsidRDefault="00B052DC" w:rsidP="00FD7A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137CD">
        <w:rPr>
          <w:rFonts w:ascii="Times New Roman" w:hAnsi="Times New Roman"/>
          <w:bCs/>
          <w:sz w:val="28"/>
          <w:szCs w:val="28"/>
          <w:lang w:eastAsia="ru-RU"/>
        </w:rPr>
        <w:t>1. Внести в Устав Новоселовского района Красноярского края следующие изменения:</w:t>
      </w:r>
    </w:p>
    <w:p w:rsidR="00B052DC" w:rsidRPr="00E137CD" w:rsidRDefault="00B052DC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137CD">
        <w:rPr>
          <w:rFonts w:ascii="Times New Roman" w:hAnsi="Times New Roman"/>
          <w:bCs/>
          <w:sz w:val="28"/>
          <w:szCs w:val="28"/>
          <w:lang w:eastAsia="ru-RU"/>
        </w:rPr>
        <w:t>1.1. подпункт 33 пункта 1 статьи 8 изложить в новой редакции:</w:t>
      </w:r>
    </w:p>
    <w:p w:rsidR="00B052DC" w:rsidRPr="00E137CD" w:rsidRDefault="00B052DC" w:rsidP="00975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37CD">
        <w:rPr>
          <w:rFonts w:ascii="Times New Roman" w:hAnsi="Times New Roman"/>
          <w:bCs/>
          <w:sz w:val="28"/>
          <w:szCs w:val="28"/>
          <w:lang w:eastAsia="ru-RU"/>
        </w:rPr>
        <w:t xml:space="preserve">«33) </w:t>
      </w:r>
      <w:r w:rsidRPr="00E137CD">
        <w:rPr>
          <w:rFonts w:ascii="Times New Roman" w:hAnsi="Times New Roman"/>
          <w:sz w:val="28"/>
          <w:szCs w:val="28"/>
          <w:lang w:eastAsia="ru-RU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политики»;</w:t>
      </w:r>
    </w:p>
    <w:p w:rsidR="00B052DC" w:rsidRPr="00E137CD" w:rsidRDefault="00B052DC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137CD">
        <w:rPr>
          <w:rFonts w:ascii="Times New Roman" w:hAnsi="Times New Roman"/>
          <w:bCs/>
          <w:sz w:val="28"/>
          <w:szCs w:val="28"/>
          <w:lang w:eastAsia="ru-RU"/>
        </w:rPr>
        <w:t>1.2. подпункт 34 пункта 1 статьи 8 слова «</w:t>
      </w:r>
      <w:r w:rsidRPr="00E137CD">
        <w:rPr>
          <w:rFonts w:ascii="Times New Roman" w:hAnsi="Times New Roman"/>
          <w:sz w:val="28"/>
          <w:szCs w:val="28"/>
          <w:lang w:eastAsia="ru-RU"/>
        </w:rPr>
        <w:t>; на территории сельских поселений - информирование населения об их использовании»</w:t>
      </w:r>
      <w:r w:rsidRPr="00E137CD">
        <w:rPr>
          <w:rFonts w:ascii="Times New Roman" w:hAnsi="Times New Roman"/>
          <w:bCs/>
          <w:sz w:val="28"/>
          <w:szCs w:val="28"/>
          <w:lang w:eastAsia="ru-RU"/>
        </w:rPr>
        <w:t xml:space="preserve"> заменить словами «,</w:t>
      </w:r>
      <w:r w:rsidRPr="00E137CD">
        <w:rPr>
          <w:rFonts w:ascii="Times New Roman" w:hAnsi="Times New Roman"/>
          <w:sz w:val="28"/>
          <w:szCs w:val="28"/>
          <w:lang w:eastAsia="ru-RU"/>
        </w:rPr>
        <w:t>а также правил использования водных объектов для рекреационных целей»;</w:t>
      </w:r>
    </w:p>
    <w:p w:rsidR="00B052DC" w:rsidRPr="00E137CD" w:rsidRDefault="00B052DC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137CD">
        <w:rPr>
          <w:rFonts w:ascii="Times New Roman" w:hAnsi="Times New Roman"/>
          <w:bCs/>
          <w:sz w:val="28"/>
          <w:szCs w:val="28"/>
          <w:lang w:eastAsia="ru-RU"/>
        </w:rPr>
        <w:t>1.3. в пункте 1 статьи 32 слова «шести лет» заменить словами «пяти лет»;</w:t>
      </w:r>
    </w:p>
    <w:p w:rsidR="00B052DC" w:rsidRPr="00E137CD" w:rsidRDefault="00B052DC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137CD">
        <w:rPr>
          <w:rFonts w:ascii="Times New Roman" w:hAnsi="Times New Roman"/>
          <w:bCs/>
          <w:sz w:val="28"/>
          <w:szCs w:val="28"/>
          <w:lang w:eastAsia="ru-RU"/>
        </w:rPr>
        <w:t>1.4. в пункте 2 статьи 32 слова «шесть лет» заменить словами «пять лет», слова «четыре процента» заменить на слова «пять процентов».</w:t>
      </w:r>
      <w:bookmarkStart w:id="0" w:name="_GoBack"/>
      <w:bookmarkEnd w:id="0"/>
    </w:p>
    <w:p w:rsidR="00B052DC" w:rsidRPr="00E137CD" w:rsidRDefault="00B052DC" w:rsidP="00FD7A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137CD">
        <w:rPr>
          <w:rFonts w:ascii="Times New Roman" w:hAnsi="Times New Roman"/>
          <w:sz w:val="28"/>
          <w:szCs w:val="28"/>
        </w:rPr>
        <w:t xml:space="preserve">2. В соответствии с Федеральным законом от 21.07.2005 № 97-ФЗ «О государственной регистрации уставов муниципальных образований» Главе района Н.Н. Филимонову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B052DC" w:rsidRPr="00E137CD" w:rsidRDefault="00B052DC" w:rsidP="00FD7A6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37CD">
        <w:rPr>
          <w:rFonts w:ascii="Times New Roman" w:hAnsi="Times New Roman"/>
          <w:sz w:val="28"/>
          <w:szCs w:val="28"/>
        </w:rPr>
        <w:t xml:space="preserve"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 разместить на </w:t>
      </w:r>
      <w:r w:rsidRPr="00E137C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«Интернет».</w:t>
      </w:r>
    </w:p>
    <w:p w:rsidR="00B052DC" w:rsidRPr="00E137CD" w:rsidRDefault="00B052DC" w:rsidP="00FD7A68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B052DC" w:rsidRPr="00E137CD" w:rsidRDefault="00B052DC" w:rsidP="00C34090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  </w:t>
      </w:r>
    </w:p>
    <w:p w:rsidR="00B052DC" w:rsidRPr="00E137CD" w:rsidRDefault="00B052DC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   </w:t>
      </w:r>
    </w:p>
    <w:p w:rsidR="00B052DC" w:rsidRPr="00E137CD" w:rsidRDefault="00B052DC" w:rsidP="009D7DBC">
      <w:pPr>
        <w:jc w:val="both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               </w:t>
      </w:r>
    </w:p>
    <w:p w:rsidR="00B052DC" w:rsidRPr="00E137CD" w:rsidRDefault="00B052DC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>Председатель Новоселовского                         Глава Новоселовского района</w:t>
      </w:r>
    </w:p>
    <w:p w:rsidR="00B052DC" w:rsidRPr="00E137CD" w:rsidRDefault="00B052DC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B052DC" w:rsidRPr="00E137CD" w:rsidRDefault="00B052DC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                 </w:t>
      </w:r>
    </w:p>
    <w:p w:rsidR="00B052DC" w:rsidRPr="00E137CD" w:rsidRDefault="00B052DC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_____________Л.Ю. Толстикова                      _____________   Н.Н. Филимонов    </w:t>
      </w:r>
    </w:p>
    <w:p w:rsidR="00B052DC" w:rsidRPr="00E137CD" w:rsidRDefault="00B052DC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E137CD">
        <w:rPr>
          <w:rFonts w:ascii="Times New Roman" w:hAnsi="Times New Roman"/>
          <w:sz w:val="28"/>
          <w:szCs w:val="28"/>
        </w:rPr>
        <w:t xml:space="preserve">                     </w:t>
      </w:r>
    </w:p>
    <w:p w:rsidR="00B052DC" w:rsidRPr="00E137CD" w:rsidRDefault="00B052DC" w:rsidP="009D7DBC">
      <w:pPr>
        <w:jc w:val="both"/>
        <w:rPr>
          <w:rFonts w:ascii="Times New Roman" w:hAnsi="Times New Roman"/>
          <w:sz w:val="28"/>
          <w:szCs w:val="28"/>
        </w:rPr>
      </w:pPr>
    </w:p>
    <w:p w:rsidR="00B052DC" w:rsidRPr="00E137CD" w:rsidRDefault="00B052DC" w:rsidP="009D7DBC">
      <w:pPr>
        <w:jc w:val="both"/>
        <w:rPr>
          <w:rFonts w:ascii="Times New Roman" w:hAnsi="Times New Roman"/>
          <w:sz w:val="28"/>
          <w:szCs w:val="28"/>
        </w:rPr>
      </w:pPr>
    </w:p>
    <w:p w:rsidR="00B052DC" w:rsidRDefault="00B052DC" w:rsidP="009D7DBC">
      <w:pPr>
        <w:rPr>
          <w:sz w:val="28"/>
          <w:szCs w:val="28"/>
        </w:rPr>
      </w:pPr>
    </w:p>
    <w:p w:rsidR="00B052DC" w:rsidRDefault="00B052DC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052DC" w:rsidRDefault="00B052DC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052DC" w:rsidRPr="00152380" w:rsidRDefault="00B052DC" w:rsidP="009D7DBC">
      <w:pPr>
        <w:pStyle w:val="NoSpacing"/>
        <w:jc w:val="both"/>
      </w:pPr>
    </w:p>
    <w:sectPr w:rsidR="00B052DC" w:rsidRPr="00152380" w:rsidSect="00FF5998">
      <w:footerReference w:type="even" r:id="rId7"/>
      <w:footerReference w:type="defaul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2DC" w:rsidRDefault="00B052DC" w:rsidP="000F7916">
      <w:pPr>
        <w:spacing w:after="0" w:line="240" w:lineRule="auto"/>
      </w:pPr>
      <w:r>
        <w:separator/>
      </w:r>
    </w:p>
  </w:endnote>
  <w:endnote w:type="continuationSeparator" w:id="0">
    <w:p w:rsidR="00B052DC" w:rsidRDefault="00B052DC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DC" w:rsidRDefault="00B052DC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52DC" w:rsidRDefault="00B052DC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DC" w:rsidRDefault="00B052DC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052DC" w:rsidRDefault="00B052DC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2DC" w:rsidRDefault="00B052DC" w:rsidP="000F7916">
      <w:pPr>
        <w:spacing w:after="0" w:line="240" w:lineRule="auto"/>
      </w:pPr>
      <w:r>
        <w:separator/>
      </w:r>
    </w:p>
  </w:footnote>
  <w:footnote w:type="continuationSeparator" w:id="0">
    <w:p w:rsidR="00B052DC" w:rsidRDefault="00B052DC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06641"/>
    <w:rsid w:val="000111CD"/>
    <w:rsid w:val="000202E0"/>
    <w:rsid w:val="00020EC9"/>
    <w:rsid w:val="0002436C"/>
    <w:rsid w:val="0003517B"/>
    <w:rsid w:val="0005037A"/>
    <w:rsid w:val="00051590"/>
    <w:rsid w:val="0005544E"/>
    <w:rsid w:val="00056E3E"/>
    <w:rsid w:val="000600A8"/>
    <w:rsid w:val="00061AD9"/>
    <w:rsid w:val="00061D53"/>
    <w:rsid w:val="000644BE"/>
    <w:rsid w:val="00064A69"/>
    <w:rsid w:val="0006548F"/>
    <w:rsid w:val="00070B64"/>
    <w:rsid w:val="00071560"/>
    <w:rsid w:val="0008289D"/>
    <w:rsid w:val="0008430D"/>
    <w:rsid w:val="00086101"/>
    <w:rsid w:val="000904C3"/>
    <w:rsid w:val="00095962"/>
    <w:rsid w:val="000A2BC4"/>
    <w:rsid w:val="000A41B7"/>
    <w:rsid w:val="000A5492"/>
    <w:rsid w:val="000B2459"/>
    <w:rsid w:val="000B702D"/>
    <w:rsid w:val="000C0708"/>
    <w:rsid w:val="000C3268"/>
    <w:rsid w:val="000C494D"/>
    <w:rsid w:val="000E2465"/>
    <w:rsid w:val="000F3104"/>
    <w:rsid w:val="000F75F1"/>
    <w:rsid w:val="000F7916"/>
    <w:rsid w:val="0010008D"/>
    <w:rsid w:val="00100BBB"/>
    <w:rsid w:val="00101BAD"/>
    <w:rsid w:val="00114DA2"/>
    <w:rsid w:val="00115F00"/>
    <w:rsid w:val="001173D4"/>
    <w:rsid w:val="00125821"/>
    <w:rsid w:val="001434AB"/>
    <w:rsid w:val="0014419F"/>
    <w:rsid w:val="00144F45"/>
    <w:rsid w:val="00147380"/>
    <w:rsid w:val="00150318"/>
    <w:rsid w:val="00150C96"/>
    <w:rsid w:val="00152380"/>
    <w:rsid w:val="00172970"/>
    <w:rsid w:val="00175F0A"/>
    <w:rsid w:val="00184CD9"/>
    <w:rsid w:val="00192ACE"/>
    <w:rsid w:val="001969D9"/>
    <w:rsid w:val="001B2F09"/>
    <w:rsid w:val="001B68EC"/>
    <w:rsid w:val="001C4D30"/>
    <w:rsid w:val="001C6484"/>
    <w:rsid w:val="001D6079"/>
    <w:rsid w:val="001E08C0"/>
    <w:rsid w:val="001F02DB"/>
    <w:rsid w:val="001F2084"/>
    <w:rsid w:val="001F468A"/>
    <w:rsid w:val="001F5D74"/>
    <w:rsid w:val="0021456A"/>
    <w:rsid w:val="00214C7A"/>
    <w:rsid w:val="00216D51"/>
    <w:rsid w:val="0022168D"/>
    <w:rsid w:val="002255D7"/>
    <w:rsid w:val="00225B4F"/>
    <w:rsid w:val="00232DDB"/>
    <w:rsid w:val="002335EC"/>
    <w:rsid w:val="0023618D"/>
    <w:rsid w:val="0024280D"/>
    <w:rsid w:val="00242F7D"/>
    <w:rsid w:val="0024518B"/>
    <w:rsid w:val="002466E2"/>
    <w:rsid w:val="00251B22"/>
    <w:rsid w:val="002522B5"/>
    <w:rsid w:val="00272061"/>
    <w:rsid w:val="002758AB"/>
    <w:rsid w:val="00277374"/>
    <w:rsid w:val="00286808"/>
    <w:rsid w:val="00290437"/>
    <w:rsid w:val="002941CA"/>
    <w:rsid w:val="00296867"/>
    <w:rsid w:val="002A0053"/>
    <w:rsid w:val="002A0D3F"/>
    <w:rsid w:val="002A3750"/>
    <w:rsid w:val="002A3771"/>
    <w:rsid w:val="002A5158"/>
    <w:rsid w:val="002B0052"/>
    <w:rsid w:val="002C52E8"/>
    <w:rsid w:val="002D44A5"/>
    <w:rsid w:val="002D5764"/>
    <w:rsid w:val="002D7C5E"/>
    <w:rsid w:val="002E1788"/>
    <w:rsid w:val="002E19CE"/>
    <w:rsid w:val="002F7201"/>
    <w:rsid w:val="00322E64"/>
    <w:rsid w:val="00326D80"/>
    <w:rsid w:val="00331DC4"/>
    <w:rsid w:val="00335E73"/>
    <w:rsid w:val="0033656B"/>
    <w:rsid w:val="00337CB7"/>
    <w:rsid w:val="003431E6"/>
    <w:rsid w:val="00346BB9"/>
    <w:rsid w:val="003512B8"/>
    <w:rsid w:val="003602BF"/>
    <w:rsid w:val="003614E1"/>
    <w:rsid w:val="0037140A"/>
    <w:rsid w:val="003744C9"/>
    <w:rsid w:val="00380501"/>
    <w:rsid w:val="00381F0C"/>
    <w:rsid w:val="0039045A"/>
    <w:rsid w:val="003929FF"/>
    <w:rsid w:val="0039435D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557E"/>
    <w:rsid w:val="003B6273"/>
    <w:rsid w:val="003B793E"/>
    <w:rsid w:val="003B7F95"/>
    <w:rsid w:val="003C1C14"/>
    <w:rsid w:val="003C1DF0"/>
    <w:rsid w:val="003C27B1"/>
    <w:rsid w:val="003C3091"/>
    <w:rsid w:val="003C6FCF"/>
    <w:rsid w:val="003D1688"/>
    <w:rsid w:val="003D52E1"/>
    <w:rsid w:val="003D6332"/>
    <w:rsid w:val="003E2817"/>
    <w:rsid w:val="003E3D3B"/>
    <w:rsid w:val="003E56DA"/>
    <w:rsid w:val="003F1289"/>
    <w:rsid w:val="003F2128"/>
    <w:rsid w:val="003F5776"/>
    <w:rsid w:val="00402383"/>
    <w:rsid w:val="004070B6"/>
    <w:rsid w:val="004117CE"/>
    <w:rsid w:val="00416438"/>
    <w:rsid w:val="004206FF"/>
    <w:rsid w:val="00422B40"/>
    <w:rsid w:val="004306A3"/>
    <w:rsid w:val="0043435E"/>
    <w:rsid w:val="00435DEA"/>
    <w:rsid w:val="00440919"/>
    <w:rsid w:val="004410C4"/>
    <w:rsid w:val="00441F70"/>
    <w:rsid w:val="00443D5C"/>
    <w:rsid w:val="0045060A"/>
    <w:rsid w:val="00456E42"/>
    <w:rsid w:val="00460460"/>
    <w:rsid w:val="00465D92"/>
    <w:rsid w:val="004709A9"/>
    <w:rsid w:val="0048170C"/>
    <w:rsid w:val="004834DD"/>
    <w:rsid w:val="004851C0"/>
    <w:rsid w:val="004928F1"/>
    <w:rsid w:val="00494DEF"/>
    <w:rsid w:val="004A33DE"/>
    <w:rsid w:val="004C0B56"/>
    <w:rsid w:val="004C78B2"/>
    <w:rsid w:val="004D6AFE"/>
    <w:rsid w:val="004E73BA"/>
    <w:rsid w:val="004F1234"/>
    <w:rsid w:val="004F5CE8"/>
    <w:rsid w:val="004F7AA3"/>
    <w:rsid w:val="00503CE6"/>
    <w:rsid w:val="0050527D"/>
    <w:rsid w:val="00506A83"/>
    <w:rsid w:val="00513669"/>
    <w:rsid w:val="0051720C"/>
    <w:rsid w:val="00532F8B"/>
    <w:rsid w:val="00535F4E"/>
    <w:rsid w:val="005375B8"/>
    <w:rsid w:val="005405A1"/>
    <w:rsid w:val="00544849"/>
    <w:rsid w:val="0055368F"/>
    <w:rsid w:val="0056097F"/>
    <w:rsid w:val="005609BC"/>
    <w:rsid w:val="00565711"/>
    <w:rsid w:val="00570702"/>
    <w:rsid w:val="00572E97"/>
    <w:rsid w:val="0057661E"/>
    <w:rsid w:val="00583556"/>
    <w:rsid w:val="00583C58"/>
    <w:rsid w:val="005849A9"/>
    <w:rsid w:val="00587911"/>
    <w:rsid w:val="005929C2"/>
    <w:rsid w:val="005A0854"/>
    <w:rsid w:val="005A4038"/>
    <w:rsid w:val="005A53F7"/>
    <w:rsid w:val="005B7870"/>
    <w:rsid w:val="005C28CE"/>
    <w:rsid w:val="005C5D1B"/>
    <w:rsid w:val="005D729D"/>
    <w:rsid w:val="005D7758"/>
    <w:rsid w:val="005E3C0D"/>
    <w:rsid w:val="005E44BB"/>
    <w:rsid w:val="005F18DB"/>
    <w:rsid w:val="005F3DC4"/>
    <w:rsid w:val="00602802"/>
    <w:rsid w:val="00606183"/>
    <w:rsid w:val="006177D9"/>
    <w:rsid w:val="00621844"/>
    <w:rsid w:val="006346B1"/>
    <w:rsid w:val="0064632D"/>
    <w:rsid w:val="0065066B"/>
    <w:rsid w:val="0065362A"/>
    <w:rsid w:val="0065454F"/>
    <w:rsid w:val="006626C6"/>
    <w:rsid w:val="00664C69"/>
    <w:rsid w:val="00677E8D"/>
    <w:rsid w:val="00683161"/>
    <w:rsid w:val="00686AD4"/>
    <w:rsid w:val="0069407A"/>
    <w:rsid w:val="00697012"/>
    <w:rsid w:val="006A0A05"/>
    <w:rsid w:val="006A3BDF"/>
    <w:rsid w:val="006A5BCB"/>
    <w:rsid w:val="006A73B1"/>
    <w:rsid w:val="006A7C17"/>
    <w:rsid w:val="006B3E2D"/>
    <w:rsid w:val="006B442E"/>
    <w:rsid w:val="006B742F"/>
    <w:rsid w:val="006B7DBC"/>
    <w:rsid w:val="006C4132"/>
    <w:rsid w:val="006C6FAB"/>
    <w:rsid w:val="006C75FD"/>
    <w:rsid w:val="006D645C"/>
    <w:rsid w:val="006E1477"/>
    <w:rsid w:val="006F0B56"/>
    <w:rsid w:val="006F0F37"/>
    <w:rsid w:val="006F1C0B"/>
    <w:rsid w:val="00714B1C"/>
    <w:rsid w:val="00714F9F"/>
    <w:rsid w:val="00731F0D"/>
    <w:rsid w:val="007365D8"/>
    <w:rsid w:val="00736DAE"/>
    <w:rsid w:val="00736DEB"/>
    <w:rsid w:val="00741F66"/>
    <w:rsid w:val="00742D51"/>
    <w:rsid w:val="00745649"/>
    <w:rsid w:val="007472AC"/>
    <w:rsid w:val="00747B3D"/>
    <w:rsid w:val="00750F96"/>
    <w:rsid w:val="00755A0E"/>
    <w:rsid w:val="00756086"/>
    <w:rsid w:val="007665F2"/>
    <w:rsid w:val="0076671D"/>
    <w:rsid w:val="00771797"/>
    <w:rsid w:val="00775948"/>
    <w:rsid w:val="0077595B"/>
    <w:rsid w:val="00782F9B"/>
    <w:rsid w:val="007909BE"/>
    <w:rsid w:val="00791B4A"/>
    <w:rsid w:val="00793A26"/>
    <w:rsid w:val="007A264F"/>
    <w:rsid w:val="007A3353"/>
    <w:rsid w:val="007A3BE6"/>
    <w:rsid w:val="007B4768"/>
    <w:rsid w:val="007B5631"/>
    <w:rsid w:val="007B659C"/>
    <w:rsid w:val="007B75C2"/>
    <w:rsid w:val="007B7662"/>
    <w:rsid w:val="007C010B"/>
    <w:rsid w:val="007D1047"/>
    <w:rsid w:val="007D3603"/>
    <w:rsid w:val="007D3C01"/>
    <w:rsid w:val="007D49EF"/>
    <w:rsid w:val="007E7F89"/>
    <w:rsid w:val="007F15A2"/>
    <w:rsid w:val="007F6207"/>
    <w:rsid w:val="00810753"/>
    <w:rsid w:val="00816D12"/>
    <w:rsid w:val="0082044C"/>
    <w:rsid w:val="008215C8"/>
    <w:rsid w:val="00822620"/>
    <w:rsid w:val="008263FF"/>
    <w:rsid w:val="00836CC8"/>
    <w:rsid w:val="00837270"/>
    <w:rsid w:val="008374BB"/>
    <w:rsid w:val="008417F7"/>
    <w:rsid w:val="008442FD"/>
    <w:rsid w:val="00854828"/>
    <w:rsid w:val="0085504C"/>
    <w:rsid w:val="00863576"/>
    <w:rsid w:val="008637C7"/>
    <w:rsid w:val="00874686"/>
    <w:rsid w:val="008809B7"/>
    <w:rsid w:val="00880FE3"/>
    <w:rsid w:val="0089075D"/>
    <w:rsid w:val="00890DE9"/>
    <w:rsid w:val="008A4D25"/>
    <w:rsid w:val="008B13E7"/>
    <w:rsid w:val="008B7015"/>
    <w:rsid w:val="008B75F0"/>
    <w:rsid w:val="008C17F1"/>
    <w:rsid w:val="008C56E7"/>
    <w:rsid w:val="008C6021"/>
    <w:rsid w:val="008D2C71"/>
    <w:rsid w:val="008D3504"/>
    <w:rsid w:val="008D4620"/>
    <w:rsid w:val="008E0111"/>
    <w:rsid w:val="008E18B6"/>
    <w:rsid w:val="008E5FB9"/>
    <w:rsid w:val="008E67EA"/>
    <w:rsid w:val="008F05CD"/>
    <w:rsid w:val="008F0622"/>
    <w:rsid w:val="008F0AFF"/>
    <w:rsid w:val="008F377A"/>
    <w:rsid w:val="008F3F3A"/>
    <w:rsid w:val="009156D5"/>
    <w:rsid w:val="0091744D"/>
    <w:rsid w:val="00922C97"/>
    <w:rsid w:val="00923F77"/>
    <w:rsid w:val="009249F7"/>
    <w:rsid w:val="00925273"/>
    <w:rsid w:val="00936F41"/>
    <w:rsid w:val="0094185F"/>
    <w:rsid w:val="009430C7"/>
    <w:rsid w:val="009517A1"/>
    <w:rsid w:val="00953904"/>
    <w:rsid w:val="00960B13"/>
    <w:rsid w:val="009620B5"/>
    <w:rsid w:val="00964CB1"/>
    <w:rsid w:val="00967035"/>
    <w:rsid w:val="009759D2"/>
    <w:rsid w:val="00980433"/>
    <w:rsid w:val="009909D8"/>
    <w:rsid w:val="00997F0E"/>
    <w:rsid w:val="009A04C1"/>
    <w:rsid w:val="009A2713"/>
    <w:rsid w:val="009A2F44"/>
    <w:rsid w:val="009A323B"/>
    <w:rsid w:val="009A58DC"/>
    <w:rsid w:val="009B3AB1"/>
    <w:rsid w:val="009B56AC"/>
    <w:rsid w:val="009C47E6"/>
    <w:rsid w:val="009C5235"/>
    <w:rsid w:val="009D0E75"/>
    <w:rsid w:val="009D3749"/>
    <w:rsid w:val="009D3A90"/>
    <w:rsid w:val="009D6661"/>
    <w:rsid w:val="009D77E9"/>
    <w:rsid w:val="009D7DBC"/>
    <w:rsid w:val="009E3686"/>
    <w:rsid w:val="009F028E"/>
    <w:rsid w:val="009F179F"/>
    <w:rsid w:val="009F45F1"/>
    <w:rsid w:val="009F679C"/>
    <w:rsid w:val="00A00163"/>
    <w:rsid w:val="00A04FC1"/>
    <w:rsid w:val="00A05AAB"/>
    <w:rsid w:val="00A156F3"/>
    <w:rsid w:val="00A20E97"/>
    <w:rsid w:val="00A21B20"/>
    <w:rsid w:val="00A2262E"/>
    <w:rsid w:val="00A2723F"/>
    <w:rsid w:val="00A33DC6"/>
    <w:rsid w:val="00A34AA2"/>
    <w:rsid w:val="00A4179D"/>
    <w:rsid w:val="00A46ADC"/>
    <w:rsid w:val="00A47B12"/>
    <w:rsid w:val="00A50589"/>
    <w:rsid w:val="00A51459"/>
    <w:rsid w:val="00A57112"/>
    <w:rsid w:val="00A62675"/>
    <w:rsid w:val="00A645ED"/>
    <w:rsid w:val="00A66F6F"/>
    <w:rsid w:val="00A76601"/>
    <w:rsid w:val="00A80993"/>
    <w:rsid w:val="00A91C82"/>
    <w:rsid w:val="00AA0567"/>
    <w:rsid w:val="00AA0FE7"/>
    <w:rsid w:val="00AA20FE"/>
    <w:rsid w:val="00AA33A3"/>
    <w:rsid w:val="00AA6C2C"/>
    <w:rsid w:val="00AB0F13"/>
    <w:rsid w:val="00AB1F76"/>
    <w:rsid w:val="00AB2622"/>
    <w:rsid w:val="00AB5304"/>
    <w:rsid w:val="00AC1E45"/>
    <w:rsid w:val="00AC3A5D"/>
    <w:rsid w:val="00AC7241"/>
    <w:rsid w:val="00AD0E9A"/>
    <w:rsid w:val="00AE1872"/>
    <w:rsid w:val="00AF6FD6"/>
    <w:rsid w:val="00B0130F"/>
    <w:rsid w:val="00B03A94"/>
    <w:rsid w:val="00B042E9"/>
    <w:rsid w:val="00B04564"/>
    <w:rsid w:val="00B04801"/>
    <w:rsid w:val="00B052DC"/>
    <w:rsid w:val="00B101E8"/>
    <w:rsid w:val="00B1072E"/>
    <w:rsid w:val="00B142AF"/>
    <w:rsid w:val="00B20CD2"/>
    <w:rsid w:val="00B22FA1"/>
    <w:rsid w:val="00B24A4D"/>
    <w:rsid w:val="00B25DB3"/>
    <w:rsid w:val="00B360BD"/>
    <w:rsid w:val="00B50608"/>
    <w:rsid w:val="00B52DE0"/>
    <w:rsid w:val="00B53C67"/>
    <w:rsid w:val="00B54FDB"/>
    <w:rsid w:val="00B56AEF"/>
    <w:rsid w:val="00B627E3"/>
    <w:rsid w:val="00B63FE1"/>
    <w:rsid w:val="00B650AF"/>
    <w:rsid w:val="00B74434"/>
    <w:rsid w:val="00B74C92"/>
    <w:rsid w:val="00B75448"/>
    <w:rsid w:val="00B808D5"/>
    <w:rsid w:val="00B83C4A"/>
    <w:rsid w:val="00B83E31"/>
    <w:rsid w:val="00B9418A"/>
    <w:rsid w:val="00B977D7"/>
    <w:rsid w:val="00BB151E"/>
    <w:rsid w:val="00BC076A"/>
    <w:rsid w:val="00BC6162"/>
    <w:rsid w:val="00BD640A"/>
    <w:rsid w:val="00BD7376"/>
    <w:rsid w:val="00BE0C1F"/>
    <w:rsid w:val="00BE1C30"/>
    <w:rsid w:val="00BE2535"/>
    <w:rsid w:val="00BF3CA2"/>
    <w:rsid w:val="00BF6094"/>
    <w:rsid w:val="00C03B80"/>
    <w:rsid w:val="00C03BFB"/>
    <w:rsid w:val="00C03C51"/>
    <w:rsid w:val="00C13F30"/>
    <w:rsid w:val="00C210D1"/>
    <w:rsid w:val="00C2275F"/>
    <w:rsid w:val="00C228BA"/>
    <w:rsid w:val="00C320EF"/>
    <w:rsid w:val="00C34090"/>
    <w:rsid w:val="00C34142"/>
    <w:rsid w:val="00C3622D"/>
    <w:rsid w:val="00C37161"/>
    <w:rsid w:val="00C4140B"/>
    <w:rsid w:val="00C42ACB"/>
    <w:rsid w:val="00C43853"/>
    <w:rsid w:val="00C46244"/>
    <w:rsid w:val="00C47160"/>
    <w:rsid w:val="00C53FE5"/>
    <w:rsid w:val="00C6310B"/>
    <w:rsid w:val="00C6557F"/>
    <w:rsid w:val="00C71CCB"/>
    <w:rsid w:val="00C80669"/>
    <w:rsid w:val="00C8508F"/>
    <w:rsid w:val="00C93C59"/>
    <w:rsid w:val="00C94D21"/>
    <w:rsid w:val="00C95C1E"/>
    <w:rsid w:val="00C97525"/>
    <w:rsid w:val="00CA7EFD"/>
    <w:rsid w:val="00CB5DB5"/>
    <w:rsid w:val="00CC190B"/>
    <w:rsid w:val="00CC3B8D"/>
    <w:rsid w:val="00CC471E"/>
    <w:rsid w:val="00CD6213"/>
    <w:rsid w:val="00CD7466"/>
    <w:rsid w:val="00CE030A"/>
    <w:rsid w:val="00CE1D5D"/>
    <w:rsid w:val="00CE2B1D"/>
    <w:rsid w:val="00CE6C11"/>
    <w:rsid w:val="00CF202E"/>
    <w:rsid w:val="00CF3D66"/>
    <w:rsid w:val="00D01565"/>
    <w:rsid w:val="00D04A68"/>
    <w:rsid w:val="00D11CA4"/>
    <w:rsid w:val="00D142F2"/>
    <w:rsid w:val="00D250B9"/>
    <w:rsid w:val="00D25A77"/>
    <w:rsid w:val="00D36F0F"/>
    <w:rsid w:val="00D40FC4"/>
    <w:rsid w:val="00D427B9"/>
    <w:rsid w:val="00D43D09"/>
    <w:rsid w:val="00D50682"/>
    <w:rsid w:val="00D512FD"/>
    <w:rsid w:val="00D53E95"/>
    <w:rsid w:val="00D57C1D"/>
    <w:rsid w:val="00D6447B"/>
    <w:rsid w:val="00D65B39"/>
    <w:rsid w:val="00D750CA"/>
    <w:rsid w:val="00D86A8D"/>
    <w:rsid w:val="00D9267D"/>
    <w:rsid w:val="00D92B81"/>
    <w:rsid w:val="00D93AE8"/>
    <w:rsid w:val="00D96027"/>
    <w:rsid w:val="00D964A4"/>
    <w:rsid w:val="00DA4E55"/>
    <w:rsid w:val="00DB3ACF"/>
    <w:rsid w:val="00DB5E62"/>
    <w:rsid w:val="00DC03E2"/>
    <w:rsid w:val="00DC2634"/>
    <w:rsid w:val="00DC493A"/>
    <w:rsid w:val="00DC567E"/>
    <w:rsid w:val="00DD3607"/>
    <w:rsid w:val="00DD739C"/>
    <w:rsid w:val="00DE44D8"/>
    <w:rsid w:val="00DF02D1"/>
    <w:rsid w:val="00DF0B39"/>
    <w:rsid w:val="00DF1223"/>
    <w:rsid w:val="00DF12DB"/>
    <w:rsid w:val="00DF1F39"/>
    <w:rsid w:val="00DF4D4B"/>
    <w:rsid w:val="00DF6510"/>
    <w:rsid w:val="00E04823"/>
    <w:rsid w:val="00E137CD"/>
    <w:rsid w:val="00E178AC"/>
    <w:rsid w:val="00E22E69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4993"/>
    <w:rsid w:val="00E91223"/>
    <w:rsid w:val="00EA5A8B"/>
    <w:rsid w:val="00EB0F81"/>
    <w:rsid w:val="00EB26A6"/>
    <w:rsid w:val="00EB2FD4"/>
    <w:rsid w:val="00EB3FD9"/>
    <w:rsid w:val="00EB436C"/>
    <w:rsid w:val="00EB7FC1"/>
    <w:rsid w:val="00EC15B7"/>
    <w:rsid w:val="00EC3220"/>
    <w:rsid w:val="00ED12F5"/>
    <w:rsid w:val="00EE3AB2"/>
    <w:rsid w:val="00EE6181"/>
    <w:rsid w:val="00EE77F1"/>
    <w:rsid w:val="00EF05A6"/>
    <w:rsid w:val="00EF366E"/>
    <w:rsid w:val="00EF43D5"/>
    <w:rsid w:val="00F06459"/>
    <w:rsid w:val="00F07961"/>
    <w:rsid w:val="00F13796"/>
    <w:rsid w:val="00F1398B"/>
    <w:rsid w:val="00F21A10"/>
    <w:rsid w:val="00F23E83"/>
    <w:rsid w:val="00F25F02"/>
    <w:rsid w:val="00F32365"/>
    <w:rsid w:val="00F3388A"/>
    <w:rsid w:val="00F41A67"/>
    <w:rsid w:val="00F4469B"/>
    <w:rsid w:val="00F4518A"/>
    <w:rsid w:val="00F501B8"/>
    <w:rsid w:val="00F52613"/>
    <w:rsid w:val="00F55D42"/>
    <w:rsid w:val="00F6107A"/>
    <w:rsid w:val="00F65E95"/>
    <w:rsid w:val="00F71692"/>
    <w:rsid w:val="00F76125"/>
    <w:rsid w:val="00F93356"/>
    <w:rsid w:val="00F9761E"/>
    <w:rsid w:val="00F97FB7"/>
    <w:rsid w:val="00FA2271"/>
    <w:rsid w:val="00FA3452"/>
    <w:rsid w:val="00FB4427"/>
    <w:rsid w:val="00FC7726"/>
    <w:rsid w:val="00FC78AC"/>
    <w:rsid w:val="00FD355C"/>
    <w:rsid w:val="00FD3894"/>
    <w:rsid w:val="00FD5146"/>
    <w:rsid w:val="00FD6F54"/>
    <w:rsid w:val="00FD7A01"/>
    <w:rsid w:val="00FD7A68"/>
    <w:rsid w:val="00FE5EB6"/>
    <w:rsid w:val="00FF32D5"/>
    <w:rsid w:val="00FF5998"/>
    <w:rsid w:val="00FF5B97"/>
    <w:rsid w:val="00FF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9D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64F"/>
    <w:rPr>
      <w:rFonts w:ascii="Times New Roman" w:hAnsi="Times New Roman"/>
      <w:sz w:val="20"/>
    </w:rPr>
  </w:style>
  <w:style w:type="character" w:styleId="Hyperlink">
    <w:name w:val="Hyperlink"/>
    <w:basedOn w:val="DefaultParagraphFont"/>
    <w:uiPriority w:val="99"/>
    <w:rsid w:val="006B74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24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437</Words>
  <Characters>2492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5</cp:revision>
  <cp:lastPrinted>2024-05-16T04:01:00Z</cp:lastPrinted>
  <dcterms:created xsi:type="dcterms:W3CDTF">2024-04-04T07:36:00Z</dcterms:created>
  <dcterms:modified xsi:type="dcterms:W3CDTF">2024-05-16T04:01:00Z</dcterms:modified>
</cp:coreProperties>
</file>